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036C" w:rsidRPr="00353002" w:rsidRDefault="000C036C" w:rsidP="00761BD5">
      <w:pPr>
        <w:pStyle w:val="Section2"/>
        <w:rPr>
          <w:lang w:val="en-GB"/>
        </w:rPr>
      </w:pPr>
      <w:r w:rsidRPr="00353002">
        <w:t>This release contains:</w:t>
      </w:r>
    </w:p>
    <w:tbl>
      <w:tblPr>
        <w:tblStyle w:val="HMSTable"/>
        <w:tblW w:w="0" w:type="auto"/>
        <w:tblLook w:val="04A0" w:firstRow="1" w:lastRow="0" w:firstColumn="1" w:lastColumn="0" w:noHBand="0" w:noVBand="1"/>
      </w:tblPr>
      <w:tblGrid>
        <w:gridCol w:w="2421"/>
        <w:gridCol w:w="2448"/>
        <w:gridCol w:w="2451"/>
        <w:gridCol w:w="2416"/>
      </w:tblGrid>
      <w:tr w:rsidR="007E297F" w:rsidRPr="00817C62" w:rsidTr="00EC4FA5">
        <w:trPr>
          <w:cnfStyle w:val="100000000000" w:firstRow="1" w:lastRow="0" w:firstColumn="0" w:lastColumn="0" w:oddVBand="0" w:evenVBand="0" w:oddHBand="0" w:evenHBand="0" w:firstRowFirstColumn="0" w:firstRowLastColumn="0" w:lastRowFirstColumn="0" w:lastRowLastColumn="0"/>
        </w:trPr>
        <w:tc>
          <w:tcPr>
            <w:tcW w:w="2421" w:type="dxa"/>
          </w:tcPr>
          <w:p w:rsidR="007E297F" w:rsidRDefault="007E297F" w:rsidP="007A1F0B">
            <w:pPr>
              <w:pStyle w:val="Tabletext"/>
            </w:pPr>
            <w:r>
              <w:t>Type</w:t>
            </w:r>
          </w:p>
        </w:tc>
        <w:tc>
          <w:tcPr>
            <w:tcW w:w="2448" w:type="dxa"/>
          </w:tcPr>
          <w:p w:rsidR="007E297F" w:rsidRDefault="007E297F" w:rsidP="007A1F0B">
            <w:pPr>
              <w:pStyle w:val="Tabletext"/>
            </w:pPr>
            <w:r>
              <w:t>File</w:t>
            </w:r>
          </w:p>
        </w:tc>
        <w:tc>
          <w:tcPr>
            <w:tcW w:w="2451" w:type="dxa"/>
          </w:tcPr>
          <w:p w:rsidR="007E297F" w:rsidRDefault="007E297F" w:rsidP="007A1F0B">
            <w:pPr>
              <w:pStyle w:val="Tabletext"/>
            </w:pPr>
            <w:r>
              <w:t>Label</w:t>
            </w:r>
          </w:p>
        </w:tc>
        <w:tc>
          <w:tcPr>
            <w:tcW w:w="2416" w:type="dxa"/>
          </w:tcPr>
          <w:p w:rsidR="007E297F" w:rsidRDefault="007A1F0B" w:rsidP="007A1F0B">
            <w:pPr>
              <w:pStyle w:val="Tabletext"/>
            </w:pPr>
            <w:r>
              <w:t>File u</w:t>
            </w:r>
            <w:r w:rsidR="007E297F">
              <w:t>pdated</w:t>
            </w:r>
            <w:r w:rsidR="00D17DA3">
              <w:t xml:space="preserve"> in this release</w:t>
            </w:r>
          </w:p>
        </w:tc>
      </w:tr>
      <w:tr w:rsidR="007E297F" w:rsidTr="00EC4FA5">
        <w:trPr>
          <w:cnfStyle w:val="000000100000" w:firstRow="0" w:lastRow="0" w:firstColumn="0" w:lastColumn="0" w:oddVBand="0" w:evenVBand="0" w:oddHBand="1" w:evenHBand="0" w:firstRowFirstColumn="0" w:firstRowLastColumn="0" w:lastRowFirstColumn="0" w:lastRowLastColumn="0"/>
        </w:trPr>
        <w:tc>
          <w:tcPr>
            <w:tcW w:w="2421" w:type="dxa"/>
          </w:tcPr>
          <w:p w:rsidR="007E297F" w:rsidRDefault="007E297F" w:rsidP="007A1F0B">
            <w:pPr>
              <w:pStyle w:val="Tabletext"/>
            </w:pPr>
            <w:r w:rsidRPr="00761BD5">
              <w:t>This document</w:t>
            </w:r>
          </w:p>
        </w:tc>
        <w:tc>
          <w:tcPr>
            <w:tcW w:w="2448" w:type="dxa"/>
          </w:tcPr>
          <w:p w:rsidR="007E297F" w:rsidRDefault="00774838" w:rsidP="007A1F0B">
            <w:pPr>
              <w:pStyle w:val="Tabletext"/>
            </w:pPr>
            <w:r>
              <w:t>-</w:t>
            </w:r>
          </w:p>
        </w:tc>
        <w:tc>
          <w:tcPr>
            <w:tcW w:w="2451" w:type="dxa"/>
          </w:tcPr>
          <w:p w:rsidR="007E297F" w:rsidRDefault="00774838" w:rsidP="007A1F0B">
            <w:pPr>
              <w:pStyle w:val="Tabletext"/>
            </w:pPr>
            <w:r>
              <w:t>-</w:t>
            </w:r>
          </w:p>
        </w:tc>
        <w:sdt>
          <w:sdtPr>
            <w:alias w:val="Updated?"/>
            <w:tag w:val="Select Yes or No"/>
            <w:id w:val="-655455441"/>
            <w:placeholder>
              <w:docPart w:val="A2D1A5BEB8034E23BA48F90303301DF3"/>
            </w:placeholder>
            <w:dropDownList>
              <w:listItem w:displayText="Please select" w:value="Please select"/>
              <w:listItem w:displayText="Yes" w:value="Yes"/>
              <w:listItem w:displayText="No" w:value="No"/>
            </w:dropDownList>
          </w:sdtPr>
          <w:sdtEndPr/>
          <w:sdtContent>
            <w:tc>
              <w:tcPr>
                <w:tcW w:w="2416" w:type="dxa"/>
              </w:tcPr>
              <w:p w:rsidR="007E297F" w:rsidRDefault="00056426" w:rsidP="007A1F0B">
                <w:pPr>
                  <w:pStyle w:val="Tabletext"/>
                </w:pPr>
                <w:r>
                  <w:t>Yes</w:t>
                </w:r>
              </w:p>
            </w:tc>
          </w:sdtContent>
        </w:sdt>
      </w:tr>
      <w:tr w:rsidR="00C21EEE" w:rsidTr="00EC4FA5">
        <w:tc>
          <w:tcPr>
            <w:tcW w:w="2421" w:type="dxa"/>
          </w:tcPr>
          <w:sdt>
            <w:sdtPr>
              <w:id w:val="-144443092"/>
              <w:placeholder>
                <w:docPart w:val="B156F49360D84D298B6FCE367EADDE22"/>
              </w:placeholder>
            </w:sdtPr>
            <w:sdtEndPr/>
            <w:sdtContent>
              <w:p w:rsidR="00C21EEE" w:rsidRDefault="00A07602" w:rsidP="00A07602">
                <w:pPr>
                  <w:pStyle w:val="Tabletext"/>
                </w:pPr>
                <w:r>
                  <w:t>Installation Package File</w:t>
                </w:r>
              </w:p>
            </w:sdtContent>
          </w:sdt>
        </w:tc>
        <w:tc>
          <w:tcPr>
            <w:tcW w:w="2448" w:type="dxa"/>
          </w:tcPr>
          <w:sdt>
            <w:sdtPr>
              <w:id w:val="-1354648715"/>
              <w:placeholder>
                <w:docPart w:val="7E864EB63AEB4F08BE41368218D1C759"/>
              </w:placeholder>
            </w:sdtPr>
            <w:sdtEndPr/>
            <w:sdtContent>
              <w:p w:rsidR="00ED4D69" w:rsidRDefault="00A07602" w:rsidP="007A1F0B">
                <w:pPr>
                  <w:pStyle w:val="Tabletext"/>
                </w:pPr>
                <w:r w:rsidRPr="00A07602">
                  <w:t>Anybus Configuration Manager - Communicator RS232-422-485 Setup 4.</w:t>
                </w:r>
                <w:r w:rsidR="000E115E">
                  <w:t>5</w:t>
                </w:r>
                <w:r w:rsidR="0099682E">
                  <w:t>.</w:t>
                </w:r>
                <w:r w:rsidR="00817C62">
                  <w:t>1</w:t>
                </w:r>
                <w:r w:rsidR="0099682E">
                  <w:t>.</w:t>
                </w:r>
                <w:r w:rsidR="000E115E">
                  <w:t>0</w:t>
                </w:r>
                <w:r w:rsidRPr="00A07602">
                  <w:t>.exe</w:t>
                </w:r>
              </w:p>
            </w:sdtContent>
          </w:sdt>
          <w:p w:rsidR="00C21EEE" w:rsidRDefault="00C21EEE" w:rsidP="007A1F0B">
            <w:pPr>
              <w:pStyle w:val="Tabletext"/>
            </w:pPr>
          </w:p>
        </w:tc>
        <w:tc>
          <w:tcPr>
            <w:tcW w:w="2451" w:type="dxa"/>
          </w:tcPr>
          <w:p w:rsidR="00C21EEE" w:rsidRDefault="00817C62" w:rsidP="00F85913">
            <w:pPr>
              <w:pStyle w:val="Tabletext"/>
            </w:pPr>
            <w:sdt>
              <w:sdtPr>
                <w:id w:val="-155227223"/>
                <w:placeholder>
                  <w:docPart w:val="AE445E92E1BF412693F3BCB2ACD2C172"/>
                </w:placeholder>
              </w:sdtPr>
              <w:sdtEndPr/>
              <w:sdtContent>
                <w:r w:rsidR="00A07602" w:rsidRPr="00A07602">
                  <w:t>7412-HMS_4.</w:t>
                </w:r>
                <w:r w:rsidR="000E115E">
                  <w:t>5</w:t>
                </w:r>
                <w:r w:rsidR="0099682E">
                  <w:t>.</w:t>
                </w:r>
                <w:r>
                  <w:t>1</w:t>
                </w:r>
                <w:r w:rsidR="0099682E">
                  <w:t>.</w:t>
                </w:r>
                <w:r w:rsidR="000E115E">
                  <w:t>0</w:t>
                </w:r>
              </w:sdtContent>
            </w:sdt>
          </w:p>
        </w:tc>
        <w:sdt>
          <w:sdtPr>
            <w:alias w:val="Updated?"/>
            <w:tag w:val="Select Yes or No"/>
            <w:id w:val="-1629773640"/>
            <w:placeholder>
              <w:docPart w:val="BA3133994B4F441A8E943D82917F97CE"/>
            </w:placeholder>
            <w:dropDownList>
              <w:listItem w:displayText="Please select" w:value="Please select"/>
              <w:listItem w:displayText="Yes" w:value="Yes"/>
              <w:listItem w:displayText="No" w:value="No"/>
            </w:dropDownList>
          </w:sdtPr>
          <w:sdtEndPr/>
          <w:sdtContent>
            <w:tc>
              <w:tcPr>
                <w:tcW w:w="2416" w:type="dxa"/>
              </w:tcPr>
              <w:p w:rsidR="00C21EEE" w:rsidRDefault="00A07602" w:rsidP="007A1F0B">
                <w:pPr>
                  <w:pStyle w:val="Tabletext"/>
                </w:pPr>
                <w:r>
                  <w:t>Yes</w:t>
                </w:r>
              </w:p>
            </w:tc>
          </w:sdtContent>
        </w:sdt>
      </w:tr>
    </w:tbl>
    <w:p w:rsidR="00EC4FA5" w:rsidRDefault="00EC4FA5" w:rsidP="00EC4FA5">
      <w:pPr>
        <w:pStyle w:val="Section2"/>
      </w:pPr>
      <w:r>
        <w:t>Package history:</w:t>
      </w:r>
    </w:p>
    <w:tbl>
      <w:tblPr>
        <w:tblStyle w:val="HMSTable"/>
        <w:tblW w:w="9776" w:type="dxa"/>
        <w:tblLook w:val="04A0" w:firstRow="1" w:lastRow="0" w:firstColumn="1" w:lastColumn="0" w:noHBand="0" w:noVBand="1"/>
      </w:tblPr>
      <w:tblGrid>
        <w:gridCol w:w="2432"/>
        <w:gridCol w:w="7344"/>
      </w:tblGrid>
      <w:tr w:rsidR="00EC4FA5" w:rsidTr="008E4024">
        <w:trPr>
          <w:cnfStyle w:val="100000000000" w:firstRow="1" w:lastRow="0" w:firstColumn="0" w:lastColumn="0" w:oddVBand="0" w:evenVBand="0" w:oddHBand="0" w:evenHBand="0" w:firstRowFirstColumn="0" w:firstRowLastColumn="0" w:lastRowFirstColumn="0" w:lastRowLastColumn="0"/>
        </w:trPr>
        <w:tc>
          <w:tcPr>
            <w:tcW w:w="2432" w:type="dxa"/>
          </w:tcPr>
          <w:p w:rsidR="00EC4FA5" w:rsidRDefault="00EC4FA5" w:rsidP="008E4024">
            <w:pPr>
              <w:pStyle w:val="Tabletext"/>
            </w:pPr>
            <w:r>
              <w:t>Release</w:t>
            </w:r>
          </w:p>
        </w:tc>
        <w:tc>
          <w:tcPr>
            <w:tcW w:w="7344" w:type="dxa"/>
          </w:tcPr>
          <w:p w:rsidR="00EC4FA5" w:rsidRDefault="00EC4FA5" w:rsidP="008E4024">
            <w:pPr>
              <w:pStyle w:val="Tabletext"/>
            </w:pPr>
            <w:r>
              <w:t>Update</w:t>
            </w:r>
          </w:p>
        </w:tc>
      </w:tr>
      <w:tr w:rsidR="00EC4FA5" w:rsidRPr="00D17DA3" w:rsidTr="008E4024">
        <w:trPr>
          <w:cnfStyle w:val="000000100000" w:firstRow="0" w:lastRow="0" w:firstColumn="0" w:lastColumn="0" w:oddVBand="0" w:evenVBand="0" w:oddHBand="1" w:evenHBand="0" w:firstRowFirstColumn="0" w:firstRowLastColumn="0" w:lastRowFirstColumn="0" w:lastRowLastColumn="0"/>
        </w:trPr>
        <w:tc>
          <w:tcPr>
            <w:tcW w:w="2432" w:type="dxa"/>
          </w:tcPr>
          <w:p w:rsidR="00EC4FA5" w:rsidRDefault="00EC4FA5" w:rsidP="008E4024">
            <w:pPr>
              <w:pStyle w:val="Tabletext"/>
            </w:pPr>
            <w:r>
              <w:t>First release</w:t>
            </w:r>
          </w:p>
        </w:tc>
        <w:tc>
          <w:tcPr>
            <w:tcW w:w="7344" w:type="dxa"/>
          </w:tcPr>
          <w:p w:rsidR="00EC4FA5" w:rsidRDefault="00EC4FA5" w:rsidP="008E4024">
            <w:pPr>
              <w:pStyle w:val="Tabletext"/>
            </w:pPr>
            <w:r>
              <w:t>–</w:t>
            </w:r>
          </w:p>
        </w:tc>
      </w:tr>
    </w:tbl>
    <w:p w:rsidR="000C036C" w:rsidRDefault="000C036C" w:rsidP="00EC4FA5">
      <w:pPr>
        <w:pStyle w:val="Section2"/>
        <w:pageBreakBefore/>
      </w:pPr>
      <w:r>
        <w:lastRenderedPageBreak/>
        <w:t>Reason for release:</w:t>
      </w:r>
    </w:p>
    <w:sdt>
      <w:sdtPr>
        <w:id w:val="-934130678"/>
        <w:placeholder>
          <w:docPart w:val="BAE9A6B0E54046979FFED121271871A4"/>
        </w:placeholder>
      </w:sdtPr>
      <w:sdtEndPr/>
      <w:sdtContent>
        <w:p w:rsidR="00DA6BEB" w:rsidRPr="005A5D07" w:rsidRDefault="005A5D07" w:rsidP="00DA6BEB">
          <w:pPr>
            <w:pStyle w:val="Tabletext"/>
          </w:pPr>
          <w:r w:rsidRPr="00AC44F4">
            <w:t>Add</w:t>
          </w:r>
          <w:r w:rsidR="000E115E">
            <w:t>ed</w:t>
          </w:r>
          <w:r w:rsidRPr="00AC44F4">
            <w:t xml:space="preserve"> support for </w:t>
          </w:r>
          <w:proofErr w:type="spellStart"/>
          <w:r w:rsidR="000E115E">
            <w:t>IIoT</w:t>
          </w:r>
          <w:proofErr w:type="spellEnd"/>
          <w:r w:rsidR="000E115E">
            <w:t xml:space="preserve"> protocol (OPC UA and MQTT).</w:t>
          </w:r>
        </w:p>
      </w:sdtContent>
    </w:sdt>
    <w:p w:rsidR="000C036C" w:rsidRDefault="000C036C" w:rsidP="009A5227">
      <w:pPr>
        <w:pStyle w:val="Section2"/>
      </w:pPr>
      <w:r>
        <w:t>How to upgrade from previous versions:</w:t>
      </w:r>
    </w:p>
    <w:p w:rsidR="007C0F7E" w:rsidRPr="007C0F7E" w:rsidRDefault="005A5D07" w:rsidP="005A5D07">
      <w:pPr>
        <w:pStyle w:val="BodyText"/>
      </w:pPr>
      <w:r>
        <w:t>Run the installer</w:t>
      </w:r>
    </w:p>
    <w:p w:rsidR="000C036C" w:rsidRDefault="000C036C" w:rsidP="00761BD5">
      <w:pPr>
        <w:pStyle w:val="Section2"/>
      </w:pPr>
      <w:r w:rsidRPr="00667966">
        <w:t>Known limitations:</w:t>
      </w:r>
    </w:p>
    <w:tbl>
      <w:tblPr>
        <w:tblStyle w:val="HMSTable"/>
        <w:tblW w:w="9031" w:type="dxa"/>
        <w:tblLook w:val="04A0" w:firstRow="1" w:lastRow="0" w:firstColumn="1" w:lastColumn="0" w:noHBand="0" w:noVBand="1"/>
      </w:tblPr>
      <w:tblGrid>
        <w:gridCol w:w="1947"/>
        <w:gridCol w:w="5953"/>
        <w:gridCol w:w="1131"/>
      </w:tblGrid>
      <w:tr w:rsidR="00A42616" w:rsidTr="00A42616">
        <w:trPr>
          <w:cnfStyle w:val="100000000000" w:firstRow="1" w:lastRow="0" w:firstColumn="0" w:lastColumn="0" w:oddVBand="0" w:evenVBand="0" w:oddHBand="0" w:evenHBand="0" w:firstRowFirstColumn="0" w:firstRowLastColumn="0" w:lastRowFirstColumn="0" w:lastRowLastColumn="0"/>
        </w:trPr>
        <w:tc>
          <w:tcPr>
            <w:tcW w:w="1947" w:type="dxa"/>
          </w:tcPr>
          <w:p w:rsidR="00A42616" w:rsidRDefault="00A42616" w:rsidP="007B76E6">
            <w:pPr>
              <w:pStyle w:val="Tabletext"/>
            </w:pPr>
            <w:r>
              <w:t>Title</w:t>
            </w:r>
          </w:p>
        </w:tc>
        <w:tc>
          <w:tcPr>
            <w:tcW w:w="5953" w:type="dxa"/>
          </w:tcPr>
          <w:p w:rsidR="00A42616" w:rsidRDefault="00A42616" w:rsidP="007B76E6">
            <w:pPr>
              <w:pStyle w:val="Tabletext"/>
            </w:pPr>
            <w:r>
              <w:t>Description</w:t>
            </w:r>
          </w:p>
        </w:tc>
        <w:tc>
          <w:tcPr>
            <w:tcW w:w="1131" w:type="dxa"/>
          </w:tcPr>
          <w:p w:rsidR="00A42616" w:rsidRDefault="00A42616" w:rsidP="007B76E6">
            <w:pPr>
              <w:pStyle w:val="Tabletext"/>
            </w:pPr>
            <w:r>
              <w:t>Issue(s)</w:t>
            </w:r>
          </w:p>
        </w:tc>
      </w:tr>
      <w:tr w:rsidR="00A42616" w:rsidRPr="00077D56" w:rsidTr="00A42616">
        <w:trPr>
          <w:cnfStyle w:val="000000100000" w:firstRow="0" w:lastRow="0" w:firstColumn="0" w:lastColumn="0" w:oddVBand="0" w:evenVBand="0" w:oddHBand="1" w:evenHBand="0" w:firstRowFirstColumn="0" w:firstRowLastColumn="0" w:lastRowFirstColumn="0" w:lastRowLastColumn="0"/>
        </w:trPr>
        <w:tc>
          <w:tcPr>
            <w:tcW w:w="1947" w:type="dxa"/>
          </w:tcPr>
          <w:sdt>
            <w:sdtPr>
              <w:id w:val="-126008535"/>
              <w:placeholder>
                <w:docPart w:val="150DFF14D71E4606B7093392504D593A"/>
              </w:placeholder>
            </w:sdtPr>
            <w:sdtEndPr/>
            <w:sdtContent>
              <w:p w:rsidR="00A42616" w:rsidRPr="00F4797C" w:rsidRDefault="00A42616" w:rsidP="007B76E6">
                <w:pPr>
                  <w:pStyle w:val="Tabletext"/>
                </w:pPr>
                <w:r w:rsidRPr="00A42616">
                  <w:t>Installer does not remove some cached files</w:t>
                </w:r>
              </w:p>
            </w:sdtContent>
          </w:sdt>
        </w:tc>
        <w:tc>
          <w:tcPr>
            <w:tcW w:w="5953" w:type="dxa"/>
          </w:tcPr>
          <w:p w:rsidR="00A42616" w:rsidRDefault="00A42616" w:rsidP="00A42616">
            <w:pPr>
              <w:pStyle w:val="Tabletext"/>
            </w:pPr>
            <w:r>
              <w:t>When starting the program in "debug" mode, it is possible to make some modifications to the mailbox-files and winica.ini (for example).</w:t>
            </w:r>
          </w:p>
          <w:p w:rsidR="00A42616" w:rsidRDefault="00A42616" w:rsidP="00A42616">
            <w:pPr>
              <w:pStyle w:val="Tabletext"/>
            </w:pPr>
          </w:p>
          <w:p w:rsidR="00A42616" w:rsidRPr="00073EA0" w:rsidRDefault="00A42616" w:rsidP="00A42616">
            <w:pPr>
              <w:pStyle w:val="Tabletext"/>
            </w:pPr>
            <w:r>
              <w:t>These files are normally available in the installer folder (like c:\program files\HMS\...). However, with Windows 10 (and 8) this location is not accessible to write for the application, thus these files are "cached" in a different folder (c:\Users\</w:t>
            </w:r>
            <w:r w:rsidR="00581541">
              <w:t>xxx</w:t>
            </w:r>
            <w:r>
              <w:t>\AppData\Local\VirtualStore\Program Files (x</w:t>
            </w:r>
            <w:proofErr w:type="gramStart"/>
            <w:r>
              <w:t>86)\HMS\ACM</w:t>
            </w:r>
            <w:proofErr w:type="gramEnd"/>
            <w:r>
              <w:t xml:space="preserve">). This folder is not emptied at installation, meaning that if there are files in this </w:t>
            </w:r>
            <w:proofErr w:type="gramStart"/>
            <w:r>
              <w:t>folder</w:t>
            </w:r>
            <w:proofErr w:type="gramEnd"/>
            <w:r>
              <w:t xml:space="preserve"> they will override any files which may be installed by a new installation package.</w:t>
            </w:r>
          </w:p>
        </w:tc>
        <w:tc>
          <w:tcPr>
            <w:tcW w:w="1131" w:type="dxa"/>
          </w:tcPr>
          <w:sdt>
            <w:sdtPr>
              <w:id w:val="-1072121234"/>
              <w:placeholder>
                <w:docPart w:val="AB10BC4C511944828F7D601299C600AA"/>
              </w:placeholder>
            </w:sdtPr>
            <w:sdtEndPr/>
            <w:sdtContent>
              <w:p w:rsidR="00A42616" w:rsidRDefault="00A42616" w:rsidP="007B76E6">
                <w:pPr>
                  <w:pStyle w:val="Tabletext"/>
                </w:pPr>
                <w:r>
                  <w:t xml:space="preserve"> A7061F-79</w:t>
                </w:r>
              </w:p>
            </w:sdtContent>
          </w:sdt>
        </w:tc>
      </w:tr>
    </w:tbl>
    <w:p w:rsidR="00F85913" w:rsidRDefault="000C036C" w:rsidP="00CF3F46">
      <w:pPr>
        <w:pStyle w:val="Section2"/>
      </w:pPr>
      <w:r w:rsidRPr="00667966">
        <w:br w:type="page"/>
      </w:r>
    </w:p>
    <w:p w:rsidR="00817C62" w:rsidRPr="00CF3F46" w:rsidRDefault="00817C62" w:rsidP="00817C62">
      <w:pPr>
        <w:pStyle w:val="Section2"/>
      </w:pPr>
      <w:r>
        <w:lastRenderedPageBreak/>
        <w:t xml:space="preserve">Updated in version </w:t>
      </w:r>
      <w:sdt>
        <w:sdtPr>
          <w:id w:val="1043637988"/>
          <w:placeholder>
            <w:docPart w:val="990DB3CCF2724802B1722FB481649F5D"/>
          </w:placeholder>
        </w:sdtPr>
        <w:sdtContent>
          <w:r>
            <w:t>4.5.</w:t>
          </w:r>
          <w:r>
            <w:t>1</w:t>
          </w:r>
          <w:r>
            <w:t>.0</w:t>
          </w:r>
        </w:sdtContent>
      </w:sdt>
      <w:r>
        <w:t>:</w:t>
      </w:r>
    </w:p>
    <w:tbl>
      <w:tblPr>
        <w:tblStyle w:val="HMSTable"/>
        <w:tblW w:w="10198" w:type="dxa"/>
        <w:tblLook w:val="04A0" w:firstRow="1" w:lastRow="0" w:firstColumn="1" w:lastColumn="0" w:noHBand="0" w:noVBand="1"/>
      </w:tblPr>
      <w:tblGrid>
        <w:gridCol w:w="1947"/>
        <w:gridCol w:w="1167"/>
        <w:gridCol w:w="5953"/>
        <w:gridCol w:w="1131"/>
      </w:tblGrid>
      <w:tr w:rsidR="00817C62" w:rsidTr="0011765E">
        <w:trPr>
          <w:cnfStyle w:val="100000000000" w:firstRow="1" w:lastRow="0" w:firstColumn="0" w:lastColumn="0" w:oddVBand="0" w:evenVBand="0" w:oddHBand="0" w:evenHBand="0" w:firstRowFirstColumn="0" w:firstRowLastColumn="0" w:lastRowFirstColumn="0" w:lastRowLastColumn="0"/>
        </w:trPr>
        <w:tc>
          <w:tcPr>
            <w:tcW w:w="1947" w:type="dxa"/>
          </w:tcPr>
          <w:p w:rsidR="00817C62" w:rsidRDefault="00817C62" w:rsidP="0011765E">
            <w:pPr>
              <w:pStyle w:val="Tabletext"/>
            </w:pPr>
            <w:r>
              <w:t>Title</w:t>
            </w:r>
          </w:p>
        </w:tc>
        <w:tc>
          <w:tcPr>
            <w:tcW w:w="1167" w:type="dxa"/>
          </w:tcPr>
          <w:p w:rsidR="00817C62" w:rsidRDefault="00817C62" w:rsidP="0011765E">
            <w:pPr>
              <w:pStyle w:val="Tabletext"/>
            </w:pPr>
            <w:r>
              <w:t>Category</w:t>
            </w:r>
          </w:p>
        </w:tc>
        <w:tc>
          <w:tcPr>
            <w:tcW w:w="5953" w:type="dxa"/>
          </w:tcPr>
          <w:p w:rsidR="00817C62" w:rsidRDefault="00817C62" w:rsidP="0011765E">
            <w:pPr>
              <w:pStyle w:val="Tabletext"/>
            </w:pPr>
            <w:r>
              <w:t>Description</w:t>
            </w:r>
          </w:p>
        </w:tc>
        <w:tc>
          <w:tcPr>
            <w:tcW w:w="1131" w:type="dxa"/>
          </w:tcPr>
          <w:p w:rsidR="00817C62" w:rsidRDefault="00817C62" w:rsidP="0011765E">
            <w:pPr>
              <w:pStyle w:val="Tabletext"/>
            </w:pPr>
            <w:r>
              <w:t>Issue(s)</w:t>
            </w:r>
          </w:p>
        </w:tc>
      </w:tr>
      <w:tr w:rsidR="00817C62" w:rsidRPr="00077D56" w:rsidTr="0011765E">
        <w:trPr>
          <w:cnfStyle w:val="000000100000" w:firstRow="0" w:lastRow="0" w:firstColumn="0" w:lastColumn="0" w:oddVBand="0" w:evenVBand="0" w:oddHBand="1" w:evenHBand="0" w:firstRowFirstColumn="0" w:firstRowLastColumn="0" w:lastRowFirstColumn="0" w:lastRowLastColumn="0"/>
        </w:trPr>
        <w:tc>
          <w:tcPr>
            <w:tcW w:w="1947" w:type="dxa"/>
          </w:tcPr>
          <w:sdt>
            <w:sdtPr>
              <w:id w:val="-574055962"/>
              <w:placeholder>
                <w:docPart w:val="690FAEC34236437E9D26D33B6135C2AF"/>
              </w:placeholder>
            </w:sdtPr>
            <w:sdtContent>
              <w:sdt>
                <w:sdtPr>
                  <w:id w:val="1225176170"/>
                  <w:placeholder>
                    <w:docPart w:val="34F9E2E273484224B1CEB764B8A751AA"/>
                  </w:placeholder>
                </w:sdtPr>
                <w:sdtContent>
                  <w:p w:rsidR="00817C62" w:rsidRPr="00817C62" w:rsidRDefault="00817C62" w:rsidP="00817C62">
                    <w:pPr>
                      <w:pStyle w:val="Tabletext"/>
                      <w:rPr>
                        <w:rFonts w:ascii="Calibri" w:hAnsi="Calibri"/>
                        <w:sz w:val="22"/>
                      </w:rPr>
                    </w:pPr>
                    <w:r w:rsidRPr="00A42616">
                      <w:t>Installer does not remove some cached files</w:t>
                    </w:r>
                  </w:p>
                </w:sdtContent>
              </w:sdt>
              <w:p w:rsidR="00817C62" w:rsidRPr="00F4797C" w:rsidRDefault="00817C62" w:rsidP="0011765E">
                <w:pPr>
                  <w:pStyle w:val="Tabletext"/>
                </w:pPr>
              </w:p>
            </w:sdtContent>
          </w:sdt>
        </w:tc>
        <w:sdt>
          <w:sdtPr>
            <w:id w:val="1505632367"/>
            <w:placeholder>
              <w:docPart w:val="2875EB53457841168F4E74BA998778E8"/>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Content>
            <w:tc>
              <w:tcPr>
                <w:tcW w:w="1167" w:type="dxa"/>
              </w:tcPr>
              <w:p w:rsidR="00817C62" w:rsidRPr="00073EA0" w:rsidRDefault="00817C62" w:rsidP="0011765E">
                <w:pPr>
                  <w:pStyle w:val="Tabletext"/>
                </w:pPr>
                <w:r>
                  <w:t>Improved functionality</w:t>
                </w:r>
              </w:p>
            </w:tc>
          </w:sdtContent>
        </w:sdt>
        <w:tc>
          <w:tcPr>
            <w:tcW w:w="5953" w:type="dxa"/>
          </w:tcPr>
          <w:sdt>
            <w:sdtPr>
              <w:id w:val="-2068723510"/>
              <w:placeholder>
                <w:docPart w:val="171683D1316948CAAF36DE42245F1115"/>
              </w:placeholder>
            </w:sdtPr>
            <w:sdtContent>
              <w:sdt>
                <w:sdtPr>
                  <w:id w:val="1240981415"/>
                  <w:placeholder>
                    <w:docPart w:val="00A8B239D0674CDD8F4DB5F4BFADC589"/>
                  </w:placeholder>
                </w:sdtPr>
                <w:sdtContent>
                  <w:p w:rsidR="00817C62" w:rsidRDefault="00817C62" w:rsidP="0011765E">
                    <w:pPr>
                      <w:pStyle w:val="Tabletext"/>
                    </w:pPr>
                    <w:r>
                      <w:t>Changed so that the installer removes the “virtual store” for the installer and the un-installer. Keeping the “virtual store” could in some cases cause old versions of files to continue being used even when a newer version is available in a newer version of the program.</w:t>
                    </w:r>
                  </w:p>
                </w:sdtContent>
              </w:sdt>
              <w:p w:rsidR="00817C62" w:rsidRPr="00073EA0" w:rsidRDefault="00817C62" w:rsidP="0011765E">
                <w:pPr>
                  <w:pStyle w:val="Tabletext"/>
                </w:pPr>
              </w:p>
            </w:sdtContent>
          </w:sdt>
        </w:tc>
        <w:tc>
          <w:tcPr>
            <w:tcW w:w="1131" w:type="dxa"/>
          </w:tcPr>
          <w:sdt>
            <w:sdtPr>
              <w:id w:val="1693643777"/>
              <w:placeholder>
                <w:docPart w:val="1EC6E30B407A46D2B425FAE0C191F061"/>
              </w:placeholder>
            </w:sdtPr>
            <w:sdtContent>
              <w:p w:rsidR="00817C62" w:rsidRDefault="00817C62" w:rsidP="0011765E">
                <w:pPr>
                  <w:pStyle w:val="Tabletext"/>
                </w:pPr>
                <w:r>
                  <w:t xml:space="preserve"> A7061F-</w:t>
                </w:r>
                <w:r>
                  <w:t>79</w:t>
                </w:r>
              </w:p>
            </w:sdtContent>
          </w:sdt>
        </w:tc>
      </w:tr>
    </w:tbl>
    <w:p w:rsidR="000E115E" w:rsidRPr="00CF3F46" w:rsidRDefault="000E115E" w:rsidP="000E115E">
      <w:pPr>
        <w:pStyle w:val="Section2"/>
      </w:pPr>
      <w:r>
        <w:t xml:space="preserve">Updated in version </w:t>
      </w:r>
      <w:sdt>
        <w:sdtPr>
          <w:id w:val="-1329433684"/>
          <w:placeholder>
            <w:docPart w:val="7CB331986ADD46E8A49F740ABB85470F"/>
          </w:placeholder>
        </w:sdtPr>
        <w:sdtEndPr/>
        <w:sdtContent>
          <w:r>
            <w:t>4.5</w:t>
          </w:r>
          <w:bookmarkStart w:id="0" w:name="_GoBack"/>
          <w:bookmarkEnd w:id="0"/>
          <w:r>
            <w:t>.0.0</w:t>
          </w:r>
        </w:sdtContent>
      </w:sdt>
      <w:r>
        <w:t>:</w:t>
      </w:r>
    </w:p>
    <w:tbl>
      <w:tblPr>
        <w:tblStyle w:val="HMSTable"/>
        <w:tblW w:w="10198" w:type="dxa"/>
        <w:tblLook w:val="04A0" w:firstRow="1" w:lastRow="0" w:firstColumn="1" w:lastColumn="0" w:noHBand="0" w:noVBand="1"/>
      </w:tblPr>
      <w:tblGrid>
        <w:gridCol w:w="1947"/>
        <w:gridCol w:w="1167"/>
        <w:gridCol w:w="5953"/>
        <w:gridCol w:w="1131"/>
      </w:tblGrid>
      <w:tr w:rsidR="000E115E" w:rsidTr="008055F8">
        <w:trPr>
          <w:cnfStyle w:val="100000000000" w:firstRow="1" w:lastRow="0" w:firstColumn="0" w:lastColumn="0" w:oddVBand="0" w:evenVBand="0" w:oddHBand="0" w:evenHBand="0" w:firstRowFirstColumn="0" w:firstRowLastColumn="0" w:lastRowFirstColumn="0" w:lastRowLastColumn="0"/>
        </w:trPr>
        <w:tc>
          <w:tcPr>
            <w:tcW w:w="1947" w:type="dxa"/>
          </w:tcPr>
          <w:p w:rsidR="000E115E" w:rsidRDefault="000E115E" w:rsidP="007B76E6">
            <w:pPr>
              <w:pStyle w:val="Tabletext"/>
            </w:pPr>
            <w:r>
              <w:t>Title</w:t>
            </w:r>
          </w:p>
        </w:tc>
        <w:tc>
          <w:tcPr>
            <w:tcW w:w="1167" w:type="dxa"/>
          </w:tcPr>
          <w:p w:rsidR="000E115E" w:rsidRDefault="000E115E" w:rsidP="007B76E6">
            <w:pPr>
              <w:pStyle w:val="Tabletext"/>
            </w:pPr>
            <w:r>
              <w:t>Category</w:t>
            </w:r>
          </w:p>
        </w:tc>
        <w:tc>
          <w:tcPr>
            <w:tcW w:w="5953" w:type="dxa"/>
          </w:tcPr>
          <w:p w:rsidR="000E115E" w:rsidRDefault="000E115E" w:rsidP="007B76E6">
            <w:pPr>
              <w:pStyle w:val="Tabletext"/>
            </w:pPr>
            <w:r>
              <w:t>Description</w:t>
            </w:r>
          </w:p>
        </w:tc>
        <w:tc>
          <w:tcPr>
            <w:tcW w:w="1131" w:type="dxa"/>
          </w:tcPr>
          <w:p w:rsidR="000E115E" w:rsidRDefault="000E115E" w:rsidP="007B76E6">
            <w:pPr>
              <w:pStyle w:val="Tabletext"/>
            </w:pPr>
            <w:r>
              <w:t>Issue(s)</w:t>
            </w:r>
          </w:p>
        </w:tc>
      </w:tr>
      <w:tr w:rsidR="000E115E" w:rsidRPr="00077D56" w:rsidTr="008055F8">
        <w:trPr>
          <w:cnfStyle w:val="000000100000" w:firstRow="0" w:lastRow="0" w:firstColumn="0" w:lastColumn="0" w:oddVBand="0" w:evenVBand="0" w:oddHBand="1" w:evenHBand="0" w:firstRowFirstColumn="0" w:firstRowLastColumn="0" w:lastRowFirstColumn="0" w:lastRowLastColumn="0"/>
        </w:trPr>
        <w:tc>
          <w:tcPr>
            <w:tcW w:w="1947" w:type="dxa"/>
          </w:tcPr>
          <w:sdt>
            <w:sdtPr>
              <w:id w:val="-395446128"/>
              <w:placeholder>
                <w:docPart w:val="03AC9F516E20416B83088B02C8FB0F65"/>
              </w:placeholder>
            </w:sdtPr>
            <w:sdtEndPr/>
            <w:sdtContent>
              <w:p w:rsidR="000E115E" w:rsidRPr="00F4797C" w:rsidRDefault="000E115E" w:rsidP="007B76E6">
                <w:pPr>
                  <w:pStyle w:val="Tabletext"/>
                </w:pPr>
                <w:r>
                  <w:t xml:space="preserve">Added support for </w:t>
                </w:r>
                <w:proofErr w:type="spellStart"/>
                <w:r>
                  <w:t>IIoT</w:t>
                </w:r>
                <w:proofErr w:type="spellEnd"/>
              </w:p>
            </w:sdtContent>
          </w:sdt>
        </w:tc>
        <w:sdt>
          <w:sdtPr>
            <w:id w:val="279314536"/>
            <w:placeholder>
              <w:docPart w:val="CDE1E064EE6D41AFBC86A07BF343C2BE"/>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0E115E" w:rsidRPr="00073EA0" w:rsidRDefault="000E115E" w:rsidP="007B76E6">
                <w:pPr>
                  <w:pStyle w:val="Tabletext"/>
                </w:pPr>
                <w:r>
                  <w:t>New functionality</w:t>
                </w:r>
              </w:p>
            </w:tc>
          </w:sdtContent>
        </w:sdt>
        <w:tc>
          <w:tcPr>
            <w:tcW w:w="5953" w:type="dxa"/>
          </w:tcPr>
          <w:sdt>
            <w:sdtPr>
              <w:id w:val="-761142863"/>
              <w:placeholder>
                <w:docPart w:val="CF8C949BE3E74F119C36B172E6E6397C"/>
              </w:placeholder>
            </w:sdtPr>
            <w:sdtEndPr/>
            <w:sdtContent>
              <w:sdt>
                <w:sdtPr>
                  <w:id w:val="-1130168907"/>
                  <w:placeholder>
                    <w:docPart w:val="38FBBDECB81141F5A987F91E55A45021"/>
                  </w:placeholder>
                </w:sdtPr>
                <w:sdtEndPr/>
                <w:sdtContent>
                  <w:p w:rsidR="000E115E" w:rsidRDefault="000E115E" w:rsidP="007B76E6">
                    <w:pPr>
                      <w:pStyle w:val="Tabletext"/>
                    </w:pPr>
                    <w:r>
                      <w:t xml:space="preserve">Possibility to select </w:t>
                    </w:r>
                    <w:proofErr w:type="spellStart"/>
                    <w:r>
                      <w:t>IIoT</w:t>
                    </w:r>
                    <w:proofErr w:type="spellEnd"/>
                    <w:r>
                      <w:t xml:space="preserve"> Server has been added to be able to configure settings for the Anybus Communicator RSXXX </w:t>
                    </w:r>
                    <w:proofErr w:type="gramStart"/>
                    <w:r>
                      <w:t xml:space="preserve">-  </w:t>
                    </w:r>
                    <w:proofErr w:type="spellStart"/>
                    <w:r>
                      <w:t>IIoT</w:t>
                    </w:r>
                    <w:proofErr w:type="spellEnd"/>
                    <w:proofErr w:type="gramEnd"/>
                  </w:p>
                </w:sdtContent>
              </w:sdt>
              <w:p w:rsidR="000E115E" w:rsidRPr="00073EA0" w:rsidRDefault="00817C62" w:rsidP="007B76E6">
                <w:pPr>
                  <w:pStyle w:val="Tabletext"/>
                </w:pPr>
              </w:p>
            </w:sdtContent>
          </w:sdt>
        </w:tc>
        <w:tc>
          <w:tcPr>
            <w:tcW w:w="1131" w:type="dxa"/>
          </w:tcPr>
          <w:sdt>
            <w:sdtPr>
              <w:id w:val="2017807983"/>
              <w:placeholder>
                <w:docPart w:val="B64F441FB37E496B8E240F2F89637567"/>
              </w:placeholder>
            </w:sdtPr>
            <w:sdtEndPr/>
            <w:sdtContent>
              <w:p w:rsidR="000E115E" w:rsidRDefault="000E115E" w:rsidP="007B76E6">
                <w:pPr>
                  <w:pStyle w:val="Tabletext"/>
                </w:pPr>
                <w:r>
                  <w:t xml:space="preserve"> </w:t>
                </w:r>
                <w:r w:rsidR="008055F8">
                  <w:t>A7061F-75</w:t>
                </w:r>
              </w:p>
            </w:sdtContent>
          </w:sdt>
        </w:tc>
      </w:tr>
    </w:tbl>
    <w:p w:rsidR="00F85913" w:rsidRPr="00CF3F46" w:rsidRDefault="00F85913" w:rsidP="008055F8">
      <w:pPr>
        <w:pStyle w:val="Section2"/>
        <w:pageBreakBefore/>
      </w:pPr>
      <w:r>
        <w:lastRenderedPageBreak/>
        <w:t xml:space="preserve">Updated in version </w:t>
      </w:r>
      <w:sdt>
        <w:sdtPr>
          <w:id w:val="1404332852"/>
          <w:placeholder>
            <w:docPart w:val="C6F0FA62105441F2863A92B00ADBEEE7"/>
          </w:placeholder>
        </w:sdtPr>
        <w:sdtEndPr/>
        <w:sdtContent>
          <w:r>
            <w:t>4.4.1.</w:t>
          </w:r>
          <w:r w:rsidR="0099682E">
            <w:t>3</w:t>
          </w:r>
        </w:sdtContent>
      </w:sdt>
      <w:r>
        <w:t>:</w:t>
      </w:r>
    </w:p>
    <w:tbl>
      <w:tblPr>
        <w:tblStyle w:val="HMSTable"/>
        <w:tblW w:w="10198" w:type="dxa"/>
        <w:tblLook w:val="04A0" w:firstRow="1" w:lastRow="0" w:firstColumn="1" w:lastColumn="0" w:noHBand="0" w:noVBand="1"/>
      </w:tblPr>
      <w:tblGrid>
        <w:gridCol w:w="1947"/>
        <w:gridCol w:w="1167"/>
        <w:gridCol w:w="6092"/>
        <w:gridCol w:w="992"/>
      </w:tblGrid>
      <w:tr w:rsidR="00F85913" w:rsidTr="008E4024">
        <w:trPr>
          <w:cnfStyle w:val="100000000000" w:firstRow="1" w:lastRow="0" w:firstColumn="0" w:lastColumn="0" w:oddVBand="0" w:evenVBand="0" w:oddHBand="0" w:evenHBand="0" w:firstRowFirstColumn="0" w:firstRowLastColumn="0" w:lastRowFirstColumn="0" w:lastRowLastColumn="0"/>
        </w:trPr>
        <w:tc>
          <w:tcPr>
            <w:tcW w:w="1947" w:type="dxa"/>
          </w:tcPr>
          <w:p w:rsidR="00F85913" w:rsidRDefault="00F85913" w:rsidP="008E4024">
            <w:pPr>
              <w:pStyle w:val="Tabletext"/>
            </w:pPr>
            <w:r>
              <w:t>Title</w:t>
            </w:r>
          </w:p>
        </w:tc>
        <w:tc>
          <w:tcPr>
            <w:tcW w:w="1167" w:type="dxa"/>
          </w:tcPr>
          <w:p w:rsidR="00F85913" w:rsidRDefault="00F85913" w:rsidP="008E4024">
            <w:pPr>
              <w:pStyle w:val="Tabletext"/>
            </w:pPr>
            <w:r>
              <w:t>Category</w:t>
            </w:r>
          </w:p>
        </w:tc>
        <w:tc>
          <w:tcPr>
            <w:tcW w:w="6092" w:type="dxa"/>
          </w:tcPr>
          <w:p w:rsidR="00F85913" w:rsidRDefault="00F85913" w:rsidP="008E4024">
            <w:pPr>
              <w:pStyle w:val="Tabletext"/>
            </w:pPr>
            <w:r>
              <w:t>Description</w:t>
            </w:r>
          </w:p>
        </w:tc>
        <w:tc>
          <w:tcPr>
            <w:tcW w:w="992" w:type="dxa"/>
          </w:tcPr>
          <w:p w:rsidR="00F85913" w:rsidRDefault="00F85913" w:rsidP="008E4024">
            <w:pPr>
              <w:pStyle w:val="Tabletext"/>
            </w:pPr>
            <w:r>
              <w:t>Issue(s)</w:t>
            </w:r>
          </w:p>
        </w:tc>
      </w:tr>
      <w:tr w:rsidR="00F85913" w:rsidRPr="00077D56" w:rsidTr="008E4024">
        <w:trPr>
          <w:cnfStyle w:val="000000100000" w:firstRow="0" w:lastRow="0" w:firstColumn="0" w:lastColumn="0" w:oddVBand="0" w:evenVBand="0" w:oddHBand="1" w:evenHBand="0" w:firstRowFirstColumn="0" w:firstRowLastColumn="0" w:lastRowFirstColumn="0" w:lastRowLastColumn="0"/>
        </w:trPr>
        <w:tc>
          <w:tcPr>
            <w:tcW w:w="1947" w:type="dxa"/>
          </w:tcPr>
          <w:sdt>
            <w:sdtPr>
              <w:id w:val="-1179738860"/>
              <w:placeholder>
                <w:docPart w:val="2350EF5C9C5548A0A889E82CAF6D41B8"/>
              </w:placeholder>
            </w:sdtPr>
            <w:sdtEndPr/>
            <w:sdtContent>
              <w:p w:rsidR="00F85913" w:rsidRPr="00F4797C" w:rsidRDefault="00F85913" w:rsidP="008E4024">
                <w:pPr>
                  <w:pStyle w:val="Tabletext"/>
                </w:pPr>
                <w:r>
                  <w:t>Added support for PROFINET IRT</w:t>
                </w:r>
              </w:p>
            </w:sdtContent>
          </w:sdt>
        </w:tc>
        <w:sdt>
          <w:sdtPr>
            <w:id w:val="1971088152"/>
            <w:placeholder>
              <w:docPart w:val="05F8F845DEA24659A02B7D1569E21C0C"/>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F85913" w:rsidRPr="00073EA0" w:rsidRDefault="00F85913" w:rsidP="008E4024">
                <w:pPr>
                  <w:pStyle w:val="Tabletext"/>
                </w:pPr>
                <w:r>
                  <w:t>New functionality</w:t>
                </w:r>
              </w:p>
            </w:tc>
          </w:sdtContent>
        </w:sdt>
        <w:tc>
          <w:tcPr>
            <w:tcW w:w="6092" w:type="dxa"/>
          </w:tcPr>
          <w:sdt>
            <w:sdtPr>
              <w:id w:val="-548917257"/>
              <w:placeholder>
                <w:docPart w:val="E12EC20A4DE24139B9A028C30924F4C1"/>
              </w:placeholder>
            </w:sdtPr>
            <w:sdtEndPr/>
            <w:sdtContent>
              <w:sdt>
                <w:sdtPr>
                  <w:id w:val="1553959174"/>
                  <w:placeholder>
                    <w:docPart w:val="374E377542244B60A03F9533EBFC7027"/>
                  </w:placeholder>
                </w:sdtPr>
                <w:sdtEndPr/>
                <w:sdtContent>
                  <w:p w:rsidR="00F85913" w:rsidRDefault="00F85913" w:rsidP="008E4024">
                    <w:pPr>
                      <w:pStyle w:val="Tabletext"/>
                    </w:pPr>
                    <w:proofErr w:type="spellStart"/>
                    <w:r>
                      <w:t>Possibliyt</w:t>
                    </w:r>
                    <w:proofErr w:type="spellEnd"/>
                    <w:r>
                      <w:t xml:space="preserve"> to select PROFINET IRT has been added to be able to configure settings for the Anybus Communicator RSXXX -  PROFINET IRT</w:t>
                    </w:r>
                  </w:p>
                </w:sdtContent>
              </w:sdt>
              <w:p w:rsidR="00F85913" w:rsidRPr="00073EA0" w:rsidRDefault="00817C62" w:rsidP="008E4024">
                <w:pPr>
                  <w:pStyle w:val="Tabletext"/>
                </w:pPr>
              </w:p>
            </w:sdtContent>
          </w:sdt>
        </w:tc>
        <w:tc>
          <w:tcPr>
            <w:tcW w:w="992" w:type="dxa"/>
          </w:tcPr>
          <w:sdt>
            <w:sdtPr>
              <w:id w:val="57761764"/>
              <w:placeholder>
                <w:docPart w:val="6980A6C712A6434C8BBDC0306ACA5A26"/>
              </w:placeholder>
            </w:sdtPr>
            <w:sdtEndPr/>
            <w:sdtContent>
              <w:p w:rsidR="00F85913" w:rsidRDefault="00F85913" w:rsidP="008E4024">
                <w:pPr>
                  <w:pStyle w:val="Tabletext"/>
                </w:pPr>
                <w:r>
                  <w:t xml:space="preserve"> </w:t>
                </w:r>
                <w:r w:rsidRPr="00F85913">
                  <w:t>US1271</w:t>
                </w:r>
              </w:p>
            </w:sdtContent>
          </w:sdt>
        </w:tc>
      </w:tr>
      <w:tr w:rsidR="00F85913" w:rsidRPr="00077D56" w:rsidTr="008E4024">
        <w:tc>
          <w:tcPr>
            <w:tcW w:w="1947" w:type="dxa"/>
          </w:tcPr>
          <w:sdt>
            <w:sdtPr>
              <w:id w:val="143478676"/>
              <w:placeholder>
                <w:docPart w:val="54092F473A8C44DAB18DFB364DA8AADA"/>
              </w:placeholder>
            </w:sdtPr>
            <w:sdtEndPr/>
            <w:sdtContent>
              <w:p w:rsidR="00F85913" w:rsidRPr="00F4797C" w:rsidRDefault="00F85913" w:rsidP="00F85913">
                <w:pPr>
                  <w:pStyle w:val="Tabletext"/>
                </w:pPr>
                <w:r>
                  <w:t xml:space="preserve">Added support for </w:t>
                </w:r>
                <w:r w:rsidRPr="00F85913">
                  <w:t>CC-Link IE Field</w:t>
                </w:r>
              </w:p>
            </w:sdtContent>
          </w:sdt>
        </w:tc>
        <w:sdt>
          <w:sdtPr>
            <w:id w:val="1017583735"/>
            <w:placeholder>
              <w:docPart w:val="29C57472083F49E182018C3DE1D71D9B"/>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F85913" w:rsidRPr="00073EA0" w:rsidRDefault="00F85913" w:rsidP="008E4024">
                <w:pPr>
                  <w:pStyle w:val="Tabletext"/>
                </w:pPr>
                <w:r>
                  <w:t>New functionality</w:t>
                </w:r>
              </w:p>
            </w:tc>
          </w:sdtContent>
        </w:sdt>
        <w:tc>
          <w:tcPr>
            <w:tcW w:w="6092" w:type="dxa"/>
          </w:tcPr>
          <w:sdt>
            <w:sdtPr>
              <w:id w:val="-395664372"/>
              <w:placeholder>
                <w:docPart w:val="20D2EAEA5B28455490C5BA8EEE620BA7"/>
              </w:placeholder>
            </w:sdtPr>
            <w:sdtEndPr/>
            <w:sdtContent>
              <w:sdt>
                <w:sdtPr>
                  <w:id w:val="1919282838"/>
                  <w:placeholder>
                    <w:docPart w:val="3C179B9E303B454E8BCBFB15DB5A1F12"/>
                  </w:placeholder>
                </w:sdtPr>
                <w:sdtEndPr/>
                <w:sdtContent>
                  <w:p w:rsidR="00F85913" w:rsidRDefault="00F85913" w:rsidP="00F85913">
                    <w:pPr>
                      <w:pStyle w:val="Tabletext"/>
                    </w:pPr>
                    <w:proofErr w:type="spellStart"/>
                    <w:r>
                      <w:t>Possibliyt</w:t>
                    </w:r>
                    <w:proofErr w:type="spellEnd"/>
                    <w:r>
                      <w:t xml:space="preserve"> to select </w:t>
                    </w:r>
                    <w:r w:rsidRPr="00F85913">
                      <w:t>CC-Link IE Field</w:t>
                    </w:r>
                    <w:r>
                      <w:t xml:space="preserve"> has been added to be able to configure settings for the Anybus Communicator RSXXX -  </w:t>
                    </w:r>
                    <w:r w:rsidRPr="00F85913">
                      <w:t>CC-Link IE Field</w:t>
                    </w:r>
                  </w:p>
                </w:sdtContent>
              </w:sdt>
              <w:p w:rsidR="00F85913" w:rsidRPr="00073EA0" w:rsidRDefault="00817C62" w:rsidP="00F85913">
                <w:pPr>
                  <w:pStyle w:val="Tabletext"/>
                </w:pPr>
              </w:p>
            </w:sdtContent>
          </w:sdt>
        </w:tc>
        <w:tc>
          <w:tcPr>
            <w:tcW w:w="992" w:type="dxa"/>
          </w:tcPr>
          <w:sdt>
            <w:sdtPr>
              <w:id w:val="-1244179244"/>
              <w:placeholder>
                <w:docPart w:val="DFAC9089059642348F255B6544DD38F0"/>
              </w:placeholder>
            </w:sdtPr>
            <w:sdtEndPr/>
            <w:sdtContent>
              <w:p w:rsidR="00F85913" w:rsidRDefault="00F85913" w:rsidP="00F85913">
                <w:pPr>
                  <w:pStyle w:val="Tabletext"/>
                </w:pPr>
                <w:r>
                  <w:t xml:space="preserve"> </w:t>
                </w:r>
                <w:r w:rsidRPr="00F85913">
                  <w:t>US1</w:t>
                </w:r>
                <w:r>
                  <w:t>377</w:t>
                </w:r>
              </w:p>
            </w:sdtContent>
          </w:sdt>
        </w:tc>
      </w:tr>
      <w:tr w:rsidR="00F85913" w:rsidRPr="007D0C87" w:rsidTr="008E4024">
        <w:trPr>
          <w:cnfStyle w:val="000000100000" w:firstRow="0" w:lastRow="0" w:firstColumn="0" w:lastColumn="0" w:oddVBand="0" w:evenVBand="0" w:oddHBand="1" w:evenHBand="0" w:firstRowFirstColumn="0" w:firstRowLastColumn="0" w:lastRowFirstColumn="0" w:lastRowLastColumn="0"/>
        </w:trPr>
        <w:tc>
          <w:tcPr>
            <w:tcW w:w="1947" w:type="dxa"/>
          </w:tcPr>
          <w:sdt>
            <w:sdtPr>
              <w:id w:val="-1767991918"/>
              <w:placeholder>
                <w:docPart w:val="9236F833DA004F7A996F2297044DBE5E"/>
              </w:placeholder>
            </w:sdtPr>
            <w:sdtEndPr/>
            <w:sdtContent>
              <w:p w:rsidR="00F85913" w:rsidRPr="00F4797C" w:rsidRDefault="00F85913" w:rsidP="008E4024">
                <w:pPr>
                  <w:pStyle w:val="Tabletext"/>
                </w:pPr>
                <w:r w:rsidRPr="00F85913">
                  <w:t xml:space="preserve">Change </w:t>
                </w:r>
                <w:proofErr w:type="spellStart"/>
                <w:r w:rsidRPr="00F85913">
                  <w:t>EtherNet</w:t>
                </w:r>
                <w:proofErr w:type="spellEnd"/>
                <w:r w:rsidRPr="00F85913">
                  <w:t xml:space="preserve">/IP 2-port to </w:t>
                </w:r>
                <w:proofErr w:type="spellStart"/>
                <w:r w:rsidRPr="00F85913">
                  <w:t>EtherNet</w:t>
                </w:r>
                <w:proofErr w:type="spellEnd"/>
                <w:r w:rsidRPr="00F85913">
                  <w:t xml:space="preserve"> &amp; Modbus-TCP 2-Port</w:t>
                </w:r>
              </w:p>
            </w:sdtContent>
          </w:sdt>
        </w:tc>
        <w:sdt>
          <w:sdtPr>
            <w:id w:val="1453601109"/>
            <w:placeholder>
              <w:docPart w:val="A8EA495E790645E0A5B3BB73673D0237"/>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F85913" w:rsidRPr="00073EA0" w:rsidRDefault="00F85913" w:rsidP="008E4024">
                <w:pPr>
                  <w:pStyle w:val="Tabletext"/>
                </w:pPr>
                <w:r>
                  <w:t>Other change</w:t>
                </w:r>
              </w:p>
            </w:tc>
          </w:sdtContent>
        </w:sdt>
        <w:tc>
          <w:tcPr>
            <w:tcW w:w="6092" w:type="dxa"/>
          </w:tcPr>
          <w:sdt>
            <w:sdtPr>
              <w:id w:val="-571962878"/>
              <w:placeholder>
                <w:docPart w:val="E74110FBE0B84B91AB987A2F7E825C56"/>
              </w:placeholder>
            </w:sdtPr>
            <w:sdtEndPr/>
            <w:sdtContent>
              <w:p w:rsidR="00F85913" w:rsidRPr="00073EA0" w:rsidRDefault="007D0C87" w:rsidP="007D0C87">
                <w:pPr>
                  <w:pStyle w:val="Tabletext"/>
                </w:pPr>
                <w:r>
                  <w:t>Changed name of the “</w:t>
                </w:r>
                <w:proofErr w:type="spellStart"/>
                <w:r>
                  <w:t>EtherNet</w:t>
                </w:r>
                <w:proofErr w:type="spellEnd"/>
                <w:r>
                  <w:t xml:space="preserve">/IP 2-port” </w:t>
                </w:r>
                <w:proofErr w:type="spellStart"/>
                <w:r>
                  <w:t>fielbus</w:t>
                </w:r>
                <w:proofErr w:type="spellEnd"/>
                <w:r>
                  <w:t xml:space="preserve"> type selection to “</w:t>
                </w:r>
                <w:proofErr w:type="spellStart"/>
                <w:r w:rsidRPr="007D0C87">
                  <w:t>EtherNet</w:t>
                </w:r>
                <w:proofErr w:type="spellEnd"/>
                <w:r w:rsidRPr="007D0C87">
                  <w:t>/IP &amp; Modbus-TCP 2-Port</w:t>
                </w:r>
                <w:r>
                  <w:t>”. This to make it clear that this is also possible to use with Modbus-TCP</w:t>
                </w:r>
              </w:p>
            </w:sdtContent>
          </w:sdt>
        </w:tc>
        <w:tc>
          <w:tcPr>
            <w:tcW w:w="992" w:type="dxa"/>
          </w:tcPr>
          <w:sdt>
            <w:sdtPr>
              <w:id w:val="-1080299223"/>
              <w:placeholder>
                <w:docPart w:val="A08B2C2471384793934FB00470DCDC0E"/>
              </w:placeholder>
            </w:sdtPr>
            <w:sdtEndPr/>
            <w:sdtContent>
              <w:p w:rsidR="00F85913" w:rsidRDefault="00F85913" w:rsidP="008E4024">
                <w:pPr>
                  <w:pStyle w:val="Tabletext"/>
                </w:pPr>
                <w:r w:rsidRPr="00F85913">
                  <w:t>US1272</w:t>
                </w:r>
                <w:r w:rsidRPr="00F85913">
                  <w:tab/>
                </w:r>
              </w:p>
            </w:sdtContent>
          </w:sdt>
        </w:tc>
      </w:tr>
      <w:tr w:rsidR="00F85913" w:rsidRPr="00077D56" w:rsidTr="008E4024">
        <w:tc>
          <w:tcPr>
            <w:tcW w:w="1947" w:type="dxa"/>
          </w:tcPr>
          <w:sdt>
            <w:sdtPr>
              <w:id w:val="362712528"/>
              <w:placeholder>
                <w:docPart w:val="C6413E1E144B4E2BB839FA9E9FA83020"/>
              </w:placeholder>
            </w:sdtPr>
            <w:sdtEndPr/>
            <w:sdtContent>
              <w:p w:rsidR="00F85913" w:rsidRPr="00F4797C" w:rsidRDefault="0000528E" w:rsidP="0000528E">
                <w:pPr>
                  <w:pStyle w:val="Tabletext"/>
                </w:pPr>
                <w:r>
                  <w:t xml:space="preserve">Removed </w:t>
                </w:r>
                <w:r w:rsidR="007D0C87" w:rsidRPr="007D0C87">
                  <w:t>TCP/IP Settings for PROFINET</w:t>
                </w:r>
                <w:r>
                  <w:t xml:space="preserve"> IO</w:t>
                </w:r>
              </w:p>
            </w:sdtContent>
          </w:sdt>
        </w:tc>
        <w:sdt>
          <w:sdtPr>
            <w:id w:val="-794058587"/>
            <w:placeholder>
              <w:docPart w:val="3E7FAF1D6FED42A78A2F9F23073E3119"/>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F85913" w:rsidRPr="00073EA0" w:rsidRDefault="0000528E" w:rsidP="008E4024">
                <w:pPr>
                  <w:pStyle w:val="Tabletext"/>
                </w:pPr>
                <w:r>
                  <w:t>Bug fix</w:t>
                </w:r>
              </w:p>
            </w:tc>
          </w:sdtContent>
        </w:sdt>
        <w:tc>
          <w:tcPr>
            <w:tcW w:w="6092" w:type="dxa"/>
          </w:tcPr>
          <w:sdt>
            <w:sdtPr>
              <w:id w:val="1209999067"/>
              <w:placeholder>
                <w:docPart w:val="6DF0B5E29D224E478365182940AC5582"/>
              </w:placeholder>
            </w:sdtPr>
            <w:sdtEndPr/>
            <w:sdtContent>
              <w:p w:rsidR="00F85913" w:rsidRPr="00073EA0" w:rsidRDefault="0000528E" w:rsidP="0000528E">
                <w:pPr>
                  <w:pStyle w:val="Tabletext"/>
                </w:pPr>
                <w:r>
                  <w:t>F</w:t>
                </w:r>
                <w:r w:rsidRPr="0000528E">
                  <w:t xml:space="preserve">or PROFINET the device itself is not allowed to set the IP-address to a fixed value at every startup. </w:t>
                </w:r>
                <w:r>
                  <w:t>T</w:t>
                </w:r>
                <w:r w:rsidRPr="0000528E">
                  <w:t xml:space="preserve">he IP-address has to be configurable from PROFINET side. </w:t>
                </w:r>
                <w:r>
                  <w:t>T</w:t>
                </w:r>
                <w:r w:rsidRPr="0000528E">
                  <w:t xml:space="preserve">his is not possible if the IP-address is </w:t>
                </w:r>
                <w:proofErr w:type="spellStart"/>
                <w:r w:rsidRPr="0000528E">
                  <w:t>overwirtten</w:t>
                </w:r>
                <w:proofErr w:type="spellEnd"/>
                <w:r w:rsidRPr="0000528E">
                  <w:t xml:space="preserve"> at every startup by the carrier board</w:t>
                </w:r>
              </w:p>
            </w:sdtContent>
          </w:sdt>
        </w:tc>
        <w:tc>
          <w:tcPr>
            <w:tcW w:w="992" w:type="dxa"/>
          </w:tcPr>
          <w:sdt>
            <w:sdtPr>
              <w:id w:val="239376332"/>
              <w:placeholder>
                <w:docPart w:val="46995C1C2F93438FB47CD4EE403EBB83"/>
              </w:placeholder>
            </w:sdtPr>
            <w:sdtEndPr/>
            <w:sdtContent>
              <w:p w:rsidR="00F85913" w:rsidRDefault="0000528E" w:rsidP="008E4024">
                <w:pPr>
                  <w:pStyle w:val="Tabletext"/>
                </w:pPr>
                <w:r>
                  <w:rPr>
                    <w:rFonts w:ascii="Helvetica" w:hAnsi="Helvetica" w:cs="Helvetica"/>
                    <w:color w:val="000000"/>
                    <w:sz w:val="18"/>
                    <w:szCs w:val="18"/>
                    <w:shd w:val="clear" w:color="auto" w:fill="FFFFFF"/>
                  </w:rPr>
                  <w:t>DE699</w:t>
                </w:r>
              </w:p>
            </w:sdtContent>
          </w:sdt>
        </w:tc>
      </w:tr>
      <w:tr w:rsidR="00F85913" w:rsidRPr="0000528E" w:rsidTr="008E4024">
        <w:trPr>
          <w:cnfStyle w:val="000000100000" w:firstRow="0" w:lastRow="0" w:firstColumn="0" w:lastColumn="0" w:oddVBand="0" w:evenVBand="0" w:oddHBand="1" w:evenHBand="0" w:firstRowFirstColumn="0" w:firstRowLastColumn="0" w:lastRowFirstColumn="0" w:lastRowLastColumn="0"/>
        </w:trPr>
        <w:tc>
          <w:tcPr>
            <w:tcW w:w="1947" w:type="dxa"/>
          </w:tcPr>
          <w:sdt>
            <w:sdtPr>
              <w:id w:val="-991481464"/>
              <w:placeholder>
                <w:docPart w:val="6BCDAF81B77D47899F3760A249BF42CC"/>
              </w:placeholder>
            </w:sdtPr>
            <w:sdtEndPr/>
            <w:sdtContent>
              <w:p w:rsidR="00F85913" w:rsidRPr="00F4797C" w:rsidRDefault="0000528E" w:rsidP="0000528E">
                <w:pPr>
                  <w:pStyle w:val="Tabletext"/>
                </w:pPr>
                <w:r>
                  <w:t>Increased address range in Modbus Wizard</w:t>
                </w:r>
              </w:p>
            </w:sdtContent>
          </w:sdt>
        </w:tc>
        <w:sdt>
          <w:sdtPr>
            <w:id w:val="-2030553744"/>
            <w:placeholder>
              <w:docPart w:val="06C8EA21DC55406687888F6799FA0E5D"/>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F85913" w:rsidRPr="00073EA0" w:rsidRDefault="00F85913" w:rsidP="008E4024">
                <w:pPr>
                  <w:pStyle w:val="Tabletext"/>
                </w:pPr>
                <w:r>
                  <w:t>Bug fix</w:t>
                </w:r>
              </w:p>
            </w:tc>
          </w:sdtContent>
        </w:sdt>
        <w:tc>
          <w:tcPr>
            <w:tcW w:w="6092" w:type="dxa"/>
          </w:tcPr>
          <w:sdt>
            <w:sdtPr>
              <w:id w:val="1378749712"/>
              <w:placeholder>
                <w:docPart w:val="31D9C9C4DDF440449A95C56C849E4CAF"/>
              </w:placeholder>
            </w:sdtPr>
            <w:sdtEndPr/>
            <w:sdtContent>
              <w:p w:rsidR="00F85913" w:rsidRPr="00073EA0" w:rsidRDefault="0000528E" w:rsidP="0000528E">
                <w:pPr>
                  <w:pStyle w:val="Tabletext"/>
                </w:pPr>
                <w:r>
                  <w:t>The max range for Modbus address was 9999 in the Modbus Wizard. The max range is now changed to the correct max address for Modbus 65535 (0xFFFF)</w:t>
                </w:r>
              </w:p>
            </w:sdtContent>
          </w:sdt>
        </w:tc>
        <w:tc>
          <w:tcPr>
            <w:tcW w:w="992" w:type="dxa"/>
          </w:tcPr>
          <w:sdt>
            <w:sdtPr>
              <w:id w:val="1861541684"/>
              <w:placeholder>
                <w:docPart w:val="8D9694B4663E4E319DC164C2579048B1"/>
              </w:placeholder>
            </w:sdtPr>
            <w:sdtEndPr/>
            <w:sdtContent>
              <w:sdt>
                <w:sdtPr>
                  <w:id w:val="707072813"/>
                  <w:placeholder>
                    <w:docPart w:val="13F6B78572A44483856FE4001A33723D"/>
                  </w:placeholder>
                </w:sdtPr>
                <w:sdtEndPr/>
                <w:sdtContent>
                  <w:p w:rsidR="0000528E" w:rsidRDefault="0000528E" w:rsidP="0000528E">
                    <w:pPr>
                      <w:pStyle w:val="Tabletext"/>
                    </w:pPr>
                    <w:r>
                      <w:rPr>
                        <w:rFonts w:ascii="Helvetica" w:hAnsi="Helvetica" w:cs="Helvetica"/>
                        <w:color w:val="000000"/>
                        <w:sz w:val="18"/>
                        <w:szCs w:val="18"/>
                        <w:shd w:val="clear" w:color="auto" w:fill="FFFFFF"/>
                      </w:rPr>
                      <w:t>DE699</w:t>
                    </w:r>
                  </w:p>
                </w:sdtContent>
              </w:sdt>
              <w:p w:rsidR="00F85913" w:rsidRDefault="00817C62" w:rsidP="008E4024">
                <w:pPr>
                  <w:pStyle w:val="Tabletext"/>
                </w:pPr>
              </w:p>
            </w:sdtContent>
          </w:sdt>
        </w:tc>
      </w:tr>
      <w:tr w:rsidR="00F85913" w:rsidRPr="00077D56" w:rsidTr="008E4024">
        <w:tc>
          <w:tcPr>
            <w:tcW w:w="1947" w:type="dxa"/>
          </w:tcPr>
          <w:p w:rsidR="00F85913" w:rsidRPr="00F4797C" w:rsidRDefault="0000528E" w:rsidP="0000528E">
            <w:pPr>
              <w:pStyle w:val="Tabletext"/>
            </w:pPr>
            <w:r>
              <w:t xml:space="preserve">Added address mode selection for </w:t>
            </w:r>
            <w:r w:rsidRPr="0000528E">
              <w:t>Ethernet IP &amp; Modbus TCP 2-port</w:t>
            </w:r>
          </w:p>
        </w:tc>
        <w:sdt>
          <w:sdtPr>
            <w:id w:val="672230329"/>
            <w:placeholder>
              <w:docPart w:val="3A2F7FDBEEB343EF8EC2F81F6F0DF6AB"/>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F85913" w:rsidRPr="00073EA0" w:rsidRDefault="00F85913" w:rsidP="008E4024">
                <w:pPr>
                  <w:pStyle w:val="Tabletext"/>
                </w:pPr>
                <w:r>
                  <w:t>Bug fix</w:t>
                </w:r>
              </w:p>
            </w:tc>
          </w:sdtContent>
        </w:sdt>
        <w:tc>
          <w:tcPr>
            <w:tcW w:w="6092" w:type="dxa"/>
          </w:tcPr>
          <w:sdt>
            <w:sdtPr>
              <w:id w:val="70715357"/>
              <w:placeholder>
                <w:docPart w:val="0416975A6F7A437EBC3EAE29D59FCD76"/>
              </w:placeholder>
            </w:sdtPr>
            <w:sdtEndPr/>
            <w:sdtContent>
              <w:p w:rsidR="00F85913" w:rsidRPr="00073EA0" w:rsidRDefault="0000528E" w:rsidP="00F7692F">
                <w:pPr>
                  <w:pStyle w:val="Tabletext"/>
                </w:pPr>
                <w:r>
                  <w:t>Added possibility to choose Modbus address mode f</w:t>
                </w:r>
                <w:r w:rsidRPr="0000528E">
                  <w:t>or Ethernet IP &amp; Modbus TCP 2-port</w:t>
                </w:r>
                <w:r w:rsidR="00F7692F">
                  <w:t xml:space="preserve"> </w:t>
                </w:r>
              </w:p>
            </w:sdtContent>
          </w:sdt>
        </w:tc>
        <w:tc>
          <w:tcPr>
            <w:tcW w:w="992" w:type="dxa"/>
          </w:tcPr>
          <w:sdt>
            <w:sdtPr>
              <w:id w:val="-347403371"/>
              <w:placeholder>
                <w:docPart w:val="570B7573848A470084CE63CD8AB7D09F"/>
              </w:placeholder>
            </w:sdtPr>
            <w:sdtEndPr/>
            <w:sdtContent>
              <w:p w:rsidR="00171511" w:rsidRDefault="00171511" w:rsidP="008E4024">
                <w:pPr>
                  <w:pStyle w:val="Tabletext"/>
                </w:pPr>
                <w:r>
                  <w:rPr>
                    <w:rFonts w:ascii="Helvetica" w:hAnsi="Helvetica" w:cs="Helvetica"/>
                    <w:color w:val="000000"/>
                    <w:sz w:val="18"/>
                    <w:szCs w:val="18"/>
                    <w:shd w:val="clear" w:color="auto" w:fill="FFFFFF"/>
                  </w:rPr>
                  <w:t>US1805</w:t>
                </w:r>
              </w:p>
            </w:sdtContent>
          </w:sdt>
          <w:p w:rsidR="00F85913" w:rsidRPr="00171511" w:rsidRDefault="00F85913" w:rsidP="00171511">
            <w:pPr>
              <w:rPr>
                <w:lang w:val="en-US"/>
              </w:rPr>
            </w:pPr>
          </w:p>
        </w:tc>
      </w:tr>
      <w:tr w:rsidR="00F85913" w:rsidRPr="00077D56" w:rsidTr="008E4024">
        <w:trPr>
          <w:cnfStyle w:val="000000100000" w:firstRow="0" w:lastRow="0" w:firstColumn="0" w:lastColumn="0" w:oddVBand="0" w:evenVBand="0" w:oddHBand="1" w:evenHBand="0" w:firstRowFirstColumn="0" w:firstRowLastColumn="0" w:lastRowFirstColumn="0" w:lastRowLastColumn="0"/>
        </w:trPr>
        <w:tc>
          <w:tcPr>
            <w:tcW w:w="1947" w:type="dxa"/>
          </w:tcPr>
          <w:sdt>
            <w:sdtPr>
              <w:id w:val="-1512138433"/>
              <w:placeholder>
                <w:docPart w:val="6BE8680AE94E4F87ADC5DD6A56B81AE9"/>
              </w:placeholder>
            </w:sdtPr>
            <w:sdtEndPr/>
            <w:sdtContent>
              <w:p w:rsidR="00F85913" w:rsidRPr="00F4797C" w:rsidRDefault="00171511" w:rsidP="00171511">
                <w:pPr>
                  <w:pStyle w:val="Tabletext"/>
                </w:pPr>
                <w:r>
                  <w:t>Fixed problem in some versions of Windows XP</w:t>
                </w:r>
              </w:p>
            </w:sdtContent>
          </w:sdt>
        </w:tc>
        <w:sdt>
          <w:sdtPr>
            <w:id w:val="1590199406"/>
            <w:placeholder>
              <w:docPart w:val="C83D2300A21346DEBD17FE4F3BC40F95"/>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F85913" w:rsidRPr="00073EA0" w:rsidRDefault="00F85913" w:rsidP="008E4024">
                <w:pPr>
                  <w:pStyle w:val="Tabletext"/>
                </w:pPr>
                <w:r>
                  <w:t>Bug fix</w:t>
                </w:r>
              </w:p>
            </w:tc>
          </w:sdtContent>
        </w:sdt>
        <w:tc>
          <w:tcPr>
            <w:tcW w:w="6092" w:type="dxa"/>
          </w:tcPr>
          <w:p w:rsidR="00F85913" w:rsidRPr="00073EA0" w:rsidRDefault="00171511" w:rsidP="00750F60">
            <w:pPr>
              <w:pStyle w:val="Tabletext"/>
            </w:pPr>
            <w:r>
              <w:t xml:space="preserve">Fixed a problem that </w:t>
            </w:r>
            <w:proofErr w:type="spellStart"/>
            <w:r>
              <w:t>preventet</w:t>
            </w:r>
            <w:proofErr w:type="spellEnd"/>
            <w:r>
              <w:t xml:space="preserve"> application to start on some versions of </w:t>
            </w:r>
            <w:r w:rsidR="00750F60">
              <w:t>W</w:t>
            </w:r>
            <w:r>
              <w:t>indows XP</w:t>
            </w:r>
          </w:p>
        </w:tc>
        <w:tc>
          <w:tcPr>
            <w:tcW w:w="992" w:type="dxa"/>
          </w:tcPr>
          <w:sdt>
            <w:sdtPr>
              <w:id w:val="-2005576913"/>
              <w:placeholder>
                <w:docPart w:val="CC59E45E7C034DCCA3AF480066F91AA1"/>
              </w:placeholder>
            </w:sdtPr>
            <w:sdtEndPr/>
            <w:sdtContent>
              <w:sdt>
                <w:sdtPr>
                  <w:id w:val="-1747261307"/>
                  <w:placeholder>
                    <w:docPart w:val="D26C23330169426396C7023C9D058CE7"/>
                  </w:placeholder>
                </w:sdtPr>
                <w:sdtEndPr/>
                <w:sdtContent>
                  <w:p w:rsidR="00171511" w:rsidRDefault="00171511" w:rsidP="00171511">
                    <w:pPr>
                      <w:pStyle w:val="Tabletext"/>
                    </w:pPr>
                    <w:r>
                      <w:rPr>
                        <w:rFonts w:ascii="Helvetica" w:hAnsi="Helvetica" w:cs="Helvetica"/>
                        <w:color w:val="000000"/>
                        <w:sz w:val="18"/>
                        <w:szCs w:val="18"/>
                        <w:shd w:val="clear" w:color="auto" w:fill="FFFFFF"/>
                      </w:rPr>
                      <w:t>DE699</w:t>
                    </w:r>
                  </w:p>
                </w:sdtContent>
              </w:sdt>
              <w:p w:rsidR="00F85913" w:rsidRDefault="00817C62" w:rsidP="008E4024">
                <w:pPr>
                  <w:pStyle w:val="Tabletext"/>
                </w:pPr>
              </w:p>
            </w:sdtContent>
          </w:sdt>
        </w:tc>
      </w:tr>
      <w:tr w:rsidR="00F85913" w:rsidRPr="00077D56" w:rsidTr="008E4024">
        <w:tc>
          <w:tcPr>
            <w:tcW w:w="1947" w:type="dxa"/>
          </w:tcPr>
          <w:p w:rsidR="00F85913" w:rsidRPr="00F4797C" w:rsidRDefault="00F85913" w:rsidP="008E4024">
            <w:pPr>
              <w:pStyle w:val="Tabletext"/>
            </w:pPr>
            <w:r>
              <w:t>Not possible to set parameters for Ethernet/IP in Modus Wizard</w:t>
            </w:r>
          </w:p>
        </w:tc>
        <w:sdt>
          <w:sdtPr>
            <w:id w:val="-1848700839"/>
            <w:placeholder>
              <w:docPart w:val="8E31073AEEDF43A080259D6678598A21"/>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F85913" w:rsidRPr="00073EA0" w:rsidRDefault="00F85913" w:rsidP="008E4024">
                <w:pPr>
                  <w:pStyle w:val="Tabletext"/>
                </w:pPr>
                <w:r>
                  <w:t>Bug fix</w:t>
                </w:r>
              </w:p>
            </w:tc>
          </w:sdtContent>
        </w:sdt>
        <w:tc>
          <w:tcPr>
            <w:tcW w:w="6092" w:type="dxa"/>
          </w:tcPr>
          <w:sdt>
            <w:sdtPr>
              <w:id w:val="2043633728"/>
              <w:placeholder>
                <w:docPart w:val="BC55C41EE7E14EF3A628B8EEFB737E7F"/>
              </w:placeholder>
            </w:sdtPr>
            <w:sdtEndPr/>
            <w:sdtContent>
              <w:p w:rsidR="00F85913" w:rsidRPr="00073EA0" w:rsidRDefault="00F85913" w:rsidP="008E4024">
                <w:pPr>
                  <w:pStyle w:val="Tabletext"/>
                </w:pPr>
                <w:r>
                  <w:t xml:space="preserve">It was not possible to do </w:t>
                </w:r>
                <w:proofErr w:type="spellStart"/>
                <w:r>
                  <w:t>selctions</w:t>
                </w:r>
                <w:proofErr w:type="spellEnd"/>
                <w:r>
                  <w:t xml:space="preserve"> for some parameters in the Modus Wizard </w:t>
                </w:r>
              </w:p>
            </w:sdtContent>
          </w:sdt>
        </w:tc>
        <w:tc>
          <w:tcPr>
            <w:tcW w:w="992" w:type="dxa"/>
          </w:tcPr>
          <w:sdt>
            <w:sdtPr>
              <w:id w:val="-689291481"/>
              <w:placeholder>
                <w:docPart w:val="9CD42A56E02E48B584DBAC8577E182DB"/>
              </w:placeholder>
            </w:sdtPr>
            <w:sdtEndPr/>
            <w:sdtContent>
              <w:p w:rsidR="00F85913" w:rsidRDefault="00F85913" w:rsidP="008E4024">
                <w:pPr>
                  <w:pStyle w:val="Tabletext"/>
                </w:pPr>
                <w:r w:rsidRPr="00435F6A">
                  <w:t>DE373</w:t>
                </w:r>
              </w:p>
            </w:sdtContent>
          </w:sdt>
        </w:tc>
      </w:tr>
      <w:tr w:rsidR="008E4024" w:rsidRPr="008E4024" w:rsidTr="008E4024">
        <w:trPr>
          <w:cnfStyle w:val="000000100000" w:firstRow="0" w:lastRow="0" w:firstColumn="0" w:lastColumn="0" w:oddVBand="0" w:evenVBand="0" w:oddHBand="1" w:evenHBand="0" w:firstRowFirstColumn="0" w:firstRowLastColumn="0" w:lastRowFirstColumn="0" w:lastRowLastColumn="0"/>
        </w:trPr>
        <w:tc>
          <w:tcPr>
            <w:tcW w:w="1947" w:type="dxa"/>
          </w:tcPr>
          <w:p w:rsidR="008E4024" w:rsidRPr="00F4797C" w:rsidRDefault="008E4024" w:rsidP="008E4024">
            <w:pPr>
              <w:pStyle w:val="Tabletext"/>
            </w:pPr>
            <w:r w:rsidRPr="008E4024">
              <w:t>Better description of the Block configuration button</w:t>
            </w:r>
          </w:p>
        </w:tc>
        <w:sdt>
          <w:sdtPr>
            <w:id w:val="1564225181"/>
            <w:placeholder>
              <w:docPart w:val="FC87856EB2A342438480017AD614B00C"/>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8E4024" w:rsidRPr="00073EA0" w:rsidRDefault="008E4024" w:rsidP="008E4024">
                <w:pPr>
                  <w:pStyle w:val="Tabletext"/>
                </w:pPr>
                <w:r>
                  <w:t>Other change</w:t>
                </w:r>
              </w:p>
            </w:tc>
          </w:sdtContent>
        </w:sdt>
        <w:tc>
          <w:tcPr>
            <w:tcW w:w="6092" w:type="dxa"/>
          </w:tcPr>
          <w:sdt>
            <w:sdtPr>
              <w:id w:val="2066226106"/>
              <w:placeholder>
                <w:docPart w:val="18F41C43CA2A44B48996766E49DEDE1C"/>
              </w:placeholder>
            </w:sdtPr>
            <w:sdtEndPr/>
            <w:sdtContent>
              <w:p w:rsidR="008E4024" w:rsidRPr="00073EA0" w:rsidRDefault="008E4024" w:rsidP="008E4024">
                <w:pPr>
                  <w:pStyle w:val="Tabletext"/>
                </w:pPr>
                <w:r>
                  <w:t xml:space="preserve">Changed the description text for the “Block Configuration” button in Module tab in the Options dialog. This to better </w:t>
                </w:r>
                <w:proofErr w:type="spellStart"/>
                <w:r>
                  <w:t>descripe</w:t>
                </w:r>
                <w:proofErr w:type="spellEnd"/>
                <w:r>
                  <w:t xml:space="preserve"> what the button actual do.</w:t>
                </w:r>
              </w:p>
            </w:sdtContent>
          </w:sdt>
        </w:tc>
        <w:tc>
          <w:tcPr>
            <w:tcW w:w="992" w:type="dxa"/>
          </w:tcPr>
          <w:sdt>
            <w:sdtPr>
              <w:id w:val="-227695795"/>
              <w:placeholder>
                <w:docPart w:val="DB6C8120F9B3471DA982E8A6CDB1241D"/>
              </w:placeholder>
            </w:sdtPr>
            <w:sdtEndPr/>
            <w:sdtContent>
              <w:p w:rsidR="008E4024" w:rsidRDefault="008E4024" w:rsidP="008E4024">
                <w:pPr>
                  <w:pStyle w:val="Tabletext"/>
                </w:pPr>
                <w:r>
                  <w:t>US1843</w:t>
                </w:r>
              </w:p>
            </w:sdtContent>
          </w:sdt>
        </w:tc>
      </w:tr>
      <w:tr w:rsidR="001806B5" w:rsidRPr="008E4024" w:rsidTr="00124F3B">
        <w:tc>
          <w:tcPr>
            <w:tcW w:w="1947" w:type="dxa"/>
          </w:tcPr>
          <w:sdt>
            <w:sdtPr>
              <w:id w:val="-2146190146"/>
              <w:placeholder>
                <w:docPart w:val="D903A8D22CE24964955D7728B3C0D001"/>
              </w:placeholder>
            </w:sdtPr>
            <w:sdtEndPr/>
            <w:sdtContent>
              <w:p w:rsidR="001806B5" w:rsidRPr="00F4797C" w:rsidRDefault="001806B5" w:rsidP="00124F3B">
                <w:pPr>
                  <w:pStyle w:val="Tabletext"/>
                </w:pPr>
                <w:r>
                  <w:t>Better</w:t>
                </w:r>
                <w:r w:rsidRPr="001806B5">
                  <w:t xml:space="preserve"> </w:t>
                </w:r>
                <w:r>
                  <w:t xml:space="preserve">error </w:t>
                </w:r>
                <w:r w:rsidRPr="001806B5">
                  <w:t>message when config size</w:t>
                </w:r>
                <w:r w:rsidR="00FA796F">
                  <w:t xml:space="preserve"> is</w:t>
                </w:r>
                <w:r w:rsidRPr="001806B5">
                  <w:t xml:space="preserve"> to large</w:t>
                </w:r>
              </w:p>
            </w:sdtContent>
          </w:sdt>
        </w:tc>
        <w:sdt>
          <w:sdtPr>
            <w:id w:val="968175739"/>
            <w:placeholder>
              <w:docPart w:val="4E85212CCA82453EABA9964F5F32EEEE"/>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1806B5" w:rsidRPr="00073EA0" w:rsidRDefault="001806B5" w:rsidP="00124F3B">
                <w:pPr>
                  <w:pStyle w:val="Tabletext"/>
                </w:pPr>
                <w:r>
                  <w:t>Other change</w:t>
                </w:r>
              </w:p>
            </w:tc>
          </w:sdtContent>
        </w:sdt>
        <w:tc>
          <w:tcPr>
            <w:tcW w:w="6092" w:type="dxa"/>
          </w:tcPr>
          <w:sdt>
            <w:sdtPr>
              <w:id w:val="903419606"/>
              <w:placeholder>
                <w:docPart w:val="B0113CA8769F4D7DA1458F9AC000BCF6"/>
              </w:placeholder>
            </w:sdtPr>
            <w:sdtEndPr/>
            <w:sdtContent>
              <w:p w:rsidR="001806B5" w:rsidRPr="00073EA0" w:rsidRDefault="001806B5" w:rsidP="00124F3B">
                <w:pPr>
                  <w:pStyle w:val="Tabletext"/>
                </w:pPr>
                <w:r w:rsidRPr="001806B5">
                  <w:t xml:space="preserve">When creating a configuration and the configuration file size exceeds the limit you </w:t>
                </w:r>
                <w:r>
                  <w:t>got</w:t>
                </w:r>
                <w:r w:rsidRPr="001806B5">
                  <w:t xml:space="preserve"> an error message that just </w:t>
                </w:r>
                <w:r>
                  <w:t>said</w:t>
                </w:r>
                <w:r w:rsidRPr="001806B5">
                  <w:t xml:space="preserve"> "Information".</w:t>
                </w:r>
                <w:r>
                  <w:t xml:space="preserve"> This message is now updated and gives better information about the problem.</w:t>
                </w:r>
              </w:p>
            </w:sdtContent>
          </w:sdt>
        </w:tc>
        <w:tc>
          <w:tcPr>
            <w:tcW w:w="992" w:type="dxa"/>
          </w:tcPr>
          <w:sdt>
            <w:sdtPr>
              <w:id w:val="1294716769"/>
              <w:placeholder>
                <w:docPart w:val="E95BB9F97F8D4F1F8E018BE0BAA0911D"/>
              </w:placeholder>
            </w:sdtPr>
            <w:sdtEndPr/>
            <w:sdtContent>
              <w:p w:rsidR="001806B5" w:rsidRDefault="001806B5" w:rsidP="00124F3B">
                <w:pPr>
                  <w:pStyle w:val="Tabletext"/>
                </w:pPr>
                <w:r>
                  <w:t>US1803</w:t>
                </w:r>
              </w:p>
            </w:sdtContent>
          </w:sdt>
        </w:tc>
      </w:tr>
      <w:tr w:rsidR="00AC44F4" w:rsidRPr="008E4024" w:rsidTr="00124F3B">
        <w:trPr>
          <w:cnfStyle w:val="000000100000" w:firstRow="0" w:lastRow="0" w:firstColumn="0" w:lastColumn="0" w:oddVBand="0" w:evenVBand="0" w:oddHBand="1" w:evenHBand="0" w:firstRowFirstColumn="0" w:firstRowLastColumn="0" w:lastRowFirstColumn="0" w:lastRowLastColumn="0"/>
        </w:trPr>
        <w:tc>
          <w:tcPr>
            <w:tcW w:w="1947" w:type="dxa"/>
          </w:tcPr>
          <w:sdt>
            <w:sdtPr>
              <w:id w:val="-545520172"/>
              <w:placeholder>
                <w:docPart w:val="2C0E93810EC24A97AA01180E8F1ACDD7"/>
              </w:placeholder>
            </w:sdtPr>
            <w:sdtEndPr/>
            <w:sdtContent>
              <w:p w:rsidR="00AC44F4" w:rsidRPr="00F4797C" w:rsidRDefault="00AC44F4" w:rsidP="00124F3B">
                <w:pPr>
                  <w:pStyle w:val="Tabletext"/>
                </w:pPr>
                <w:r>
                  <w:t xml:space="preserve">Added Online/Offline trigger properties for </w:t>
                </w:r>
                <w:proofErr w:type="spellStart"/>
                <w:r>
                  <w:t>EtherNet</w:t>
                </w:r>
                <w:proofErr w:type="spellEnd"/>
                <w:r>
                  <w:t>/IP &amp; Modbus-TCP 2-port</w:t>
                </w:r>
              </w:p>
            </w:sdtContent>
          </w:sdt>
        </w:tc>
        <w:sdt>
          <w:sdtPr>
            <w:id w:val="-775559330"/>
            <w:placeholder>
              <w:docPart w:val="578BB55752C74AA9AC79DDB4E27F161B"/>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AC44F4" w:rsidRPr="00073EA0" w:rsidRDefault="00AC44F4" w:rsidP="00124F3B">
                <w:pPr>
                  <w:pStyle w:val="Tabletext"/>
                </w:pPr>
                <w:r>
                  <w:t>Improved functionality</w:t>
                </w:r>
              </w:p>
            </w:tc>
          </w:sdtContent>
        </w:sdt>
        <w:tc>
          <w:tcPr>
            <w:tcW w:w="6092" w:type="dxa"/>
          </w:tcPr>
          <w:sdt>
            <w:sdtPr>
              <w:id w:val="2142924813"/>
              <w:placeholder>
                <w:docPart w:val="45E2CEF1923B4CBCB94EB53C11E19A12"/>
              </w:placeholder>
            </w:sdtPr>
            <w:sdtEndPr/>
            <w:sdtContent>
              <w:p w:rsidR="00AC44F4" w:rsidRPr="00073EA0" w:rsidRDefault="00AC44F4" w:rsidP="00124F3B">
                <w:pPr>
                  <w:pStyle w:val="Tabletext"/>
                </w:pPr>
                <w:r>
                  <w:t xml:space="preserve">Added new option to </w:t>
                </w:r>
                <w:proofErr w:type="spellStart"/>
                <w:r>
                  <w:t>EtherNet</w:t>
                </w:r>
                <w:proofErr w:type="spellEnd"/>
                <w:r>
                  <w:t xml:space="preserve">/IP &amp; Modbus-TCP 2-port settings to be able to disable that Online/Offline state is trigged by the </w:t>
                </w:r>
                <w:proofErr w:type="spellStart"/>
                <w:r>
                  <w:t>EtherNet</w:t>
                </w:r>
                <w:proofErr w:type="spellEnd"/>
                <w:r>
                  <w:t>/IP Run Idle Header. This option must be set to disabled when using Modbus-TCP.</w:t>
                </w:r>
              </w:p>
            </w:sdtContent>
          </w:sdt>
        </w:tc>
        <w:tc>
          <w:tcPr>
            <w:tcW w:w="992" w:type="dxa"/>
          </w:tcPr>
          <w:sdt>
            <w:sdtPr>
              <w:id w:val="222497272"/>
              <w:placeholder>
                <w:docPart w:val="0AA8AB81126341899CC739BA2042F170"/>
              </w:placeholder>
            </w:sdtPr>
            <w:sdtEndPr/>
            <w:sdtContent>
              <w:p w:rsidR="00AC44F4" w:rsidRDefault="00AC44F4" w:rsidP="00124F3B">
                <w:pPr>
                  <w:pStyle w:val="Tabletext"/>
                </w:pPr>
                <w:r>
                  <w:t>US1840</w:t>
                </w:r>
              </w:p>
            </w:sdtContent>
          </w:sdt>
        </w:tc>
      </w:tr>
      <w:tr w:rsidR="00F85913" w:rsidRPr="008E4024" w:rsidTr="008E4024">
        <w:tc>
          <w:tcPr>
            <w:tcW w:w="1947" w:type="dxa"/>
          </w:tcPr>
          <w:sdt>
            <w:sdtPr>
              <w:id w:val="-2015596920"/>
              <w:placeholder>
                <w:docPart w:val="1C127C4156624831BD8B185AC5014367"/>
              </w:placeholder>
            </w:sdtPr>
            <w:sdtEndPr/>
            <w:sdtContent>
              <w:p w:rsidR="00F85913" w:rsidRPr="00F4797C" w:rsidRDefault="00AC44F4" w:rsidP="00AC44F4">
                <w:pPr>
                  <w:pStyle w:val="Tabletext"/>
                </w:pPr>
                <w:r>
                  <w:t>Fixed problem connecting to COM-ports with index over 9</w:t>
                </w:r>
              </w:p>
            </w:sdtContent>
          </w:sdt>
        </w:tc>
        <w:sdt>
          <w:sdtPr>
            <w:id w:val="411974464"/>
            <w:placeholder>
              <w:docPart w:val="64E10FB595454004A79E47FB08BA328F"/>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F85913" w:rsidRPr="00073EA0" w:rsidRDefault="00AC44F4" w:rsidP="008E4024">
                <w:pPr>
                  <w:pStyle w:val="Tabletext"/>
                </w:pPr>
                <w:r>
                  <w:t>Bug fix</w:t>
                </w:r>
              </w:p>
            </w:tc>
          </w:sdtContent>
        </w:sdt>
        <w:tc>
          <w:tcPr>
            <w:tcW w:w="6092" w:type="dxa"/>
          </w:tcPr>
          <w:sdt>
            <w:sdtPr>
              <w:id w:val="1424764172"/>
              <w:placeholder>
                <w:docPart w:val="6B358DECE3B6452AA98D7FD7980D2DE3"/>
              </w:placeholder>
            </w:sdtPr>
            <w:sdtEndPr/>
            <w:sdtContent>
              <w:p w:rsidR="00F85913" w:rsidRPr="00073EA0" w:rsidRDefault="00AC44F4" w:rsidP="00AC44F4">
                <w:pPr>
                  <w:pStyle w:val="Tabletext"/>
                </w:pPr>
                <w:r>
                  <w:t xml:space="preserve">Now possible to connect to COM-ports with index over 9. </w:t>
                </w:r>
              </w:p>
            </w:sdtContent>
          </w:sdt>
        </w:tc>
        <w:tc>
          <w:tcPr>
            <w:tcW w:w="992" w:type="dxa"/>
          </w:tcPr>
          <w:sdt>
            <w:sdtPr>
              <w:id w:val="1702359275"/>
              <w:placeholder>
                <w:docPart w:val="850CCA542A7A4932A81BBCDD132965E2"/>
              </w:placeholder>
            </w:sdtPr>
            <w:sdtEndPr/>
            <w:sdtContent>
              <w:p w:rsidR="00F85913" w:rsidRDefault="00AC44F4" w:rsidP="00AC44F4">
                <w:pPr>
                  <w:pStyle w:val="Tabletext"/>
                </w:pPr>
                <w:r>
                  <w:t>DE828</w:t>
                </w:r>
              </w:p>
            </w:sdtContent>
          </w:sdt>
        </w:tc>
      </w:tr>
    </w:tbl>
    <w:p w:rsidR="00961216" w:rsidRPr="00CF3F46" w:rsidRDefault="000C036C" w:rsidP="00CF3F46">
      <w:pPr>
        <w:pStyle w:val="Section2"/>
      </w:pPr>
      <w:r>
        <w:lastRenderedPageBreak/>
        <w:t xml:space="preserve">Updated in version </w:t>
      </w:r>
      <w:sdt>
        <w:sdtPr>
          <w:id w:val="1559276097"/>
          <w:placeholder>
            <w:docPart w:val="DED82AF4E93243BEBC231DF7E963EB12"/>
          </w:placeholder>
        </w:sdtPr>
        <w:sdtEndPr/>
        <w:sdtContent>
          <w:r w:rsidR="005A5D07">
            <w:t>4.3.1.1</w:t>
          </w:r>
        </w:sdtContent>
      </w:sdt>
      <w:r>
        <w:t>:</w:t>
      </w:r>
    </w:p>
    <w:tbl>
      <w:tblPr>
        <w:tblStyle w:val="HMSTable"/>
        <w:tblW w:w="10198" w:type="dxa"/>
        <w:tblLook w:val="04A0" w:firstRow="1" w:lastRow="0" w:firstColumn="1" w:lastColumn="0" w:noHBand="0" w:noVBand="1"/>
      </w:tblPr>
      <w:tblGrid>
        <w:gridCol w:w="1947"/>
        <w:gridCol w:w="1167"/>
        <w:gridCol w:w="6092"/>
        <w:gridCol w:w="992"/>
      </w:tblGrid>
      <w:tr w:rsidR="0049512C" w:rsidRPr="008E4024" w:rsidTr="0049512C">
        <w:trPr>
          <w:cnfStyle w:val="100000000000" w:firstRow="1" w:lastRow="0" w:firstColumn="0" w:lastColumn="0" w:oddVBand="0" w:evenVBand="0" w:oddHBand="0" w:evenHBand="0" w:firstRowFirstColumn="0" w:firstRowLastColumn="0" w:lastRowFirstColumn="0" w:lastRowLastColumn="0"/>
        </w:trPr>
        <w:tc>
          <w:tcPr>
            <w:tcW w:w="1947" w:type="dxa"/>
          </w:tcPr>
          <w:p w:rsidR="0049512C" w:rsidRDefault="0049512C" w:rsidP="0049512C">
            <w:pPr>
              <w:pStyle w:val="Tabletext"/>
            </w:pPr>
            <w:r>
              <w:t>Title</w:t>
            </w:r>
          </w:p>
        </w:tc>
        <w:tc>
          <w:tcPr>
            <w:tcW w:w="1167" w:type="dxa"/>
          </w:tcPr>
          <w:p w:rsidR="0049512C" w:rsidRDefault="0049512C" w:rsidP="0049512C">
            <w:pPr>
              <w:pStyle w:val="Tabletext"/>
            </w:pPr>
            <w:r>
              <w:t>Category</w:t>
            </w:r>
          </w:p>
        </w:tc>
        <w:tc>
          <w:tcPr>
            <w:tcW w:w="6092" w:type="dxa"/>
          </w:tcPr>
          <w:p w:rsidR="0049512C" w:rsidRDefault="0049512C" w:rsidP="0049512C">
            <w:pPr>
              <w:pStyle w:val="Tabletext"/>
            </w:pPr>
            <w:r>
              <w:t>Description</w:t>
            </w:r>
          </w:p>
        </w:tc>
        <w:tc>
          <w:tcPr>
            <w:tcW w:w="992" w:type="dxa"/>
          </w:tcPr>
          <w:p w:rsidR="0049512C" w:rsidRDefault="0049512C" w:rsidP="0049512C">
            <w:pPr>
              <w:pStyle w:val="Tabletext"/>
            </w:pPr>
            <w:r>
              <w:t>Issue(s)</w:t>
            </w:r>
          </w:p>
        </w:tc>
      </w:tr>
      <w:tr w:rsidR="005A5D07" w:rsidRPr="00077D56" w:rsidTr="008E4024">
        <w:trPr>
          <w:cnfStyle w:val="000000100000" w:firstRow="0" w:lastRow="0" w:firstColumn="0" w:lastColumn="0" w:oddVBand="0" w:evenVBand="0" w:oddHBand="1" w:evenHBand="0" w:firstRowFirstColumn="0" w:firstRowLastColumn="0" w:lastRowFirstColumn="0" w:lastRowLastColumn="0"/>
        </w:trPr>
        <w:tc>
          <w:tcPr>
            <w:tcW w:w="1947" w:type="dxa"/>
          </w:tcPr>
          <w:sdt>
            <w:sdtPr>
              <w:id w:val="13661794"/>
              <w:placeholder>
                <w:docPart w:val="91131C0DD0534226B378EC0C7969E546"/>
              </w:placeholder>
            </w:sdtPr>
            <w:sdtEndPr/>
            <w:sdtContent>
              <w:p w:rsidR="005A5D07" w:rsidRPr="00F4797C" w:rsidRDefault="00CF3F46" w:rsidP="00CF3F46">
                <w:pPr>
                  <w:pStyle w:val="Tabletext"/>
                </w:pPr>
                <w:proofErr w:type="spellStart"/>
                <w:r>
                  <w:t>Addes</w:t>
                </w:r>
                <w:proofErr w:type="spellEnd"/>
                <w:r>
                  <w:t xml:space="preserve"> support for Ethernet/IP 2-port</w:t>
                </w:r>
              </w:p>
            </w:sdtContent>
          </w:sdt>
        </w:tc>
        <w:sdt>
          <w:sdtPr>
            <w:id w:val="-667480679"/>
            <w:placeholder>
              <w:docPart w:val="14C5C429AE344486A56023D32229CAC6"/>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5A5D07" w:rsidRPr="00073EA0" w:rsidRDefault="00CF3F46" w:rsidP="008E4024">
                <w:pPr>
                  <w:pStyle w:val="Tabletext"/>
                </w:pPr>
                <w:r>
                  <w:t>New functionality</w:t>
                </w:r>
              </w:p>
            </w:tc>
          </w:sdtContent>
        </w:sdt>
        <w:tc>
          <w:tcPr>
            <w:tcW w:w="6092" w:type="dxa"/>
          </w:tcPr>
          <w:sdt>
            <w:sdtPr>
              <w:id w:val="-509671271"/>
              <w:placeholder>
                <w:docPart w:val="70791692289F4138BE5905B35D3DA3C2"/>
              </w:placeholder>
            </w:sdtPr>
            <w:sdtEndPr/>
            <w:sdtContent>
              <w:p w:rsidR="005A5D07" w:rsidRPr="00073EA0" w:rsidRDefault="00CF3F46" w:rsidP="00CF3F46">
                <w:pPr>
                  <w:pStyle w:val="Tabletext"/>
                </w:pPr>
                <w:proofErr w:type="spellStart"/>
                <w:r>
                  <w:t>Possibliyt</w:t>
                </w:r>
                <w:proofErr w:type="spellEnd"/>
                <w:r>
                  <w:t xml:space="preserve"> to select Ethernet/IP 2port has been added to be able to configure settings for the Anybus Communicator RSXXX -  Ethernet/IP 2-port</w:t>
                </w:r>
              </w:p>
            </w:sdtContent>
          </w:sdt>
        </w:tc>
        <w:tc>
          <w:tcPr>
            <w:tcW w:w="992" w:type="dxa"/>
          </w:tcPr>
          <w:sdt>
            <w:sdtPr>
              <w:id w:val="588738003"/>
              <w:placeholder>
                <w:docPart w:val="B371E0842AF946D5AF7E61273736A9F5"/>
              </w:placeholder>
            </w:sdtPr>
            <w:sdtEndPr/>
            <w:sdtContent>
              <w:p w:rsidR="005A5D07" w:rsidRDefault="00CF3F46" w:rsidP="00CF3F46">
                <w:pPr>
                  <w:pStyle w:val="Tabletext"/>
                </w:pPr>
                <w:r>
                  <w:t xml:space="preserve"> </w:t>
                </w:r>
              </w:p>
            </w:sdtContent>
          </w:sdt>
        </w:tc>
      </w:tr>
      <w:tr w:rsidR="00CF3F46" w:rsidRPr="00077D56" w:rsidTr="008E4024">
        <w:tc>
          <w:tcPr>
            <w:tcW w:w="1947" w:type="dxa"/>
          </w:tcPr>
          <w:sdt>
            <w:sdtPr>
              <w:id w:val="1756088522"/>
              <w:placeholder>
                <w:docPart w:val="7A6F1C68AF11401A8E5BC794895FB797"/>
              </w:placeholder>
            </w:sdtPr>
            <w:sdtEndPr/>
            <w:sdtContent>
              <w:p w:rsidR="00CF3F46" w:rsidRPr="00F4797C" w:rsidRDefault="00CF3F46" w:rsidP="00CF3F46">
                <w:pPr>
                  <w:pStyle w:val="Tabletext"/>
                </w:pPr>
                <w:r>
                  <w:t>Changed fieldbus type name from Ethernet/IP to Ethernet/IP &amp; Modbus-TCP</w:t>
                </w:r>
              </w:p>
            </w:sdtContent>
          </w:sdt>
        </w:tc>
        <w:sdt>
          <w:sdtPr>
            <w:id w:val="1164891979"/>
            <w:placeholder>
              <w:docPart w:val="15C4B5371E2C4A7C941618DF9207DD70"/>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CF3F46" w:rsidRPr="00073EA0" w:rsidRDefault="00CF3F46" w:rsidP="008E4024">
                <w:pPr>
                  <w:pStyle w:val="Tabletext"/>
                </w:pPr>
                <w:r>
                  <w:t>Improved functionality</w:t>
                </w:r>
              </w:p>
            </w:tc>
          </w:sdtContent>
        </w:sdt>
        <w:tc>
          <w:tcPr>
            <w:tcW w:w="6092" w:type="dxa"/>
          </w:tcPr>
          <w:sdt>
            <w:sdtPr>
              <w:id w:val="-834530460"/>
              <w:placeholder>
                <w:docPart w:val="DCC82DA0522A46C1AF7A47B3F950F6DF"/>
              </w:placeholder>
            </w:sdtPr>
            <w:sdtEndPr/>
            <w:sdtContent>
              <w:p w:rsidR="00CF3F46" w:rsidRPr="00073EA0" w:rsidRDefault="00CF3F46" w:rsidP="00CF3F46">
                <w:pPr>
                  <w:pStyle w:val="Tabletext"/>
                </w:pPr>
                <w:r>
                  <w:t xml:space="preserve">If </w:t>
                </w:r>
                <w:proofErr w:type="gramStart"/>
                <w:r>
                  <w:t>a</w:t>
                </w:r>
                <w:proofErr w:type="gramEnd"/>
                <w:r>
                  <w:t xml:space="preserve"> ABC-EIP product shall be used for Modbus-TCP the selected </w:t>
                </w:r>
                <w:proofErr w:type="spellStart"/>
                <w:r>
                  <w:t>Fielbustype</w:t>
                </w:r>
                <w:proofErr w:type="spellEnd"/>
                <w:r>
                  <w:t xml:space="preserve"> shall now be </w:t>
                </w:r>
                <w:proofErr w:type="spellStart"/>
                <w:r>
                  <w:t>EtherNet</w:t>
                </w:r>
                <w:proofErr w:type="spellEnd"/>
                <w:r>
                  <w:t>/IP &amp; Modbus-TCP and not only Ethernet/IP whish was confusing for users.</w:t>
                </w:r>
              </w:p>
            </w:sdtContent>
          </w:sdt>
        </w:tc>
        <w:tc>
          <w:tcPr>
            <w:tcW w:w="992" w:type="dxa"/>
          </w:tcPr>
          <w:sdt>
            <w:sdtPr>
              <w:id w:val="669681719"/>
              <w:placeholder>
                <w:docPart w:val="682241F0162B4870A348789FE7C422E2"/>
              </w:placeholder>
            </w:sdtPr>
            <w:sdtEndPr/>
            <w:sdtContent>
              <w:p w:rsidR="00CF3F46" w:rsidRDefault="00CF3F46" w:rsidP="00CF3F46">
                <w:pPr>
                  <w:pStyle w:val="Tabletext"/>
                </w:pPr>
                <w:r>
                  <w:t>0006768</w:t>
                </w:r>
              </w:p>
            </w:sdtContent>
          </w:sdt>
        </w:tc>
      </w:tr>
      <w:tr w:rsidR="00CF3F46" w:rsidRPr="00077D56" w:rsidTr="008E4024">
        <w:trPr>
          <w:cnfStyle w:val="000000100000" w:firstRow="0" w:lastRow="0" w:firstColumn="0" w:lastColumn="0" w:oddVBand="0" w:evenVBand="0" w:oddHBand="1" w:evenHBand="0" w:firstRowFirstColumn="0" w:firstRowLastColumn="0" w:lastRowFirstColumn="0" w:lastRowLastColumn="0"/>
        </w:trPr>
        <w:tc>
          <w:tcPr>
            <w:tcW w:w="1947" w:type="dxa"/>
          </w:tcPr>
          <w:sdt>
            <w:sdtPr>
              <w:id w:val="-547449628"/>
              <w:placeholder>
                <w:docPart w:val="9084FC0D381E4A00B96E7F0F59AF0F2B"/>
              </w:placeholder>
            </w:sdtPr>
            <w:sdtEndPr/>
            <w:sdtContent>
              <w:p w:rsidR="00CF3F46" w:rsidRPr="00F4797C" w:rsidRDefault="00D37E84" w:rsidP="00D37E84">
                <w:pPr>
                  <w:pStyle w:val="Tabletext"/>
                </w:pPr>
                <w:r>
                  <w:t>Zero in serial number was lost</w:t>
                </w:r>
              </w:p>
            </w:sdtContent>
          </w:sdt>
        </w:tc>
        <w:sdt>
          <w:sdtPr>
            <w:id w:val="1411965229"/>
            <w:placeholder>
              <w:docPart w:val="38BB4100D1A14E01BA37B0A5359D4ABB"/>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CF3F46" w:rsidRPr="00073EA0" w:rsidRDefault="00D37E84" w:rsidP="008E4024">
                <w:pPr>
                  <w:pStyle w:val="Tabletext"/>
                </w:pPr>
                <w:r>
                  <w:t>Bug fix</w:t>
                </w:r>
              </w:p>
            </w:tc>
          </w:sdtContent>
        </w:sdt>
        <w:tc>
          <w:tcPr>
            <w:tcW w:w="6092" w:type="dxa"/>
          </w:tcPr>
          <w:sdt>
            <w:sdtPr>
              <w:id w:val="-598252809"/>
              <w:placeholder>
                <w:docPart w:val="DA13C5A634764EBA9752C8458FDE69AF"/>
              </w:placeholder>
            </w:sdtPr>
            <w:sdtEndPr/>
            <w:sdtContent>
              <w:p w:rsidR="00CF3F46" w:rsidRPr="00073EA0" w:rsidRDefault="00D37E84" w:rsidP="00D37E84">
                <w:pPr>
                  <w:pStyle w:val="Tabletext"/>
                </w:pPr>
                <w:r>
                  <w:t>For some serial numbers a zero was lost when viewing the serial number in the About dialog.</w:t>
                </w:r>
              </w:p>
            </w:sdtContent>
          </w:sdt>
        </w:tc>
        <w:tc>
          <w:tcPr>
            <w:tcW w:w="992" w:type="dxa"/>
          </w:tcPr>
          <w:sdt>
            <w:sdtPr>
              <w:id w:val="-218746108"/>
              <w:placeholder>
                <w:docPart w:val="44B8DEDD62B54D83B3E805E06605B57D"/>
              </w:placeholder>
            </w:sdtPr>
            <w:sdtEndPr/>
            <w:sdtContent>
              <w:p w:rsidR="00CF3F46" w:rsidRDefault="00CF3F46" w:rsidP="00CF3F46">
                <w:pPr>
                  <w:pStyle w:val="Tabletext"/>
                </w:pPr>
                <w:r>
                  <w:t>0006330</w:t>
                </w:r>
              </w:p>
            </w:sdtContent>
          </w:sdt>
        </w:tc>
      </w:tr>
      <w:tr w:rsidR="00D37E84" w:rsidRPr="00077D56" w:rsidTr="008E4024">
        <w:tc>
          <w:tcPr>
            <w:tcW w:w="1947" w:type="dxa"/>
          </w:tcPr>
          <w:sdt>
            <w:sdtPr>
              <w:id w:val="2043707630"/>
              <w:placeholder>
                <w:docPart w:val="39D32C4FD9144641A309977E209AE202"/>
              </w:placeholder>
            </w:sdtPr>
            <w:sdtEndPr/>
            <w:sdtContent>
              <w:p w:rsidR="00D37E84" w:rsidRPr="00F4797C" w:rsidRDefault="00D37E84" w:rsidP="00D37E84">
                <w:pPr>
                  <w:pStyle w:val="Tabletext"/>
                </w:pPr>
                <w:r>
                  <w:t>Application crashes when editing Modbus Transaction</w:t>
                </w:r>
              </w:p>
            </w:sdtContent>
          </w:sdt>
        </w:tc>
        <w:sdt>
          <w:sdtPr>
            <w:id w:val="2137217047"/>
            <w:placeholder>
              <w:docPart w:val="E59863022653427B8951EF814888C3E7"/>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D37E84" w:rsidRPr="00073EA0" w:rsidRDefault="00D37E84" w:rsidP="008E4024">
                <w:pPr>
                  <w:pStyle w:val="Tabletext"/>
                </w:pPr>
                <w:r>
                  <w:t>Bug fix</w:t>
                </w:r>
              </w:p>
            </w:tc>
          </w:sdtContent>
        </w:sdt>
        <w:tc>
          <w:tcPr>
            <w:tcW w:w="6092" w:type="dxa"/>
          </w:tcPr>
          <w:sdt>
            <w:sdtPr>
              <w:id w:val="-765763665"/>
              <w:placeholder>
                <w:docPart w:val="FCDB4C945AFA4DDD9B7ABB7083FEA088"/>
              </w:placeholder>
            </w:sdtPr>
            <w:sdtEndPr/>
            <w:sdtContent>
              <w:p w:rsidR="00D37E84" w:rsidRPr="00073EA0" w:rsidRDefault="00D37E84" w:rsidP="00D37E84">
                <w:pPr>
                  <w:pStyle w:val="Tabletext"/>
                </w:pPr>
                <w:r w:rsidRPr="00D37E84">
                  <w:t xml:space="preserve">After configuration </w:t>
                </w:r>
                <w:r>
                  <w:t>was</w:t>
                </w:r>
                <w:r w:rsidRPr="00D37E84">
                  <w:t xml:space="preserve"> built with Modbus Wizard</w:t>
                </w:r>
                <w:r>
                  <w:t xml:space="preserve"> the application was crashing when </w:t>
                </w:r>
                <w:r w:rsidRPr="00D37E84">
                  <w:t xml:space="preserve">trying to edit the Query frame with </w:t>
                </w:r>
                <w:r>
                  <w:t>the Transaction editor.</w:t>
                </w:r>
              </w:p>
            </w:sdtContent>
          </w:sdt>
        </w:tc>
        <w:tc>
          <w:tcPr>
            <w:tcW w:w="992" w:type="dxa"/>
          </w:tcPr>
          <w:sdt>
            <w:sdtPr>
              <w:id w:val="348300388"/>
              <w:placeholder>
                <w:docPart w:val="25B35BB104564B21A3EF1578B195D20F"/>
              </w:placeholder>
            </w:sdtPr>
            <w:sdtEndPr/>
            <w:sdtContent>
              <w:p w:rsidR="00D37E84" w:rsidRDefault="00D37E84" w:rsidP="00D37E84">
                <w:pPr>
                  <w:pStyle w:val="Tabletext"/>
                </w:pPr>
                <w:r>
                  <w:t>0005142</w:t>
                </w:r>
              </w:p>
              <w:p w:rsidR="00D37E84" w:rsidRDefault="00817C62" w:rsidP="00D37E84">
                <w:pPr>
                  <w:pStyle w:val="Tabletext"/>
                </w:pPr>
              </w:p>
            </w:sdtContent>
          </w:sdt>
        </w:tc>
      </w:tr>
      <w:tr w:rsidR="00D37E84" w:rsidRPr="00077D56" w:rsidTr="008E4024">
        <w:trPr>
          <w:cnfStyle w:val="000000100000" w:firstRow="0" w:lastRow="0" w:firstColumn="0" w:lastColumn="0" w:oddVBand="0" w:evenVBand="0" w:oddHBand="1" w:evenHBand="0" w:firstRowFirstColumn="0" w:firstRowLastColumn="0" w:lastRowFirstColumn="0" w:lastRowLastColumn="0"/>
        </w:trPr>
        <w:tc>
          <w:tcPr>
            <w:tcW w:w="1947" w:type="dxa"/>
          </w:tcPr>
          <w:p w:rsidR="00D37E84" w:rsidRPr="00F4797C" w:rsidRDefault="00F4574C" w:rsidP="00F4574C">
            <w:pPr>
              <w:pStyle w:val="Tabletext"/>
            </w:pPr>
            <w:r>
              <w:t>Fixed Reset problem on DeviceNet gateway</w:t>
            </w:r>
          </w:p>
        </w:tc>
        <w:sdt>
          <w:sdtPr>
            <w:id w:val="-1898200874"/>
            <w:placeholder>
              <w:docPart w:val="EFC74313C35D47A685B93E7F71E3D4D6"/>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D37E84" w:rsidRPr="00073EA0" w:rsidRDefault="00D37E84" w:rsidP="008E4024">
                <w:pPr>
                  <w:pStyle w:val="Tabletext"/>
                </w:pPr>
                <w:r>
                  <w:t>Bug fix</w:t>
                </w:r>
              </w:p>
            </w:tc>
          </w:sdtContent>
        </w:sdt>
        <w:tc>
          <w:tcPr>
            <w:tcW w:w="6092" w:type="dxa"/>
          </w:tcPr>
          <w:sdt>
            <w:sdtPr>
              <w:id w:val="952820787"/>
              <w:placeholder>
                <w:docPart w:val="B00A61BAD96F47FFB73222FF4FD3E020"/>
              </w:placeholder>
            </w:sdtPr>
            <w:sdtEndPr/>
            <w:sdtContent>
              <w:p w:rsidR="00D37E84" w:rsidRPr="00073EA0" w:rsidRDefault="00F4574C" w:rsidP="008E4024">
                <w:pPr>
                  <w:pStyle w:val="Tabletext"/>
                </w:pPr>
                <w:r>
                  <w:t xml:space="preserve">Anybus Communicator – DeviceNet is now correctly </w:t>
                </w:r>
                <w:proofErr w:type="spellStart"/>
                <w:r>
                  <w:t>resetet</w:t>
                </w:r>
                <w:proofErr w:type="spellEnd"/>
                <w:r>
                  <w:t xml:space="preserve"> when reset command is received from fieldbus</w:t>
                </w:r>
              </w:p>
            </w:sdtContent>
          </w:sdt>
        </w:tc>
        <w:tc>
          <w:tcPr>
            <w:tcW w:w="992" w:type="dxa"/>
          </w:tcPr>
          <w:sdt>
            <w:sdtPr>
              <w:id w:val="-720132075"/>
              <w:placeholder>
                <w:docPart w:val="C16243FB34204628824434A7A41C45BD"/>
              </w:placeholder>
            </w:sdtPr>
            <w:sdtEndPr/>
            <w:sdtContent>
              <w:p w:rsidR="00D37E84" w:rsidRDefault="00435F6A" w:rsidP="00435F6A">
                <w:pPr>
                  <w:pStyle w:val="Tabletext"/>
                </w:pPr>
                <w:r>
                  <w:t xml:space="preserve"> </w:t>
                </w:r>
              </w:p>
            </w:sdtContent>
          </w:sdt>
        </w:tc>
      </w:tr>
      <w:tr w:rsidR="00435F6A" w:rsidRPr="00077D56" w:rsidTr="008E4024">
        <w:tc>
          <w:tcPr>
            <w:tcW w:w="1947" w:type="dxa"/>
          </w:tcPr>
          <w:sdt>
            <w:sdtPr>
              <w:id w:val="1989285558"/>
              <w:placeholder>
                <w:docPart w:val="69C32C36F40A4055A7A1AB7258F666ED"/>
              </w:placeholder>
            </w:sdtPr>
            <w:sdtEndPr/>
            <w:sdtContent>
              <w:p w:rsidR="00435F6A" w:rsidRPr="00F4797C" w:rsidRDefault="00EE1AB1" w:rsidP="00EE1AB1">
                <w:pPr>
                  <w:pStyle w:val="Tabletext"/>
                </w:pPr>
                <w:r>
                  <w:t xml:space="preserve">Fixed problem in change of state trigger functionality </w:t>
                </w:r>
              </w:p>
            </w:sdtContent>
          </w:sdt>
        </w:tc>
        <w:sdt>
          <w:sdtPr>
            <w:id w:val="-1720433434"/>
            <w:placeholder>
              <w:docPart w:val="FD31D91F978648DBB12B1FFFE4E891DD"/>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435F6A" w:rsidRPr="00073EA0" w:rsidRDefault="00435F6A" w:rsidP="008E4024">
                <w:pPr>
                  <w:pStyle w:val="Tabletext"/>
                </w:pPr>
                <w:r>
                  <w:t>Bug fix</w:t>
                </w:r>
              </w:p>
            </w:tc>
          </w:sdtContent>
        </w:sdt>
        <w:tc>
          <w:tcPr>
            <w:tcW w:w="6092" w:type="dxa"/>
          </w:tcPr>
          <w:sdt>
            <w:sdtPr>
              <w:id w:val="1865544617"/>
              <w:placeholder>
                <w:docPart w:val="D4F9F836CC6546719CB22EE9C9E897DA"/>
              </w:placeholder>
            </w:sdtPr>
            <w:sdtEndPr/>
            <w:sdtContent>
              <w:p w:rsidR="00435F6A" w:rsidRPr="00073EA0" w:rsidRDefault="00EE1AB1" w:rsidP="00EE1AB1">
                <w:pPr>
                  <w:pStyle w:val="Tabletext"/>
                </w:pPr>
                <w:r>
                  <w:t xml:space="preserve">Change of state on trigger functionality did not work </w:t>
                </w:r>
                <w:proofErr w:type="spellStart"/>
                <w:r>
                  <w:t>correctyly</w:t>
                </w:r>
                <w:proofErr w:type="spellEnd"/>
                <w:r>
                  <w:t xml:space="preserve"> on DF1</w:t>
                </w:r>
              </w:p>
            </w:sdtContent>
          </w:sdt>
        </w:tc>
        <w:tc>
          <w:tcPr>
            <w:tcW w:w="992" w:type="dxa"/>
          </w:tcPr>
          <w:sdt>
            <w:sdtPr>
              <w:id w:val="205685215"/>
              <w:placeholder>
                <w:docPart w:val="27F8105DCF854D11A99412A1ED63305A"/>
              </w:placeholder>
            </w:sdtPr>
            <w:sdtEndPr/>
            <w:sdtContent>
              <w:p w:rsidR="00435F6A" w:rsidRDefault="00435F6A" w:rsidP="00435F6A">
                <w:pPr>
                  <w:pStyle w:val="Tabletext"/>
                </w:pPr>
                <w:r>
                  <w:t>0006381</w:t>
                </w:r>
              </w:p>
            </w:sdtContent>
          </w:sdt>
        </w:tc>
      </w:tr>
      <w:tr w:rsidR="00435F6A" w:rsidRPr="00077D56" w:rsidTr="008E4024">
        <w:trPr>
          <w:cnfStyle w:val="000000100000" w:firstRow="0" w:lastRow="0" w:firstColumn="0" w:lastColumn="0" w:oddVBand="0" w:evenVBand="0" w:oddHBand="1" w:evenHBand="0" w:firstRowFirstColumn="0" w:firstRowLastColumn="0" w:lastRowFirstColumn="0" w:lastRowLastColumn="0"/>
        </w:trPr>
        <w:tc>
          <w:tcPr>
            <w:tcW w:w="1947" w:type="dxa"/>
          </w:tcPr>
          <w:p w:rsidR="00435F6A" w:rsidRPr="00F4797C" w:rsidRDefault="00435F6A" w:rsidP="008E4024">
            <w:pPr>
              <w:pStyle w:val="Tabletext"/>
            </w:pPr>
            <w:r>
              <w:t>Not possible to set parameters for Ethernet/IP in Modus Wizard</w:t>
            </w:r>
          </w:p>
        </w:tc>
        <w:sdt>
          <w:sdtPr>
            <w:id w:val="386071594"/>
            <w:placeholder>
              <w:docPart w:val="DD05BC785DC34598811FCD443755B578"/>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435F6A" w:rsidRPr="00073EA0" w:rsidRDefault="00435F6A" w:rsidP="008E4024">
                <w:pPr>
                  <w:pStyle w:val="Tabletext"/>
                </w:pPr>
                <w:r>
                  <w:t>Bug fix</w:t>
                </w:r>
              </w:p>
            </w:tc>
          </w:sdtContent>
        </w:sdt>
        <w:tc>
          <w:tcPr>
            <w:tcW w:w="6092" w:type="dxa"/>
          </w:tcPr>
          <w:sdt>
            <w:sdtPr>
              <w:id w:val="1197120507"/>
              <w:placeholder>
                <w:docPart w:val="54CD32BBFCFA4FADB68EBEC314B36D5B"/>
              </w:placeholder>
            </w:sdtPr>
            <w:sdtEndPr/>
            <w:sdtContent>
              <w:p w:rsidR="00435F6A" w:rsidRPr="00073EA0" w:rsidRDefault="00435F6A" w:rsidP="00435F6A">
                <w:pPr>
                  <w:pStyle w:val="Tabletext"/>
                </w:pPr>
                <w:r>
                  <w:t xml:space="preserve">It was not possible to do </w:t>
                </w:r>
                <w:proofErr w:type="spellStart"/>
                <w:r>
                  <w:t>selctions</w:t>
                </w:r>
                <w:proofErr w:type="spellEnd"/>
                <w:r>
                  <w:t xml:space="preserve"> for some parameters in the Modus Wizard </w:t>
                </w:r>
              </w:p>
            </w:sdtContent>
          </w:sdt>
        </w:tc>
        <w:tc>
          <w:tcPr>
            <w:tcW w:w="992" w:type="dxa"/>
          </w:tcPr>
          <w:sdt>
            <w:sdtPr>
              <w:id w:val="1374419405"/>
              <w:placeholder>
                <w:docPart w:val="2392193BFA2440328F82978F0912F02F"/>
              </w:placeholder>
            </w:sdtPr>
            <w:sdtEndPr/>
            <w:sdtContent>
              <w:p w:rsidR="00435F6A" w:rsidRDefault="00435F6A" w:rsidP="008E4024">
                <w:pPr>
                  <w:pStyle w:val="Tabletext"/>
                </w:pPr>
                <w:r w:rsidRPr="00435F6A">
                  <w:t>DE373</w:t>
                </w:r>
              </w:p>
            </w:sdtContent>
          </w:sdt>
        </w:tc>
      </w:tr>
      <w:tr w:rsidR="00435F6A" w:rsidRPr="00077D56" w:rsidTr="008E4024">
        <w:tc>
          <w:tcPr>
            <w:tcW w:w="1947" w:type="dxa"/>
          </w:tcPr>
          <w:p w:rsidR="00435F6A" w:rsidRPr="00F4797C" w:rsidRDefault="00435F6A" w:rsidP="00435F6A">
            <w:pPr>
              <w:pStyle w:val="Tabletext"/>
            </w:pPr>
            <w:r>
              <w:t>Toolbar did not show all buttons at startup</w:t>
            </w:r>
          </w:p>
        </w:tc>
        <w:sdt>
          <w:sdtPr>
            <w:id w:val="922299989"/>
            <w:placeholder>
              <w:docPart w:val="0D5C299A5C5A4501958F6C5C2BC89268"/>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167" w:type="dxa"/>
              </w:tcPr>
              <w:p w:rsidR="00435F6A" w:rsidRPr="00073EA0" w:rsidRDefault="00435F6A" w:rsidP="008E4024">
                <w:pPr>
                  <w:pStyle w:val="Tabletext"/>
                </w:pPr>
                <w:r>
                  <w:t>Bug fix</w:t>
                </w:r>
              </w:p>
            </w:tc>
          </w:sdtContent>
        </w:sdt>
        <w:tc>
          <w:tcPr>
            <w:tcW w:w="6092" w:type="dxa"/>
          </w:tcPr>
          <w:sdt>
            <w:sdtPr>
              <w:id w:val="-817027744"/>
              <w:placeholder>
                <w:docPart w:val="27B6DC94203349DB9D8A90C5F655F23C"/>
              </w:placeholder>
            </w:sdtPr>
            <w:sdtEndPr/>
            <w:sdtContent>
              <w:p w:rsidR="00435F6A" w:rsidRPr="00073EA0" w:rsidRDefault="00435F6A" w:rsidP="00435F6A">
                <w:pPr>
                  <w:pStyle w:val="Tabletext"/>
                </w:pPr>
                <w:r>
                  <w:t xml:space="preserve">Several buttons (i.e. Add Broadcaster) was hidden from toolbar at </w:t>
                </w:r>
                <w:proofErr w:type="spellStart"/>
                <w:r>
                  <w:t>starup</w:t>
                </w:r>
                <w:proofErr w:type="spellEnd"/>
              </w:p>
            </w:sdtContent>
          </w:sdt>
        </w:tc>
        <w:tc>
          <w:tcPr>
            <w:tcW w:w="992" w:type="dxa"/>
          </w:tcPr>
          <w:sdt>
            <w:sdtPr>
              <w:id w:val="456074663"/>
              <w:placeholder>
                <w:docPart w:val="F7CB0C461DFE4A0BB1DA14AA9C2CE782"/>
              </w:placeholder>
            </w:sdtPr>
            <w:sdtEndPr/>
            <w:sdtContent>
              <w:p w:rsidR="00435F6A" w:rsidRDefault="00435F6A" w:rsidP="008E4024">
                <w:pPr>
                  <w:pStyle w:val="Tabletext"/>
                </w:pPr>
                <w:r w:rsidRPr="00435F6A">
                  <w:t>DE374</w:t>
                </w:r>
              </w:p>
            </w:sdtContent>
          </w:sdt>
        </w:tc>
      </w:tr>
    </w:tbl>
    <w:p w:rsidR="003C0459" w:rsidRDefault="003C0459" w:rsidP="00EC7DAC">
      <w:pPr>
        <w:rPr>
          <w:i/>
          <w:iCs/>
          <w:lang w:val="en-US"/>
        </w:rPr>
      </w:pPr>
    </w:p>
    <w:p w:rsidR="00D22CA4" w:rsidRDefault="003C0459" w:rsidP="00823C78">
      <w:pPr>
        <w:jc w:val="center"/>
        <w:rPr>
          <w:i/>
          <w:iCs/>
          <w:lang w:val="en-US"/>
        </w:rPr>
      </w:pPr>
      <w:r w:rsidRPr="000C036C">
        <w:rPr>
          <w:i/>
          <w:iCs/>
          <w:lang w:val="en-US"/>
        </w:rPr>
        <w:t xml:space="preserve">Bugs that are found in this software release should be reported back to HMS support department. Report product, software version, configuration, how to reproduce </w:t>
      </w:r>
      <w:proofErr w:type="spellStart"/>
      <w:r w:rsidRPr="000C036C">
        <w:rPr>
          <w:i/>
          <w:iCs/>
          <w:lang w:val="en-US"/>
        </w:rPr>
        <w:t>behaviour</w:t>
      </w:r>
      <w:proofErr w:type="spellEnd"/>
      <w:r w:rsidRPr="000C036C">
        <w:rPr>
          <w:i/>
          <w:iCs/>
          <w:lang w:val="en-US"/>
        </w:rPr>
        <w:t>, and the effects of the bug.</w:t>
      </w:r>
    </w:p>
    <w:p w:rsidR="00435F6A" w:rsidRDefault="00435F6A" w:rsidP="00435F6A">
      <w:pPr>
        <w:rPr>
          <w:i/>
          <w:iCs/>
          <w:lang w:val="en-US"/>
        </w:rPr>
      </w:pPr>
    </w:p>
    <w:p w:rsidR="00435F6A" w:rsidRDefault="00435F6A">
      <w:pPr>
        <w:rPr>
          <w:rFonts w:ascii="Verdana" w:eastAsia="Times New Roman" w:hAnsi="Verdana" w:cs="Times New Roman"/>
          <w:b/>
          <w:kern w:val="28"/>
          <w:sz w:val="24"/>
          <w:szCs w:val="20"/>
          <w:lang w:val="en-GB"/>
        </w:rPr>
      </w:pPr>
      <w:r w:rsidRPr="00EE1AB1">
        <w:rPr>
          <w:sz w:val="24"/>
          <w:lang w:val="en-US"/>
        </w:rPr>
        <w:br w:type="page"/>
      </w:r>
    </w:p>
    <w:p w:rsidR="00435F6A" w:rsidRDefault="00435F6A" w:rsidP="00435F6A">
      <w:pPr>
        <w:pStyle w:val="Heading"/>
        <w:rPr>
          <w:sz w:val="24"/>
        </w:rPr>
      </w:pPr>
      <w:r>
        <w:rPr>
          <w:sz w:val="24"/>
        </w:rPr>
        <w:lastRenderedPageBreak/>
        <w:t>Updated in version 4.2.1.1</w:t>
      </w:r>
      <w:r w:rsidRPr="00E506B6">
        <w:rPr>
          <w:sz w:val="24"/>
        </w:rPr>
        <w:t>:</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lang w:val="en-US"/>
        </w:rPr>
        <w:t>Included version 2.03 Build 01 Master Mode Firmware files for the Anybus Communicator.</w:t>
      </w:r>
    </w:p>
    <w:p w:rsidR="00435F6A" w:rsidRDefault="00435F6A" w:rsidP="00435F6A">
      <w:pPr>
        <w:pStyle w:val="Heading"/>
        <w:rPr>
          <w:b w:val="0"/>
          <w:sz w:val="24"/>
        </w:rPr>
      </w:pPr>
      <w:r w:rsidRPr="00E506B6">
        <w:rPr>
          <w:b w:val="0"/>
          <w:sz w:val="24"/>
        </w:rPr>
        <w:t>- Bug fixes</w:t>
      </w:r>
    </w:p>
    <w:p w:rsidR="00435F6A" w:rsidRPr="003A5B38" w:rsidRDefault="00435F6A" w:rsidP="00435F6A">
      <w:pPr>
        <w:numPr>
          <w:ilvl w:val="0"/>
          <w:numId w:val="39"/>
        </w:numPr>
        <w:overflowPunct w:val="0"/>
        <w:autoSpaceDE w:val="0"/>
        <w:autoSpaceDN w:val="0"/>
        <w:adjustRightInd w:val="0"/>
        <w:spacing w:before="120"/>
        <w:textAlignment w:val="baseline"/>
        <w:rPr>
          <w:lang w:val="en-US"/>
        </w:rPr>
      </w:pPr>
      <w:r w:rsidRPr="00435F6A">
        <w:rPr>
          <w:lang w:val="en-US"/>
        </w:rPr>
        <w:t xml:space="preserve">Message Delimiter in Master Mode can now be up to 500ms. </w:t>
      </w:r>
      <w:r w:rsidRPr="003A5B38">
        <w:rPr>
          <w:lang w:val="en-US"/>
        </w:rPr>
        <w:t xml:space="preserve">Internal ID </w:t>
      </w:r>
      <w:hyperlink r:id="rId14" w:history="1">
        <w:r w:rsidRPr="003A5B38">
          <w:rPr>
            <w:rStyle w:val="Hyperlink"/>
            <w:lang w:val="en-US"/>
          </w:rPr>
          <w:t>0006099</w:t>
        </w:r>
      </w:hyperlink>
      <w:r w:rsidRPr="00435F6A">
        <w:rPr>
          <w:lang w:val="en-US"/>
        </w:rPr>
        <w:t>.</w:t>
      </w:r>
    </w:p>
    <w:p w:rsidR="00435F6A" w:rsidRDefault="00435F6A" w:rsidP="00435F6A">
      <w:pPr>
        <w:pStyle w:val="Heading"/>
        <w:rPr>
          <w:sz w:val="24"/>
          <w:lang w:val="en-US"/>
        </w:rPr>
      </w:pPr>
    </w:p>
    <w:p w:rsidR="00435F6A" w:rsidRDefault="00435F6A" w:rsidP="00435F6A">
      <w:pPr>
        <w:pStyle w:val="Heading"/>
        <w:rPr>
          <w:sz w:val="24"/>
        </w:rPr>
      </w:pPr>
      <w:r>
        <w:rPr>
          <w:sz w:val="24"/>
        </w:rPr>
        <w:t>Updated in version 4.1.1.1</w:t>
      </w:r>
      <w:r w:rsidRPr="00E506B6">
        <w:rPr>
          <w:sz w:val="24"/>
        </w:rPr>
        <w:t>:</w:t>
      </w:r>
    </w:p>
    <w:p w:rsidR="00435F6A" w:rsidRPr="00E506B6" w:rsidRDefault="00435F6A" w:rsidP="00435F6A">
      <w:pPr>
        <w:pStyle w:val="Heading"/>
        <w:rPr>
          <w:b w:val="0"/>
          <w:sz w:val="24"/>
        </w:rPr>
      </w:pPr>
      <w:r w:rsidRPr="00E506B6">
        <w:rPr>
          <w:b w:val="0"/>
          <w:sz w:val="24"/>
        </w:rPr>
        <w:t>- Other changes</w:t>
      </w:r>
    </w:p>
    <w:p w:rsidR="00435F6A" w:rsidRDefault="00435F6A" w:rsidP="00435F6A">
      <w:pPr>
        <w:numPr>
          <w:ilvl w:val="0"/>
          <w:numId w:val="39"/>
        </w:numPr>
        <w:overflowPunct w:val="0"/>
        <w:autoSpaceDE w:val="0"/>
        <w:autoSpaceDN w:val="0"/>
        <w:adjustRightInd w:val="0"/>
        <w:spacing w:before="120"/>
        <w:textAlignment w:val="baseline"/>
      </w:pPr>
      <w:r>
        <w:t>Name change</w:t>
      </w:r>
    </w:p>
    <w:p w:rsidR="00435F6A" w:rsidRDefault="00435F6A" w:rsidP="00435F6A">
      <w:pPr>
        <w:pStyle w:val="Heading"/>
        <w:rPr>
          <w:b w:val="0"/>
          <w:sz w:val="24"/>
        </w:rPr>
      </w:pPr>
      <w:r w:rsidRPr="00E506B6">
        <w:rPr>
          <w:b w:val="0"/>
          <w:sz w:val="24"/>
        </w:rPr>
        <w:t>- Bug fixes</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lang w:val="en-US"/>
        </w:rPr>
        <w:t>Please refer to the different firmware releases for the actual fixes.</w:t>
      </w:r>
    </w:p>
    <w:p w:rsidR="00891E53" w:rsidRDefault="00891E53" w:rsidP="00435F6A">
      <w:pPr>
        <w:pStyle w:val="Heading"/>
        <w:rPr>
          <w:sz w:val="24"/>
        </w:rPr>
      </w:pPr>
    </w:p>
    <w:p w:rsidR="00435F6A" w:rsidRDefault="00435F6A" w:rsidP="00435F6A">
      <w:pPr>
        <w:pStyle w:val="Heading"/>
        <w:rPr>
          <w:sz w:val="24"/>
        </w:rPr>
      </w:pPr>
      <w:r w:rsidRPr="00E506B6">
        <w:rPr>
          <w:sz w:val="24"/>
        </w:rPr>
        <w:t xml:space="preserve">Updated in version </w:t>
      </w:r>
      <w:r>
        <w:rPr>
          <w:sz w:val="24"/>
        </w:rPr>
        <w:t>4.0.0.9</w:t>
      </w:r>
      <w:r w:rsidRPr="00E506B6">
        <w:rPr>
          <w:sz w:val="24"/>
        </w:rPr>
        <w:t>:</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lang w:val="en-US"/>
        </w:rPr>
        <w:t>Modbus TCP and Ethernet/IP mailboxes have been updated to allow some extra settings to be edited again (they were removed in 4.0.0.8 release).</w:t>
      </w:r>
    </w:p>
    <w:p w:rsidR="00891E53" w:rsidRDefault="00891E53" w:rsidP="00435F6A">
      <w:pPr>
        <w:pStyle w:val="Heading"/>
        <w:rPr>
          <w:sz w:val="24"/>
        </w:rPr>
      </w:pPr>
    </w:p>
    <w:p w:rsidR="00435F6A" w:rsidRDefault="00435F6A" w:rsidP="00435F6A">
      <w:pPr>
        <w:pStyle w:val="Heading"/>
        <w:rPr>
          <w:sz w:val="24"/>
        </w:rPr>
      </w:pPr>
      <w:r w:rsidRPr="00E506B6">
        <w:rPr>
          <w:sz w:val="24"/>
        </w:rPr>
        <w:t xml:space="preserve">Updated in version </w:t>
      </w:r>
      <w:r>
        <w:rPr>
          <w:sz w:val="24"/>
        </w:rPr>
        <w:t>4.0.0.8</w:t>
      </w:r>
      <w:r w:rsidRPr="00E506B6">
        <w:rPr>
          <w:sz w:val="24"/>
        </w:rPr>
        <w:t>:</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lang w:val="en-US"/>
        </w:rPr>
        <w:t>Erroneous warning removed when saving generic mode configurations</w:t>
      </w:r>
    </w:p>
    <w:p w:rsidR="00891E53" w:rsidRDefault="00891E53" w:rsidP="00435F6A">
      <w:pPr>
        <w:pStyle w:val="Heading"/>
        <w:rPr>
          <w:sz w:val="24"/>
        </w:rPr>
      </w:pPr>
    </w:p>
    <w:p w:rsidR="00435F6A" w:rsidRDefault="00435F6A" w:rsidP="00435F6A">
      <w:pPr>
        <w:pStyle w:val="Heading"/>
        <w:rPr>
          <w:sz w:val="24"/>
        </w:rPr>
      </w:pPr>
      <w:r w:rsidRPr="00E506B6">
        <w:rPr>
          <w:sz w:val="24"/>
        </w:rPr>
        <w:t xml:space="preserve">Updated in version </w:t>
      </w:r>
      <w:r>
        <w:rPr>
          <w:sz w:val="24"/>
        </w:rPr>
        <w:t>4.0.0.7</w:t>
      </w:r>
      <w:r w:rsidRPr="00E506B6">
        <w:rPr>
          <w:sz w:val="24"/>
        </w:rPr>
        <w:t>:</w:t>
      </w:r>
    </w:p>
    <w:p w:rsidR="00435F6A" w:rsidRDefault="00435F6A" w:rsidP="00435F6A">
      <w:pPr>
        <w:numPr>
          <w:ilvl w:val="0"/>
          <w:numId w:val="39"/>
        </w:numPr>
        <w:overflowPunct w:val="0"/>
        <w:autoSpaceDE w:val="0"/>
        <w:autoSpaceDN w:val="0"/>
        <w:adjustRightInd w:val="0"/>
        <w:spacing w:before="120"/>
        <w:textAlignment w:val="baseline"/>
      </w:pPr>
      <w:r w:rsidRPr="00AE080E">
        <w:t xml:space="preserve">DF1 </w:t>
      </w:r>
      <w:r>
        <w:t xml:space="preserve">protocol mode </w:t>
      </w:r>
      <w:r w:rsidRPr="00AE080E">
        <w:t>added</w:t>
      </w:r>
      <w:r>
        <w:t>.</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lang w:val="en-US"/>
        </w:rPr>
        <w:t>Messages and help texts updated to be clearer.</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lang w:val="en-US"/>
        </w:rPr>
        <w:t xml:space="preserve">All files are digitally signed including a new installer, to verify that all files are intact and properly installed. </w:t>
      </w:r>
    </w:p>
    <w:p w:rsidR="00435F6A" w:rsidRDefault="00435F6A" w:rsidP="00435F6A">
      <w:pPr>
        <w:numPr>
          <w:ilvl w:val="0"/>
          <w:numId w:val="39"/>
        </w:numPr>
        <w:overflowPunct w:val="0"/>
        <w:autoSpaceDE w:val="0"/>
        <w:autoSpaceDN w:val="0"/>
        <w:adjustRightInd w:val="0"/>
        <w:spacing w:before="120"/>
        <w:textAlignment w:val="baseline"/>
      </w:pPr>
      <w:r w:rsidRPr="00AE080E">
        <w:t>Included version 2.</w:t>
      </w:r>
      <w:r>
        <w:t>9</w:t>
      </w:r>
      <w:r w:rsidRPr="00AE080E">
        <w:t>.1.</w:t>
      </w:r>
      <w:r>
        <w:t>3</w:t>
      </w:r>
      <w:r w:rsidRPr="00AE080E">
        <w:t xml:space="preserve"> of abccom.dll</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lang w:val="en-US"/>
        </w:rPr>
        <w:t>Included version 2.01 Build 02 Firmware files for the Anybus Communicator.</w:t>
      </w:r>
    </w:p>
    <w:p w:rsidR="00435F6A" w:rsidRDefault="00435F6A" w:rsidP="00435F6A">
      <w:pPr>
        <w:pStyle w:val="Heading"/>
        <w:rPr>
          <w:sz w:val="24"/>
        </w:rPr>
      </w:pPr>
      <w:r w:rsidRPr="00E506B6">
        <w:rPr>
          <w:sz w:val="24"/>
        </w:rPr>
        <w:lastRenderedPageBreak/>
        <w:t>Updated in version 3.0</w:t>
      </w:r>
      <w:r>
        <w:rPr>
          <w:sz w:val="24"/>
        </w:rPr>
        <w:t>4</w:t>
      </w:r>
      <w:r w:rsidRPr="00E506B6">
        <w:rPr>
          <w:sz w:val="24"/>
        </w:rPr>
        <w:t>:</w:t>
      </w:r>
    </w:p>
    <w:p w:rsidR="00435F6A" w:rsidRPr="00E506B6" w:rsidRDefault="00435F6A" w:rsidP="00435F6A">
      <w:pPr>
        <w:pStyle w:val="Heading"/>
        <w:rPr>
          <w:b w:val="0"/>
          <w:sz w:val="24"/>
        </w:rPr>
      </w:pPr>
      <w:r w:rsidRPr="00E506B6">
        <w:rPr>
          <w:b w:val="0"/>
          <w:sz w:val="24"/>
        </w:rPr>
        <w:t>- Bug fixes</w:t>
      </w:r>
    </w:p>
    <w:p w:rsidR="00435F6A" w:rsidRDefault="00435F6A" w:rsidP="00435F6A">
      <w:pPr>
        <w:numPr>
          <w:ilvl w:val="0"/>
          <w:numId w:val="39"/>
        </w:numPr>
        <w:overflowPunct w:val="0"/>
        <w:autoSpaceDE w:val="0"/>
        <w:autoSpaceDN w:val="0"/>
        <w:adjustRightInd w:val="0"/>
        <w:spacing w:before="120"/>
        <w:textAlignment w:val="baseline"/>
      </w:pPr>
      <w:r w:rsidRPr="00435F6A">
        <w:rPr>
          <w:b/>
          <w:lang w:val="en-US"/>
        </w:rPr>
        <w:t>Com ports should be detected better now</w:t>
      </w:r>
      <w:r w:rsidRPr="00435F6A">
        <w:rPr>
          <w:lang w:val="en-US"/>
        </w:rPr>
        <w:t xml:space="preserve"> – Sometimes com ports numbered above 4 wouldn’t be selectable in the config tool. </w:t>
      </w:r>
      <w:r w:rsidRPr="002F290F">
        <w:t xml:space="preserve">Internal ID </w:t>
      </w:r>
      <w:r w:rsidR="00900946">
        <w:rPr>
          <w:rStyle w:val="Hyperlink"/>
          <w:rFonts w:ascii="Verdana" w:hAnsi="Verdana"/>
          <w:sz w:val="20"/>
        </w:rPr>
        <w:fldChar w:fldCharType="begin"/>
      </w:r>
      <w:r w:rsidR="00900946">
        <w:rPr>
          <w:rStyle w:val="Hyperlink"/>
          <w:rFonts w:ascii="Verdana" w:hAnsi="Verdana"/>
          <w:sz w:val="20"/>
        </w:rPr>
        <w:instrText xml:space="preserve"> HYPERLINK "http://intranet/bt/view.php?id=1955" </w:instrText>
      </w:r>
      <w:r w:rsidR="00900946">
        <w:rPr>
          <w:rStyle w:val="Hyperlink"/>
          <w:rFonts w:ascii="Verdana" w:hAnsi="Verdana"/>
          <w:sz w:val="20"/>
        </w:rPr>
        <w:fldChar w:fldCharType="separate"/>
      </w:r>
      <w:r>
        <w:rPr>
          <w:rStyle w:val="Hyperlink"/>
          <w:rFonts w:ascii="Verdana" w:hAnsi="Verdana"/>
          <w:sz w:val="20"/>
        </w:rPr>
        <w:t>0001955</w:t>
      </w:r>
      <w:r w:rsidR="00900946">
        <w:rPr>
          <w:rStyle w:val="Hyperlink"/>
          <w:rFonts w:ascii="Verdana" w:hAnsi="Verdana"/>
          <w:sz w:val="20"/>
        </w:rPr>
        <w:fldChar w:fldCharType="end"/>
      </w:r>
      <w:r>
        <w:t xml:space="preserve"> and </w:t>
      </w:r>
      <w:r w:rsidR="00900946">
        <w:rPr>
          <w:rStyle w:val="Hyperlink"/>
          <w:rFonts w:ascii="Verdana" w:hAnsi="Verdana"/>
          <w:sz w:val="20"/>
        </w:rPr>
        <w:fldChar w:fldCharType="begin"/>
      </w:r>
      <w:r w:rsidR="00900946">
        <w:rPr>
          <w:rStyle w:val="Hyperlink"/>
          <w:rFonts w:ascii="Verdana" w:hAnsi="Verdana"/>
          <w:sz w:val="20"/>
        </w:rPr>
        <w:instrText xml:space="preserve"> HYPERLINK "http://intranet/bt/view.php?id=2161" </w:instrText>
      </w:r>
      <w:r w:rsidR="00900946">
        <w:rPr>
          <w:rStyle w:val="Hyperlink"/>
          <w:rFonts w:ascii="Verdana" w:hAnsi="Verdana"/>
          <w:sz w:val="20"/>
        </w:rPr>
        <w:fldChar w:fldCharType="separate"/>
      </w:r>
      <w:r>
        <w:rPr>
          <w:rStyle w:val="Hyperlink"/>
          <w:rFonts w:ascii="Verdana" w:hAnsi="Verdana"/>
          <w:sz w:val="20"/>
        </w:rPr>
        <w:t>0002161</w:t>
      </w:r>
      <w:r w:rsidR="00900946">
        <w:rPr>
          <w:rStyle w:val="Hyperlink"/>
          <w:rFonts w:ascii="Verdana" w:hAnsi="Verdana"/>
          <w:sz w:val="20"/>
        </w:rPr>
        <w:fldChar w:fldCharType="end"/>
      </w:r>
      <w:r>
        <w:t>.</w:t>
      </w:r>
    </w:p>
    <w:p w:rsidR="00435F6A" w:rsidRDefault="00435F6A" w:rsidP="00435F6A">
      <w:pPr>
        <w:numPr>
          <w:ilvl w:val="0"/>
          <w:numId w:val="39"/>
        </w:numPr>
        <w:overflowPunct w:val="0"/>
        <w:autoSpaceDE w:val="0"/>
        <w:autoSpaceDN w:val="0"/>
        <w:adjustRightInd w:val="0"/>
        <w:spacing w:before="120"/>
        <w:textAlignment w:val="baseline"/>
      </w:pPr>
      <w:r w:rsidRPr="00435F6A">
        <w:rPr>
          <w:b/>
          <w:lang w:val="en-US"/>
        </w:rPr>
        <w:t>Corrected a spelling mistake</w:t>
      </w:r>
      <w:r w:rsidRPr="00435F6A">
        <w:rPr>
          <w:lang w:val="en-US"/>
        </w:rPr>
        <w:t xml:space="preserve"> – In one of the wizard html files “of the” was repeated. </w:t>
      </w:r>
      <w:r>
        <w:t xml:space="preserve">Internal ID </w:t>
      </w:r>
      <w:r w:rsidR="00900946">
        <w:rPr>
          <w:rStyle w:val="Hyperlink"/>
          <w:rFonts w:ascii="Verdana" w:hAnsi="Verdana"/>
          <w:sz w:val="20"/>
        </w:rPr>
        <w:fldChar w:fldCharType="begin"/>
      </w:r>
      <w:r w:rsidR="00900946">
        <w:rPr>
          <w:rStyle w:val="Hyperlink"/>
          <w:rFonts w:ascii="Verdana" w:hAnsi="Verdana"/>
          <w:sz w:val="20"/>
        </w:rPr>
        <w:instrText xml:space="preserve"> HYPERLINK "http://intranet/bt/view.php?id=4242" </w:instrText>
      </w:r>
      <w:r w:rsidR="00900946">
        <w:rPr>
          <w:rStyle w:val="Hyperlink"/>
          <w:rFonts w:ascii="Verdana" w:hAnsi="Verdana"/>
          <w:sz w:val="20"/>
        </w:rPr>
        <w:fldChar w:fldCharType="separate"/>
      </w:r>
      <w:r>
        <w:rPr>
          <w:rStyle w:val="Hyperlink"/>
          <w:rFonts w:ascii="Verdana" w:hAnsi="Verdana"/>
          <w:sz w:val="20"/>
        </w:rPr>
        <w:t>0004242</w:t>
      </w:r>
      <w:r w:rsidR="00900946">
        <w:rPr>
          <w:rStyle w:val="Hyperlink"/>
          <w:rFonts w:ascii="Verdana" w:hAnsi="Verdana"/>
          <w:sz w:val="20"/>
        </w:rPr>
        <w:fldChar w:fldCharType="end"/>
      </w:r>
      <w:r>
        <w:rPr>
          <w:rFonts w:ascii="Verdana" w:hAnsi="Verdana"/>
          <w:color w:val="000000"/>
          <w:sz w:val="20"/>
        </w:rPr>
        <w:t>.</w:t>
      </w:r>
    </w:p>
    <w:p w:rsidR="00435F6A" w:rsidRPr="00E506B6" w:rsidRDefault="00435F6A" w:rsidP="00435F6A">
      <w:pPr>
        <w:pStyle w:val="Heading"/>
        <w:rPr>
          <w:b w:val="0"/>
          <w:sz w:val="24"/>
        </w:rPr>
      </w:pPr>
      <w:r w:rsidRPr="00E506B6">
        <w:rPr>
          <w:b w:val="0"/>
          <w:sz w:val="24"/>
        </w:rPr>
        <w:t>- Other changes</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b/>
          <w:lang w:val="en-US"/>
        </w:rPr>
        <w:t>New version number was added to the software</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Included version 3.2.0.1 of ABC Config Tool files</w:t>
      </w:r>
    </w:p>
    <w:p w:rsidR="00435F6A" w:rsidRPr="00601A2E" w:rsidRDefault="00435F6A" w:rsidP="00435F6A">
      <w:pPr>
        <w:numPr>
          <w:ilvl w:val="0"/>
          <w:numId w:val="39"/>
        </w:numPr>
        <w:overflowPunct w:val="0"/>
        <w:autoSpaceDE w:val="0"/>
        <w:autoSpaceDN w:val="0"/>
        <w:adjustRightInd w:val="0"/>
        <w:spacing w:before="120"/>
        <w:textAlignment w:val="baseline"/>
        <w:rPr>
          <w:b/>
        </w:rPr>
      </w:pPr>
      <w:r w:rsidRPr="00601A2E">
        <w:rPr>
          <w:b/>
        </w:rPr>
        <w:t>Included version 2.</w:t>
      </w:r>
      <w:r>
        <w:rPr>
          <w:b/>
        </w:rPr>
        <w:t>6</w:t>
      </w:r>
      <w:r w:rsidRPr="00601A2E">
        <w:rPr>
          <w:b/>
        </w:rPr>
        <w:t>.1.</w:t>
      </w:r>
      <w:r>
        <w:rPr>
          <w:b/>
        </w:rPr>
        <w:t>1 of abccom.dll</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Included version 1.61.01 of Master mode files</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Included version 1.41.01 of Generic data mode files</w:t>
      </w:r>
    </w:p>
    <w:p w:rsidR="00891E53" w:rsidRDefault="00891E53" w:rsidP="00435F6A">
      <w:pPr>
        <w:pStyle w:val="Heading"/>
        <w:rPr>
          <w:sz w:val="24"/>
        </w:rPr>
      </w:pPr>
    </w:p>
    <w:p w:rsidR="00435F6A" w:rsidRDefault="00435F6A" w:rsidP="00435F6A">
      <w:pPr>
        <w:pStyle w:val="Heading"/>
        <w:rPr>
          <w:sz w:val="24"/>
        </w:rPr>
      </w:pPr>
      <w:r w:rsidRPr="00E506B6">
        <w:rPr>
          <w:sz w:val="24"/>
        </w:rPr>
        <w:t>Updated in version 3.0</w:t>
      </w:r>
      <w:r>
        <w:rPr>
          <w:sz w:val="24"/>
        </w:rPr>
        <w:t>3</w:t>
      </w:r>
      <w:r w:rsidRPr="00E506B6">
        <w:rPr>
          <w:sz w:val="24"/>
        </w:rPr>
        <w:t>:</w:t>
      </w:r>
    </w:p>
    <w:p w:rsidR="00435F6A" w:rsidRDefault="00435F6A" w:rsidP="00435F6A">
      <w:pPr>
        <w:pStyle w:val="Heading"/>
        <w:rPr>
          <w:b w:val="0"/>
          <w:sz w:val="24"/>
        </w:rPr>
      </w:pPr>
      <w:r w:rsidRPr="00E506B6">
        <w:rPr>
          <w:b w:val="0"/>
          <w:sz w:val="24"/>
        </w:rPr>
        <w:t>- New functionality</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No new functionality has been added in this release of ABC Config Tool</w:t>
      </w:r>
    </w:p>
    <w:p w:rsidR="00435F6A" w:rsidRPr="00E506B6" w:rsidRDefault="00435F6A" w:rsidP="00435F6A">
      <w:pPr>
        <w:pStyle w:val="Heading"/>
        <w:rPr>
          <w:sz w:val="24"/>
        </w:rPr>
      </w:pPr>
      <w:r>
        <w:rPr>
          <w:b w:val="0"/>
          <w:sz w:val="24"/>
        </w:rPr>
        <w:t xml:space="preserve">- </w:t>
      </w:r>
      <w:r w:rsidRPr="00E506B6">
        <w:rPr>
          <w:b w:val="0"/>
          <w:sz w:val="24"/>
        </w:rPr>
        <w:t>Improved functionality</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No improved functionality has been implemented in this release of ABC Config Tool</w:t>
      </w:r>
    </w:p>
    <w:p w:rsidR="00435F6A" w:rsidRPr="00E506B6" w:rsidRDefault="00435F6A" w:rsidP="00435F6A">
      <w:pPr>
        <w:pStyle w:val="Heading"/>
        <w:rPr>
          <w:b w:val="0"/>
          <w:sz w:val="24"/>
        </w:rPr>
      </w:pPr>
      <w:r w:rsidRPr="00E506B6">
        <w:rPr>
          <w:b w:val="0"/>
          <w:sz w:val="24"/>
        </w:rPr>
        <w:t>- Bug fixes</w:t>
      </w:r>
    </w:p>
    <w:p w:rsidR="00435F6A" w:rsidRDefault="00435F6A" w:rsidP="00435F6A">
      <w:pPr>
        <w:numPr>
          <w:ilvl w:val="0"/>
          <w:numId w:val="39"/>
        </w:numPr>
        <w:overflowPunct w:val="0"/>
        <w:autoSpaceDE w:val="0"/>
        <w:autoSpaceDN w:val="0"/>
        <w:adjustRightInd w:val="0"/>
        <w:spacing w:before="120"/>
        <w:textAlignment w:val="baseline"/>
      </w:pPr>
      <w:r w:rsidRPr="00435F6A">
        <w:rPr>
          <w:b/>
          <w:lang w:val="en-US"/>
        </w:rPr>
        <w:t>Fixed problem that made it impossible to recover an ABC after a crashed download</w:t>
      </w:r>
      <w:r w:rsidRPr="00435F6A">
        <w:rPr>
          <w:lang w:val="en-US"/>
        </w:rPr>
        <w:t xml:space="preserve"> – There was a bug in the ABC Config Tool that made ABC Config tool request password from the ABC even though it only contains bootloader after a cached firmware download. </w:t>
      </w:r>
      <w:r w:rsidRPr="00435F6A">
        <w:rPr>
          <w:lang w:val="en-US"/>
        </w:rPr>
        <w:br/>
      </w:r>
      <w:r w:rsidRPr="002F290F">
        <w:t>Internal ID 00</w:t>
      </w:r>
      <w:r>
        <w:t>3513</w:t>
      </w:r>
      <w:r w:rsidRPr="002F290F">
        <w:t xml:space="preserve">. </w:t>
      </w:r>
    </w:p>
    <w:p w:rsidR="00435F6A" w:rsidRDefault="00435F6A" w:rsidP="00435F6A">
      <w:pPr>
        <w:numPr>
          <w:ilvl w:val="0"/>
          <w:numId w:val="39"/>
        </w:numPr>
        <w:overflowPunct w:val="0"/>
        <w:autoSpaceDE w:val="0"/>
        <w:autoSpaceDN w:val="0"/>
        <w:adjustRightInd w:val="0"/>
        <w:spacing w:before="120"/>
        <w:textAlignment w:val="baseline"/>
      </w:pPr>
      <w:r w:rsidRPr="00435F6A">
        <w:rPr>
          <w:b/>
          <w:lang w:val="en-US"/>
        </w:rPr>
        <w:t>Fixed problem with installation package</w:t>
      </w:r>
      <w:r w:rsidRPr="00435F6A">
        <w:rPr>
          <w:lang w:val="en-US"/>
        </w:rPr>
        <w:t xml:space="preserve"> – The installation package put the Microsoft XML 3.0 component in wrong path which disturbed other programs using this same component, </w:t>
      </w:r>
      <w:proofErr w:type="gramStart"/>
      <w:r w:rsidRPr="00435F6A">
        <w:rPr>
          <w:lang w:val="en-US"/>
        </w:rPr>
        <w:t>This</w:t>
      </w:r>
      <w:proofErr w:type="gramEnd"/>
      <w:r w:rsidRPr="00435F6A">
        <w:rPr>
          <w:lang w:val="en-US"/>
        </w:rPr>
        <w:t xml:space="preserve"> caused execution of other programs to start the ABC Config Tool Installation or execution of the ABC Config tool to start up other programs installations.</w:t>
      </w:r>
      <w:r w:rsidRPr="00435F6A">
        <w:rPr>
          <w:lang w:val="en-US"/>
        </w:rPr>
        <w:br/>
      </w:r>
      <w:r w:rsidRPr="002F290F">
        <w:t>Internal ID 00</w:t>
      </w:r>
      <w:r>
        <w:t>3699</w:t>
      </w:r>
      <w:r w:rsidRPr="002F290F">
        <w:t xml:space="preserve">. </w:t>
      </w:r>
    </w:p>
    <w:p w:rsidR="00435F6A" w:rsidRDefault="00435F6A" w:rsidP="00435F6A">
      <w:pPr>
        <w:numPr>
          <w:ilvl w:val="0"/>
          <w:numId w:val="39"/>
        </w:numPr>
        <w:overflowPunct w:val="0"/>
        <w:autoSpaceDE w:val="0"/>
        <w:autoSpaceDN w:val="0"/>
        <w:adjustRightInd w:val="0"/>
        <w:spacing w:before="120"/>
        <w:textAlignment w:val="baseline"/>
      </w:pPr>
      <w:r w:rsidRPr="00435F6A">
        <w:rPr>
          <w:b/>
          <w:lang w:val="en-US"/>
        </w:rPr>
        <w:t>Fixed problem with Modify/Repair</w:t>
      </w:r>
      <w:r w:rsidRPr="00435F6A">
        <w:rPr>
          <w:lang w:val="en-US"/>
        </w:rPr>
        <w:t xml:space="preserve"> – In Control panel it was possible to push a button called “Change” to start the installation package and then choose ether to Modify or Repair the installation. For this option to work the installation package must be available in a specific folder on the computer which it is not in the case of Anybus Communicator Config tool. Problem solved by removing the “Change” button. If the installation should be repaired or modified you will have to </w:t>
      </w:r>
      <w:r w:rsidRPr="00435F6A">
        <w:rPr>
          <w:lang w:val="en-US"/>
        </w:rPr>
        <w:lastRenderedPageBreak/>
        <w:t>browse to the Installation package location and run the installation again.</w:t>
      </w:r>
      <w:r w:rsidRPr="00435F6A">
        <w:rPr>
          <w:lang w:val="en-US"/>
        </w:rPr>
        <w:br/>
      </w:r>
      <w:r w:rsidRPr="002F290F">
        <w:t>Internal ID 00</w:t>
      </w:r>
      <w:r>
        <w:t>3833</w:t>
      </w:r>
    </w:p>
    <w:p w:rsidR="00435F6A" w:rsidRPr="00E506B6" w:rsidRDefault="00435F6A" w:rsidP="00435F6A">
      <w:pPr>
        <w:pStyle w:val="Heading"/>
        <w:rPr>
          <w:b w:val="0"/>
          <w:sz w:val="24"/>
        </w:rPr>
      </w:pPr>
      <w:r w:rsidRPr="00E506B6">
        <w:rPr>
          <w:b w:val="0"/>
          <w:sz w:val="24"/>
        </w:rPr>
        <w:t>- Other changes</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b/>
          <w:lang w:val="en-US"/>
        </w:rPr>
        <w:t>New version number was added to the software</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Included version 3.1.0.1 of ABC Config Tool files</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Included version 1.60.02 of Master mode files</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Included version 1.40.02 of Generic data mode files</w:t>
      </w:r>
    </w:p>
    <w:p w:rsidR="00891E53" w:rsidRDefault="00891E53" w:rsidP="00435F6A">
      <w:pPr>
        <w:pStyle w:val="Heading"/>
        <w:rPr>
          <w:sz w:val="24"/>
        </w:rPr>
      </w:pPr>
    </w:p>
    <w:p w:rsidR="00435F6A" w:rsidRDefault="00435F6A" w:rsidP="00435F6A">
      <w:pPr>
        <w:pStyle w:val="Heading"/>
        <w:rPr>
          <w:sz w:val="24"/>
        </w:rPr>
      </w:pPr>
      <w:r w:rsidRPr="00E506B6">
        <w:rPr>
          <w:sz w:val="24"/>
        </w:rPr>
        <w:t>Updated in version 3.0</w:t>
      </w:r>
      <w:r>
        <w:rPr>
          <w:sz w:val="24"/>
        </w:rPr>
        <w:t>2</w:t>
      </w:r>
      <w:r w:rsidRPr="00E506B6">
        <w:rPr>
          <w:sz w:val="24"/>
        </w:rPr>
        <w:t>:</w:t>
      </w:r>
    </w:p>
    <w:p w:rsidR="00435F6A" w:rsidRDefault="00435F6A" w:rsidP="00435F6A">
      <w:pPr>
        <w:pStyle w:val="Heading"/>
        <w:rPr>
          <w:b w:val="0"/>
          <w:sz w:val="24"/>
        </w:rPr>
      </w:pPr>
      <w:r w:rsidRPr="00E506B6">
        <w:rPr>
          <w:b w:val="0"/>
          <w:sz w:val="24"/>
        </w:rPr>
        <w:t>- New functionality</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No new functionality has been added in this release of ABC Config Tool</w:t>
      </w:r>
    </w:p>
    <w:p w:rsidR="00435F6A" w:rsidRPr="00E506B6" w:rsidRDefault="00435F6A" w:rsidP="00435F6A">
      <w:pPr>
        <w:pStyle w:val="Heading"/>
        <w:rPr>
          <w:sz w:val="24"/>
        </w:rPr>
      </w:pPr>
      <w:r>
        <w:rPr>
          <w:b w:val="0"/>
          <w:sz w:val="24"/>
        </w:rPr>
        <w:t xml:space="preserve">- </w:t>
      </w:r>
      <w:r w:rsidRPr="00E506B6">
        <w:rPr>
          <w:b w:val="0"/>
          <w:sz w:val="24"/>
        </w:rPr>
        <w:t>Improved functionality</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b/>
          <w:lang w:val="en-US"/>
        </w:rPr>
        <w:t xml:space="preserve">Changed name of ABC </w:t>
      </w:r>
      <w:proofErr w:type="spellStart"/>
      <w:r w:rsidRPr="00435F6A">
        <w:rPr>
          <w:b/>
          <w:lang w:val="en-US"/>
        </w:rPr>
        <w:t>Profinet</w:t>
      </w:r>
      <w:proofErr w:type="spellEnd"/>
      <w:r w:rsidRPr="00435F6A">
        <w:rPr>
          <w:b/>
          <w:lang w:val="en-US"/>
        </w:rPr>
        <w:t xml:space="preserve"> module – </w:t>
      </w:r>
      <w:r w:rsidRPr="00435F6A">
        <w:rPr>
          <w:lang w:val="en-US"/>
        </w:rPr>
        <w:t xml:space="preserve">The name of the </w:t>
      </w:r>
      <w:proofErr w:type="spellStart"/>
      <w:r w:rsidRPr="00435F6A">
        <w:rPr>
          <w:lang w:val="en-US"/>
        </w:rPr>
        <w:t>Profinet</w:t>
      </w:r>
      <w:proofErr w:type="spellEnd"/>
      <w:r w:rsidRPr="00435F6A">
        <w:rPr>
          <w:lang w:val="en-US"/>
        </w:rPr>
        <w:t xml:space="preserve"> module was too long for the previous version of the Anybus module. To be backwards compatible we have chosen to decrease the file name from “Anybus Communicator – Slave” to “Anybus Communicator”. </w:t>
      </w:r>
    </w:p>
    <w:p w:rsidR="00435F6A" w:rsidRPr="00E506B6" w:rsidRDefault="00435F6A" w:rsidP="00435F6A">
      <w:pPr>
        <w:pStyle w:val="Heading"/>
        <w:rPr>
          <w:b w:val="0"/>
          <w:sz w:val="24"/>
        </w:rPr>
      </w:pPr>
      <w:r w:rsidRPr="00E506B6">
        <w:rPr>
          <w:b w:val="0"/>
          <w:sz w:val="24"/>
        </w:rPr>
        <w:t>- Bug fixes</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No bug fixes has been done in this release of ABC Config Tool</w:t>
      </w:r>
    </w:p>
    <w:p w:rsidR="00435F6A" w:rsidRPr="00E506B6" w:rsidRDefault="00435F6A" w:rsidP="00435F6A">
      <w:pPr>
        <w:pStyle w:val="Heading"/>
        <w:rPr>
          <w:b w:val="0"/>
          <w:sz w:val="24"/>
        </w:rPr>
      </w:pPr>
      <w:r w:rsidRPr="00E506B6">
        <w:rPr>
          <w:b w:val="0"/>
          <w:sz w:val="24"/>
        </w:rPr>
        <w:t>- Other changes</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b/>
          <w:lang w:val="en-US"/>
        </w:rPr>
        <w:t>New version number was added to the software</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Included version 3.0.0.3 of ABC Config Tool files</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Included version 1.60.02 of Master mode files</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Included version 1.40.02 of Generic data mode files</w:t>
      </w:r>
    </w:p>
    <w:p w:rsidR="00435F6A" w:rsidRPr="00435F6A" w:rsidRDefault="00435F6A" w:rsidP="00435F6A">
      <w:pPr>
        <w:rPr>
          <w:lang w:val="en-US"/>
        </w:rPr>
      </w:pPr>
    </w:p>
    <w:p w:rsidR="00435F6A" w:rsidRPr="00E506B6" w:rsidRDefault="00435F6A" w:rsidP="00435F6A">
      <w:pPr>
        <w:pStyle w:val="Heading"/>
        <w:rPr>
          <w:sz w:val="24"/>
        </w:rPr>
      </w:pPr>
      <w:r w:rsidRPr="00E506B6">
        <w:rPr>
          <w:sz w:val="24"/>
        </w:rPr>
        <w:t>Updated in version 3.01:</w:t>
      </w:r>
    </w:p>
    <w:p w:rsidR="00435F6A" w:rsidRPr="00E506B6" w:rsidRDefault="00435F6A" w:rsidP="00435F6A">
      <w:pPr>
        <w:pStyle w:val="Heading"/>
        <w:rPr>
          <w:b w:val="0"/>
          <w:sz w:val="24"/>
        </w:rPr>
      </w:pPr>
      <w:r w:rsidRPr="00E506B6">
        <w:rPr>
          <w:b w:val="0"/>
          <w:sz w:val="24"/>
        </w:rPr>
        <w:t>- New functionality</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b/>
          <w:lang w:val="en-US"/>
        </w:rPr>
        <w:t xml:space="preserve">Added additional text in the </w:t>
      </w:r>
      <w:proofErr w:type="spellStart"/>
      <w:r w:rsidRPr="00435F6A">
        <w:rPr>
          <w:b/>
          <w:lang w:val="en-US"/>
        </w:rPr>
        <w:t>passoword</w:t>
      </w:r>
      <w:proofErr w:type="spellEnd"/>
      <w:r w:rsidRPr="00435F6A">
        <w:rPr>
          <w:b/>
          <w:lang w:val="en-US"/>
        </w:rPr>
        <w:t xml:space="preserve"> window – </w:t>
      </w:r>
      <w:r w:rsidRPr="00435F6A">
        <w:rPr>
          <w:lang w:val="en-US"/>
        </w:rPr>
        <w:t>The password window has been extended with a more descriptive text with regards to the password implementation. There is now a warning when you try to enable/disable the password indicating that it will be impossible to reset a lost password. This was implemented according to request from a customer. An option has also been entered to disable/enable the password (default: disabled)</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b/>
          <w:lang w:val="en-US"/>
        </w:rPr>
        <w:lastRenderedPageBreak/>
        <w:t>Removed the possibility to download firmware to the fieldbus interface module –</w:t>
      </w:r>
      <w:r w:rsidRPr="00435F6A">
        <w:rPr>
          <w:lang w:val="en-US"/>
        </w:rPr>
        <w:t xml:space="preserve"> Since the firmware download is not supported for some newer fieldbus </w:t>
      </w:r>
      <w:proofErr w:type="spellStart"/>
      <w:r w:rsidRPr="00435F6A">
        <w:rPr>
          <w:lang w:val="en-US"/>
        </w:rPr>
        <w:t>hardwares</w:t>
      </w:r>
      <w:proofErr w:type="spellEnd"/>
      <w:r w:rsidRPr="00435F6A">
        <w:rPr>
          <w:lang w:val="en-US"/>
        </w:rPr>
        <w:t xml:space="preserve"> as of today the functionality has been temporarily removed until this can be implemented.</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b/>
          <w:lang w:val="en-US"/>
        </w:rPr>
        <w:t xml:space="preserve">Added Windows Vista compatibility including new splash screen – </w:t>
      </w:r>
      <w:r w:rsidRPr="00435F6A">
        <w:rPr>
          <w:lang w:val="en-US"/>
        </w:rPr>
        <w:t>The installation now includes a Windows Vista compatible installation as per request from many customers.</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b/>
          <w:lang w:val="en-US"/>
        </w:rPr>
        <w:t>Added files to ABC Config Tool with new product information –</w:t>
      </w:r>
      <w:r w:rsidRPr="00435F6A">
        <w:rPr>
          <w:lang w:val="en-US"/>
        </w:rPr>
        <w:t xml:space="preserve"> The new version of ABC Config Tool includes new product information for most of the configurable fieldbuses (see the release note for the embedded software for details about the specific product codes etc.</w:t>
      </w:r>
    </w:p>
    <w:p w:rsidR="00435F6A" w:rsidRPr="00435F6A" w:rsidRDefault="00435F6A" w:rsidP="00435F6A">
      <w:pPr>
        <w:rPr>
          <w:lang w:val="en-US"/>
        </w:rPr>
      </w:pPr>
    </w:p>
    <w:p w:rsidR="00435F6A" w:rsidRPr="00E506B6" w:rsidRDefault="00435F6A" w:rsidP="00435F6A">
      <w:pPr>
        <w:pStyle w:val="Heading"/>
        <w:rPr>
          <w:b w:val="0"/>
          <w:sz w:val="24"/>
        </w:rPr>
      </w:pPr>
      <w:r w:rsidRPr="00E506B6">
        <w:rPr>
          <w:b w:val="0"/>
          <w:sz w:val="24"/>
        </w:rPr>
        <w:t>- Improved functionality</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b/>
          <w:lang w:val="en-US"/>
        </w:rPr>
        <w:t>It is now possible to start the program even if no COM port is available on the PC –</w:t>
      </w:r>
      <w:r w:rsidRPr="00435F6A">
        <w:rPr>
          <w:lang w:val="en-US"/>
        </w:rPr>
        <w:t xml:space="preserve"> In previous versions of the ABC Config Tool it was not possible to start the ABC Config Tool program when no COM port was available on the PC. This is currently true for many laptops which has caused some problems.</w:t>
      </w:r>
    </w:p>
    <w:p w:rsidR="00435F6A" w:rsidRPr="00435F6A" w:rsidRDefault="00435F6A" w:rsidP="00435F6A">
      <w:pPr>
        <w:rPr>
          <w:color w:val="0000FF"/>
          <w:lang w:val="en-US"/>
        </w:rPr>
      </w:pPr>
    </w:p>
    <w:p w:rsidR="00435F6A" w:rsidRPr="00E506B6" w:rsidRDefault="00435F6A" w:rsidP="00435F6A">
      <w:pPr>
        <w:pStyle w:val="Heading"/>
        <w:rPr>
          <w:b w:val="0"/>
          <w:sz w:val="24"/>
        </w:rPr>
      </w:pPr>
      <w:r w:rsidRPr="00E506B6">
        <w:rPr>
          <w:b w:val="0"/>
          <w:sz w:val="24"/>
        </w:rPr>
        <w:t>- Bug fixes</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No bug fixes has been done in this release of ABC Config Tool</w:t>
      </w:r>
    </w:p>
    <w:p w:rsidR="00435F6A" w:rsidRPr="00435F6A" w:rsidRDefault="00435F6A" w:rsidP="00435F6A">
      <w:pPr>
        <w:rPr>
          <w:b/>
          <w:lang w:val="en-US"/>
        </w:rPr>
      </w:pPr>
    </w:p>
    <w:p w:rsidR="00435F6A" w:rsidRPr="00E506B6" w:rsidRDefault="00435F6A" w:rsidP="00435F6A">
      <w:pPr>
        <w:pStyle w:val="Heading"/>
        <w:rPr>
          <w:b w:val="0"/>
          <w:sz w:val="24"/>
        </w:rPr>
      </w:pPr>
      <w:r w:rsidRPr="00E506B6">
        <w:rPr>
          <w:b w:val="0"/>
          <w:sz w:val="24"/>
        </w:rPr>
        <w:t>- Other changes</w:t>
      </w:r>
    </w:p>
    <w:p w:rsidR="00435F6A" w:rsidRPr="00435F6A" w:rsidRDefault="00435F6A" w:rsidP="00435F6A">
      <w:pPr>
        <w:numPr>
          <w:ilvl w:val="0"/>
          <w:numId w:val="39"/>
        </w:numPr>
        <w:overflowPunct w:val="0"/>
        <w:autoSpaceDE w:val="0"/>
        <w:autoSpaceDN w:val="0"/>
        <w:adjustRightInd w:val="0"/>
        <w:spacing w:before="120"/>
        <w:textAlignment w:val="baseline"/>
        <w:rPr>
          <w:lang w:val="en-US"/>
        </w:rPr>
      </w:pPr>
      <w:r w:rsidRPr="00435F6A">
        <w:rPr>
          <w:b/>
          <w:lang w:val="en-US"/>
        </w:rPr>
        <w:t>New version number was added to the software</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Included version 3.0.0.3 of ABC Config Tool files</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Included version 1.60.02 of Master mode files</w:t>
      </w:r>
    </w:p>
    <w:p w:rsidR="00435F6A" w:rsidRPr="00435F6A" w:rsidRDefault="00435F6A" w:rsidP="00435F6A">
      <w:pPr>
        <w:numPr>
          <w:ilvl w:val="0"/>
          <w:numId w:val="39"/>
        </w:numPr>
        <w:overflowPunct w:val="0"/>
        <w:autoSpaceDE w:val="0"/>
        <w:autoSpaceDN w:val="0"/>
        <w:adjustRightInd w:val="0"/>
        <w:spacing w:before="120"/>
        <w:textAlignment w:val="baseline"/>
        <w:rPr>
          <w:b/>
          <w:lang w:val="en-US"/>
        </w:rPr>
      </w:pPr>
      <w:r w:rsidRPr="00435F6A">
        <w:rPr>
          <w:b/>
          <w:lang w:val="en-US"/>
        </w:rPr>
        <w:t>Included version 1.40.02 of Generic data mode files</w:t>
      </w:r>
    </w:p>
    <w:p w:rsidR="00891E53" w:rsidRDefault="00891E53" w:rsidP="00435F6A">
      <w:pPr>
        <w:pStyle w:val="Heading"/>
        <w:rPr>
          <w:rFonts w:ascii="Calibri" w:eastAsiaTheme="minorHAnsi" w:hAnsi="Calibri" w:cstheme="minorBidi"/>
          <w:b w:val="0"/>
          <w:kern w:val="0"/>
          <w:sz w:val="22"/>
          <w:szCs w:val="22"/>
          <w:lang w:val="en-US"/>
        </w:rPr>
      </w:pPr>
    </w:p>
    <w:p w:rsidR="00435F6A" w:rsidRDefault="00435F6A" w:rsidP="00435F6A">
      <w:pPr>
        <w:pStyle w:val="Heading"/>
        <w:rPr>
          <w:bCs/>
          <w:sz w:val="24"/>
        </w:rPr>
      </w:pPr>
      <w:r>
        <w:rPr>
          <w:bCs/>
          <w:sz w:val="24"/>
        </w:rPr>
        <w:t>Updated in version 2.34</w:t>
      </w:r>
      <w:r w:rsidRPr="001C02EF">
        <w:rPr>
          <w:bCs/>
          <w:sz w:val="24"/>
        </w:rPr>
        <w:t xml:space="preserve"> Build 01</w:t>
      </w:r>
      <w:r>
        <w:rPr>
          <w:bCs/>
          <w:sz w:val="24"/>
        </w:rPr>
        <w:t>:</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Added version 1.34.01 of generic data mode</w:t>
      </w:r>
    </w:p>
    <w:p w:rsidR="00435F6A" w:rsidRPr="00435F6A" w:rsidRDefault="00435F6A" w:rsidP="00435F6A">
      <w:pPr>
        <w:rPr>
          <w:lang w:val="en-US"/>
        </w:rPr>
      </w:pPr>
    </w:p>
    <w:p w:rsidR="00891E53" w:rsidRDefault="00891E53" w:rsidP="00435F6A">
      <w:pPr>
        <w:pStyle w:val="Heading"/>
        <w:rPr>
          <w:bCs/>
          <w:sz w:val="24"/>
        </w:rPr>
      </w:pPr>
    </w:p>
    <w:p w:rsidR="00435F6A" w:rsidRDefault="00435F6A" w:rsidP="00435F6A">
      <w:pPr>
        <w:pStyle w:val="Heading"/>
        <w:rPr>
          <w:bCs/>
          <w:sz w:val="24"/>
        </w:rPr>
      </w:pPr>
      <w:r>
        <w:rPr>
          <w:bCs/>
          <w:sz w:val="24"/>
        </w:rPr>
        <w:t>Updated in version 2.33</w:t>
      </w:r>
      <w:r w:rsidRPr="001C02EF">
        <w:rPr>
          <w:bCs/>
          <w:sz w:val="24"/>
        </w:rPr>
        <w:t xml:space="preserve"> Build 01</w:t>
      </w:r>
      <w:r>
        <w:rPr>
          <w:bCs/>
          <w:sz w:val="24"/>
        </w:rPr>
        <w:t>:</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2.8.0.3 of the ABC Config Tool files</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2.5.1.4 of the abccom.dll files</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lastRenderedPageBreak/>
        <w:t>Included version 1.53.02 of master mode</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Added version 1.33.01 of generic data mode</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Removed Swedish language from installation</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Updated language files and wizard html files from version 2.29</w:t>
      </w:r>
    </w:p>
    <w:p w:rsidR="00435F6A" w:rsidRPr="00435F6A" w:rsidRDefault="00435F6A" w:rsidP="00435F6A">
      <w:pPr>
        <w:rPr>
          <w:lang w:val="en-US"/>
        </w:rPr>
      </w:pPr>
    </w:p>
    <w:p w:rsidR="00435F6A" w:rsidRDefault="00435F6A" w:rsidP="00435F6A">
      <w:pPr>
        <w:pStyle w:val="Heading"/>
        <w:rPr>
          <w:bCs/>
          <w:sz w:val="24"/>
        </w:rPr>
      </w:pPr>
      <w:r>
        <w:rPr>
          <w:bCs/>
          <w:sz w:val="24"/>
        </w:rPr>
        <w:t>Updated in version 2.32</w:t>
      </w:r>
      <w:r w:rsidRPr="001C02EF">
        <w:rPr>
          <w:bCs/>
          <w:sz w:val="24"/>
        </w:rPr>
        <w:t xml:space="preserve"> Build 01</w:t>
      </w:r>
      <w:r>
        <w:rPr>
          <w:bCs/>
          <w:sz w:val="24"/>
        </w:rPr>
        <w:t>:</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2.8.0.3 of the ABC Config Tool files</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2.5.1.4 of the abccom.dll files</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 xml:space="preserve">Added </w:t>
      </w:r>
      <w:proofErr w:type="spellStart"/>
      <w:r w:rsidRPr="00435F6A">
        <w:rPr>
          <w:lang w:val="en-US"/>
        </w:rPr>
        <w:t>EtherCAT</w:t>
      </w:r>
      <w:proofErr w:type="spellEnd"/>
      <w:r w:rsidRPr="00435F6A">
        <w:rPr>
          <w:lang w:val="en-US"/>
        </w:rPr>
        <w:t xml:space="preserve"> to the list of fieldbus available</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Included version 1.53.02 of master mode</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1.32.01 of generic data mode</w:t>
      </w:r>
    </w:p>
    <w:p w:rsidR="00435F6A" w:rsidRPr="00435F6A" w:rsidRDefault="00435F6A" w:rsidP="00435F6A">
      <w:pPr>
        <w:rPr>
          <w:lang w:val="en-US"/>
        </w:rPr>
      </w:pPr>
    </w:p>
    <w:p w:rsidR="00435F6A" w:rsidRDefault="00435F6A" w:rsidP="00435F6A">
      <w:pPr>
        <w:pStyle w:val="Heading"/>
        <w:rPr>
          <w:bCs/>
          <w:sz w:val="24"/>
        </w:rPr>
      </w:pPr>
      <w:r>
        <w:rPr>
          <w:bCs/>
          <w:sz w:val="24"/>
        </w:rPr>
        <w:t>Updated in version 2.31</w:t>
      </w:r>
      <w:r w:rsidRPr="001C02EF">
        <w:rPr>
          <w:bCs/>
          <w:sz w:val="24"/>
        </w:rPr>
        <w:t xml:space="preserve"> Build 01</w:t>
      </w:r>
      <w:r>
        <w:rPr>
          <w:bCs/>
          <w:sz w:val="24"/>
        </w:rPr>
        <w:t>:</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Pr="00D84A91" w:rsidRDefault="00435F6A" w:rsidP="00435F6A">
      <w:pPr>
        <w:numPr>
          <w:ilvl w:val="0"/>
          <w:numId w:val="41"/>
        </w:numPr>
        <w:tabs>
          <w:tab w:val="left" w:pos="1418"/>
        </w:tabs>
        <w:overflowPunct w:val="0"/>
        <w:autoSpaceDE w:val="0"/>
        <w:autoSpaceDN w:val="0"/>
        <w:adjustRightInd w:val="0"/>
        <w:spacing w:before="120"/>
        <w:textAlignment w:val="baseline"/>
      </w:pPr>
      <w:r>
        <w:t>Downgraded to version 2.27 files</w:t>
      </w:r>
    </w:p>
    <w:p w:rsidR="00891E53" w:rsidRDefault="00891E53" w:rsidP="00435F6A">
      <w:pPr>
        <w:pStyle w:val="Heading"/>
        <w:rPr>
          <w:bCs/>
          <w:sz w:val="24"/>
        </w:rPr>
      </w:pPr>
    </w:p>
    <w:p w:rsidR="00435F6A" w:rsidRDefault="00435F6A" w:rsidP="00435F6A">
      <w:pPr>
        <w:pStyle w:val="Heading"/>
        <w:rPr>
          <w:bCs/>
          <w:sz w:val="24"/>
        </w:rPr>
      </w:pPr>
      <w:r>
        <w:rPr>
          <w:bCs/>
          <w:sz w:val="24"/>
        </w:rPr>
        <w:t>Updated in version 2.30</w:t>
      </w:r>
      <w:r w:rsidRPr="001C02EF">
        <w:rPr>
          <w:bCs/>
          <w:sz w:val="24"/>
        </w:rPr>
        <w:t xml:space="preserve"> Build 01</w:t>
      </w:r>
      <w:r>
        <w:rPr>
          <w:bCs/>
          <w:sz w:val="24"/>
        </w:rPr>
        <w:t>:</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2.8.0.3 of the ABC Config Tool files</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Included version 1.52.05 of master mode</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1.31.02 of generic data mode</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Updated English language files for the checksum description</w:t>
      </w:r>
    </w:p>
    <w:p w:rsidR="00435F6A" w:rsidRPr="00435F6A" w:rsidRDefault="00435F6A" w:rsidP="00435F6A">
      <w:pPr>
        <w:rPr>
          <w:lang w:val="en-US"/>
        </w:rPr>
      </w:pPr>
    </w:p>
    <w:p w:rsidR="00435F6A" w:rsidRDefault="00435F6A" w:rsidP="00435F6A">
      <w:pPr>
        <w:pStyle w:val="Heading"/>
        <w:rPr>
          <w:bCs/>
          <w:sz w:val="24"/>
        </w:rPr>
      </w:pPr>
      <w:r>
        <w:rPr>
          <w:bCs/>
          <w:sz w:val="24"/>
        </w:rPr>
        <w:t>Updated in version 2.29</w:t>
      </w:r>
      <w:r w:rsidRPr="001C02EF">
        <w:rPr>
          <w:bCs/>
          <w:sz w:val="24"/>
        </w:rPr>
        <w:t xml:space="preserve"> Build 01</w:t>
      </w:r>
      <w:r>
        <w:rPr>
          <w:bCs/>
          <w:sz w:val="24"/>
        </w:rPr>
        <w:t>:</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 xml:space="preserve">Changed one parenthesis in the description for the new checksum </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Removed R/O on some of the files included in the installation to make it easier to deinstall the program.</w:t>
      </w:r>
    </w:p>
    <w:p w:rsidR="00891E53" w:rsidRDefault="00891E53" w:rsidP="00435F6A">
      <w:pPr>
        <w:pStyle w:val="Heading"/>
        <w:rPr>
          <w:rFonts w:ascii="Calibri" w:eastAsiaTheme="minorHAnsi" w:hAnsi="Calibri" w:cstheme="minorBidi"/>
          <w:b w:val="0"/>
          <w:kern w:val="0"/>
          <w:sz w:val="22"/>
          <w:szCs w:val="22"/>
          <w:lang w:val="en-US"/>
        </w:rPr>
      </w:pPr>
    </w:p>
    <w:p w:rsidR="00435F6A" w:rsidRDefault="00435F6A" w:rsidP="00435F6A">
      <w:pPr>
        <w:pStyle w:val="Heading"/>
        <w:rPr>
          <w:bCs/>
          <w:sz w:val="24"/>
        </w:rPr>
      </w:pPr>
      <w:r>
        <w:rPr>
          <w:bCs/>
          <w:sz w:val="24"/>
        </w:rPr>
        <w:t>Updated in version 2.28</w:t>
      </w:r>
      <w:r w:rsidRPr="001C02EF">
        <w:rPr>
          <w:bCs/>
          <w:sz w:val="24"/>
        </w:rPr>
        <w:t xml:space="preserve"> Build 01</w:t>
      </w:r>
      <w:r>
        <w:rPr>
          <w:bCs/>
          <w:sz w:val="24"/>
        </w:rPr>
        <w:t>:</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2.8.0.2 of the ABC Config Tool files</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Included version 1.52.04 of master mode</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1.31.01 of generic data mode</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bookmarkStart w:id="1" w:name="OLE_LINK1"/>
      <w:bookmarkStart w:id="2" w:name="OLE_LINK2"/>
      <w:r w:rsidRPr="00435F6A">
        <w:rPr>
          <w:lang w:val="en-US"/>
        </w:rPr>
        <w:t>Included version 2.5.1.4 of the abccom.dll files</w:t>
      </w:r>
    </w:p>
    <w:bookmarkEnd w:id="1"/>
    <w:bookmarkEnd w:id="2"/>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Added checksum calculation according to new specification</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Minor updates to the Swedish files</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 xml:space="preserve">Added command ID 1280 – 1282 in </w:t>
      </w:r>
      <w:proofErr w:type="spellStart"/>
      <w:r w:rsidRPr="00435F6A">
        <w:rPr>
          <w:lang w:val="en-US"/>
        </w:rPr>
        <w:t>ABCEnglish.lng</w:t>
      </w:r>
      <w:proofErr w:type="spellEnd"/>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 xml:space="preserve">Added command ID 2415 – 2416 in </w:t>
      </w:r>
      <w:proofErr w:type="spellStart"/>
      <w:r w:rsidRPr="00435F6A">
        <w:rPr>
          <w:lang w:val="en-US"/>
        </w:rPr>
        <w:t>ABCEnglish.lng</w:t>
      </w:r>
      <w:proofErr w:type="spellEnd"/>
      <w:r w:rsidRPr="00435F6A">
        <w:rPr>
          <w:lang w:val="en-US"/>
        </w:rPr>
        <w:t xml:space="preserve"> for Checksum</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Changed to Copyright 2001 – 2007 in about window</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 xml:space="preserve">Changed to </w:t>
      </w:r>
      <w:hyperlink r:id="rId15" w:history="1">
        <w:r w:rsidRPr="00435F6A">
          <w:rPr>
            <w:rStyle w:val="Hyperlink"/>
            <w:lang w:val="en-US"/>
          </w:rPr>
          <w:t>www.anybus.com</w:t>
        </w:r>
      </w:hyperlink>
      <w:r w:rsidRPr="00435F6A">
        <w:rPr>
          <w:lang w:val="en-US"/>
        </w:rPr>
        <w:t xml:space="preserve"> in about window</w:t>
      </w:r>
    </w:p>
    <w:p w:rsidR="00435F6A" w:rsidRPr="00435F6A" w:rsidRDefault="00435F6A" w:rsidP="00435F6A">
      <w:pPr>
        <w:rPr>
          <w:lang w:val="en-US"/>
        </w:rPr>
      </w:pPr>
    </w:p>
    <w:p w:rsidR="00435F6A" w:rsidRPr="001C02EF" w:rsidRDefault="00435F6A" w:rsidP="00435F6A">
      <w:pPr>
        <w:pStyle w:val="Heading"/>
        <w:rPr>
          <w:bCs/>
          <w:sz w:val="24"/>
        </w:rPr>
      </w:pPr>
      <w:r>
        <w:rPr>
          <w:bCs/>
          <w:sz w:val="24"/>
        </w:rPr>
        <w:t>Updated in version 2.27</w:t>
      </w:r>
      <w:r w:rsidRPr="001C02EF">
        <w:rPr>
          <w:bCs/>
          <w:sz w:val="24"/>
        </w:rPr>
        <w:t xml:space="preserve"> Build 01</w:t>
      </w:r>
      <w:r>
        <w:rPr>
          <w:bCs/>
          <w:sz w:val="24"/>
        </w:rPr>
        <w:t>:</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2.7.0.6 of the ABC Config Tool files</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Default="00435F6A" w:rsidP="00435F6A">
      <w:pPr>
        <w:ind w:left="360"/>
      </w:pPr>
    </w:p>
    <w:p w:rsidR="00435F6A" w:rsidRPr="001C02EF" w:rsidRDefault="00435F6A" w:rsidP="00435F6A">
      <w:pPr>
        <w:pStyle w:val="Heading"/>
        <w:rPr>
          <w:bCs/>
          <w:sz w:val="24"/>
        </w:rPr>
      </w:pPr>
      <w:r>
        <w:rPr>
          <w:bCs/>
          <w:sz w:val="24"/>
        </w:rPr>
        <w:t>Updated in version 2.26</w:t>
      </w:r>
      <w:r w:rsidRPr="001C02EF">
        <w:rPr>
          <w:bCs/>
          <w:sz w:val="24"/>
        </w:rPr>
        <w:t xml:space="preserve"> Build 01</w:t>
      </w:r>
      <w:r>
        <w:rPr>
          <w:bCs/>
          <w:sz w:val="24"/>
        </w:rPr>
        <w:t>:</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2.7.0.5 of the ABC Config Tool files</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Modified English language files with the following ID:s 2206, 2706</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Added ID=1279 to English language files.</w:t>
      </w:r>
    </w:p>
    <w:p w:rsidR="00435F6A" w:rsidRPr="00435F6A" w:rsidRDefault="00435F6A" w:rsidP="00435F6A">
      <w:pPr>
        <w:ind w:left="360"/>
        <w:rPr>
          <w:lang w:val="en-US"/>
        </w:rPr>
      </w:pPr>
    </w:p>
    <w:p w:rsidR="00435F6A" w:rsidRPr="001C02EF" w:rsidRDefault="00435F6A" w:rsidP="00435F6A">
      <w:pPr>
        <w:pStyle w:val="Heading"/>
        <w:rPr>
          <w:bCs/>
          <w:sz w:val="24"/>
        </w:rPr>
      </w:pPr>
      <w:r>
        <w:rPr>
          <w:bCs/>
          <w:sz w:val="24"/>
        </w:rPr>
        <w:t>Updated in version 2.25</w:t>
      </w:r>
      <w:r w:rsidRPr="001C02EF">
        <w:rPr>
          <w:bCs/>
          <w:sz w:val="24"/>
        </w:rPr>
        <w:t xml:space="preserve"> Build 01</w:t>
      </w:r>
      <w:r>
        <w:rPr>
          <w:bCs/>
          <w:sz w:val="24"/>
        </w:rPr>
        <w:t>:</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2.7.0.4 of the ABC Config Tool files</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Included version 1.51.01 of master mode</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1.30.01 of generic data mode</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2.4.1.1 of the abccom.dll files</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CC-Link files for Master mode and Generic data mode</w:t>
      </w:r>
    </w:p>
    <w:p w:rsidR="00435F6A" w:rsidRPr="001C02EF" w:rsidRDefault="00435F6A" w:rsidP="00435F6A">
      <w:pPr>
        <w:pStyle w:val="Heading"/>
        <w:rPr>
          <w:bCs/>
          <w:sz w:val="24"/>
        </w:rPr>
      </w:pPr>
      <w:r>
        <w:rPr>
          <w:bCs/>
          <w:sz w:val="24"/>
        </w:rPr>
        <w:lastRenderedPageBreak/>
        <w:t>Updated in version 2.24</w:t>
      </w:r>
      <w:r w:rsidRPr="001C02EF">
        <w:rPr>
          <w:bCs/>
          <w:sz w:val="24"/>
        </w:rPr>
        <w:t xml:space="preserve"> Build 01</w:t>
      </w:r>
      <w:r>
        <w:rPr>
          <w:bCs/>
          <w:sz w:val="24"/>
        </w:rPr>
        <w:t>:</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Updated bug in Russian HTML files</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Default="00435F6A" w:rsidP="00435F6A">
      <w:pPr>
        <w:ind w:left="360"/>
      </w:pPr>
    </w:p>
    <w:p w:rsidR="00435F6A" w:rsidRPr="001C02EF" w:rsidRDefault="00435F6A" w:rsidP="00435F6A">
      <w:pPr>
        <w:pStyle w:val="Heading"/>
        <w:rPr>
          <w:bCs/>
          <w:sz w:val="24"/>
        </w:rPr>
      </w:pPr>
      <w:r>
        <w:rPr>
          <w:bCs/>
          <w:sz w:val="24"/>
        </w:rPr>
        <w:t>Updated in version 2.23</w:t>
      </w:r>
      <w:r w:rsidRPr="001C02EF">
        <w:rPr>
          <w:bCs/>
          <w:sz w:val="24"/>
        </w:rPr>
        <w:t xml:space="preserve"> Build 01</w:t>
      </w:r>
      <w:r>
        <w:rPr>
          <w:bCs/>
          <w:sz w:val="24"/>
        </w:rPr>
        <w:t>:</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2.4.0.5 of the ABC Config Tool files</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Included Russian language files</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2.3.1.5 of the abccom.dll files</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1.21.01 of the Generic data mode files</w:t>
      </w:r>
    </w:p>
    <w:p w:rsidR="00435F6A" w:rsidRPr="00435F6A" w:rsidRDefault="00435F6A" w:rsidP="00435F6A">
      <w:pPr>
        <w:ind w:left="360"/>
        <w:rPr>
          <w:lang w:val="en-US"/>
        </w:rPr>
      </w:pPr>
    </w:p>
    <w:p w:rsidR="00435F6A" w:rsidRPr="001C02EF" w:rsidRDefault="00435F6A" w:rsidP="00435F6A">
      <w:pPr>
        <w:pStyle w:val="Heading"/>
        <w:rPr>
          <w:bCs/>
          <w:sz w:val="24"/>
        </w:rPr>
      </w:pPr>
      <w:r>
        <w:rPr>
          <w:bCs/>
          <w:sz w:val="24"/>
        </w:rPr>
        <w:t>Updated in version 2.22</w:t>
      </w:r>
      <w:r w:rsidRPr="001C02EF">
        <w:rPr>
          <w:bCs/>
          <w:sz w:val="24"/>
        </w:rPr>
        <w:t xml:space="preserve"> Build 01</w:t>
      </w:r>
      <w:r>
        <w:rPr>
          <w:bCs/>
          <w:sz w:val="24"/>
        </w:rPr>
        <w:t>:</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2.3.0.1 of the ABC Config Tool files</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Updated Help Files with new web page link</w:t>
      </w:r>
    </w:p>
    <w:p w:rsidR="00435F6A" w:rsidRPr="00435F6A" w:rsidRDefault="00435F6A" w:rsidP="00435F6A">
      <w:pPr>
        <w:ind w:left="360"/>
        <w:rPr>
          <w:lang w:val="en-US"/>
        </w:rPr>
      </w:pPr>
    </w:p>
    <w:p w:rsidR="00435F6A" w:rsidRPr="001C02EF" w:rsidRDefault="00435F6A" w:rsidP="00435F6A">
      <w:pPr>
        <w:pStyle w:val="Heading"/>
        <w:rPr>
          <w:bCs/>
          <w:sz w:val="24"/>
        </w:rPr>
      </w:pPr>
      <w:r>
        <w:rPr>
          <w:bCs/>
          <w:sz w:val="24"/>
        </w:rPr>
        <w:t>Updated in version 2.21</w:t>
      </w:r>
      <w:r w:rsidRPr="001C02EF">
        <w:rPr>
          <w:bCs/>
          <w:sz w:val="24"/>
        </w:rPr>
        <w:t xml:space="preserve"> Build 01</w:t>
      </w:r>
      <w:r>
        <w:rPr>
          <w:bCs/>
          <w:sz w:val="24"/>
        </w:rPr>
        <w:t>:</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1.42.02 of the Master mode files</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version number</w:t>
      </w:r>
    </w:p>
    <w:p w:rsidR="00435F6A" w:rsidRDefault="00435F6A" w:rsidP="00435F6A">
      <w:pPr>
        <w:ind w:left="360"/>
      </w:pPr>
    </w:p>
    <w:p w:rsidR="00435F6A" w:rsidRPr="001C02EF" w:rsidRDefault="00435F6A" w:rsidP="00435F6A">
      <w:pPr>
        <w:pStyle w:val="Heading"/>
        <w:rPr>
          <w:bCs/>
          <w:sz w:val="24"/>
        </w:rPr>
      </w:pPr>
      <w:r>
        <w:rPr>
          <w:bCs/>
          <w:sz w:val="24"/>
        </w:rPr>
        <w:t>Updated in version 2.20</w:t>
      </w:r>
      <w:r w:rsidRPr="001C02EF">
        <w:rPr>
          <w:bCs/>
          <w:sz w:val="24"/>
        </w:rPr>
        <w:t xml:space="preserve"> Build 01</w:t>
      </w:r>
      <w:r>
        <w:rPr>
          <w:bCs/>
          <w:sz w:val="24"/>
        </w:rPr>
        <w:t>:</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 xml:space="preserve">Added </w:t>
      </w:r>
      <w:proofErr w:type="spellStart"/>
      <w:r w:rsidRPr="00435F6A">
        <w:rPr>
          <w:lang w:val="en-US"/>
        </w:rPr>
        <w:t>lang</w:t>
      </w:r>
      <w:proofErr w:type="spellEnd"/>
      <w:r w:rsidRPr="00435F6A">
        <w:rPr>
          <w:lang w:val="en-US"/>
        </w:rPr>
        <w:t xml:space="preserve"> files for </w:t>
      </w:r>
      <w:proofErr w:type="spellStart"/>
      <w:r w:rsidRPr="00435F6A">
        <w:rPr>
          <w:lang w:val="en-US"/>
        </w:rPr>
        <w:t>german</w:t>
      </w:r>
      <w:proofErr w:type="spellEnd"/>
      <w:r w:rsidRPr="00435F6A">
        <w:rPr>
          <w:lang w:val="en-US"/>
        </w:rPr>
        <w:t xml:space="preserve">, </w:t>
      </w:r>
      <w:proofErr w:type="spellStart"/>
      <w:r w:rsidRPr="00435F6A">
        <w:rPr>
          <w:lang w:val="en-US"/>
        </w:rPr>
        <w:t>italian</w:t>
      </w:r>
      <w:proofErr w:type="spellEnd"/>
      <w:r w:rsidRPr="00435F6A">
        <w:rPr>
          <w:lang w:val="en-US"/>
        </w:rPr>
        <w:t xml:space="preserve">, </w:t>
      </w:r>
      <w:proofErr w:type="spellStart"/>
      <w:r w:rsidRPr="00435F6A">
        <w:rPr>
          <w:lang w:val="en-US"/>
        </w:rPr>
        <w:t>swedish</w:t>
      </w:r>
      <w:proofErr w:type="spellEnd"/>
      <w:r w:rsidRPr="00435F6A">
        <w:rPr>
          <w:lang w:val="en-US"/>
        </w:rPr>
        <w:t>, polish</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2.2.0.9 of ABC Config Tool</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Included version 0.90 Build 02 of the ABCC-Link wizard</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Changed names for wizard directories</w:t>
      </w:r>
    </w:p>
    <w:p w:rsidR="00435F6A" w:rsidRPr="00435F6A" w:rsidRDefault="00435F6A" w:rsidP="00435F6A">
      <w:pPr>
        <w:numPr>
          <w:ilvl w:val="0"/>
          <w:numId w:val="41"/>
        </w:numPr>
        <w:tabs>
          <w:tab w:val="left" w:pos="1418"/>
        </w:tabs>
        <w:overflowPunct w:val="0"/>
        <w:autoSpaceDE w:val="0"/>
        <w:autoSpaceDN w:val="0"/>
        <w:adjustRightInd w:val="0"/>
        <w:spacing w:before="120"/>
        <w:textAlignment w:val="baseline"/>
        <w:rPr>
          <w:lang w:val="en-US"/>
        </w:rPr>
      </w:pPr>
      <w:r w:rsidRPr="00435F6A">
        <w:rPr>
          <w:lang w:val="en-US"/>
        </w:rPr>
        <w:t xml:space="preserve">Changed names for </w:t>
      </w:r>
      <w:proofErr w:type="spellStart"/>
      <w:r w:rsidRPr="00435F6A">
        <w:rPr>
          <w:lang w:val="en-US"/>
        </w:rPr>
        <w:t>modbus</w:t>
      </w:r>
      <w:proofErr w:type="spellEnd"/>
      <w:r w:rsidRPr="00435F6A">
        <w:rPr>
          <w:lang w:val="en-US"/>
        </w:rPr>
        <w:t xml:space="preserve"> commands in command file</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Included version 1.41.04</w:t>
      </w:r>
    </w:p>
    <w:p w:rsidR="00435F6A" w:rsidRDefault="00435F6A" w:rsidP="00435F6A">
      <w:pPr>
        <w:numPr>
          <w:ilvl w:val="0"/>
          <w:numId w:val="41"/>
        </w:numPr>
        <w:tabs>
          <w:tab w:val="left" w:pos="1418"/>
        </w:tabs>
        <w:overflowPunct w:val="0"/>
        <w:autoSpaceDE w:val="0"/>
        <w:autoSpaceDN w:val="0"/>
        <w:adjustRightInd w:val="0"/>
        <w:spacing w:before="120"/>
        <w:textAlignment w:val="baseline"/>
      </w:pPr>
      <w:r>
        <w:t>Updated HTML Files</w:t>
      </w:r>
    </w:p>
    <w:p w:rsidR="00435F6A" w:rsidRDefault="00435F6A" w:rsidP="00435F6A">
      <w:pPr>
        <w:ind w:left="360"/>
      </w:pPr>
    </w:p>
    <w:p w:rsidR="00435F6A" w:rsidRPr="001C02EF" w:rsidRDefault="00435F6A" w:rsidP="00435F6A">
      <w:pPr>
        <w:pStyle w:val="Heading"/>
        <w:rPr>
          <w:bCs/>
          <w:sz w:val="24"/>
        </w:rPr>
      </w:pPr>
      <w:r w:rsidRPr="001C02EF">
        <w:rPr>
          <w:bCs/>
          <w:sz w:val="24"/>
        </w:rPr>
        <w:t>Updated in version 2.19 Build 01</w:t>
      </w:r>
      <w:r>
        <w:rPr>
          <w:bCs/>
          <w:sz w:val="24"/>
        </w:rPr>
        <w:t>:</w:t>
      </w:r>
    </w:p>
    <w:p w:rsidR="00435F6A" w:rsidRDefault="00435F6A" w:rsidP="00435F6A">
      <w:pPr>
        <w:rPr>
          <w:lang w:eastAsia="sv-SE"/>
        </w:rPr>
      </w:pPr>
    </w:p>
    <w:p w:rsidR="00435F6A" w:rsidRPr="00435F6A" w:rsidRDefault="00435F6A" w:rsidP="00435F6A">
      <w:pPr>
        <w:numPr>
          <w:ilvl w:val="0"/>
          <w:numId w:val="38"/>
        </w:numPr>
        <w:autoSpaceDE w:val="0"/>
        <w:autoSpaceDN w:val="0"/>
        <w:adjustRightInd w:val="0"/>
        <w:rPr>
          <w:lang w:val="en-US" w:eastAsia="sv-SE"/>
        </w:rPr>
      </w:pPr>
      <w:r w:rsidRPr="00435F6A">
        <w:rPr>
          <w:lang w:val="en-US" w:eastAsia="sv-SE"/>
        </w:rPr>
        <w:t>New version of the html files</w:t>
      </w:r>
    </w:p>
    <w:p w:rsidR="00435F6A" w:rsidRPr="001C02EF" w:rsidRDefault="00435F6A" w:rsidP="00435F6A">
      <w:pPr>
        <w:numPr>
          <w:ilvl w:val="0"/>
          <w:numId w:val="38"/>
        </w:numPr>
        <w:autoSpaceDE w:val="0"/>
        <w:autoSpaceDN w:val="0"/>
        <w:adjustRightInd w:val="0"/>
        <w:rPr>
          <w:lang w:eastAsia="sv-SE"/>
        </w:rPr>
      </w:pPr>
      <w:r w:rsidRPr="001C02EF">
        <w:rPr>
          <w:lang w:eastAsia="sv-SE"/>
        </w:rPr>
        <w:lastRenderedPageBreak/>
        <w:t>Changed Protocol to Protocol mode</w:t>
      </w:r>
    </w:p>
    <w:p w:rsidR="00435F6A" w:rsidRPr="00435F6A" w:rsidRDefault="00435F6A" w:rsidP="00435F6A">
      <w:pPr>
        <w:numPr>
          <w:ilvl w:val="0"/>
          <w:numId w:val="38"/>
        </w:numPr>
        <w:autoSpaceDE w:val="0"/>
        <w:autoSpaceDN w:val="0"/>
        <w:adjustRightInd w:val="0"/>
        <w:rPr>
          <w:lang w:val="en-US" w:eastAsia="sv-SE"/>
        </w:rPr>
      </w:pPr>
      <w:r w:rsidRPr="00435F6A">
        <w:rPr>
          <w:lang w:val="en-US" w:eastAsia="sv-SE"/>
        </w:rPr>
        <w:t>Changed default length wizard to 2 byte in each direction</w:t>
      </w:r>
    </w:p>
    <w:p w:rsidR="00435F6A" w:rsidRPr="001C02EF" w:rsidRDefault="00435F6A" w:rsidP="00435F6A">
      <w:pPr>
        <w:numPr>
          <w:ilvl w:val="0"/>
          <w:numId w:val="38"/>
        </w:numPr>
        <w:autoSpaceDE w:val="0"/>
        <w:autoSpaceDN w:val="0"/>
        <w:adjustRightInd w:val="0"/>
        <w:rPr>
          <w:lang w:eastAsia="sv-SE"/>
        </w:rPr>
      </w:pPr>
      <w:r w:rsidRPr="001C02EF">
        <w:rPr>
          <w:lang w:eastAsia="sv-SE"/>
        </w:rPr>
        <w:t>Added new language files</w:t>
      </w:r>
    </w:p>
    <w:p w:rsidR="00435F6A" w:rsidRPr="00435F6A" w:rsidRDefault="00435F6A" w:rsidP="00435F6A">
      <w:pPr>
        <w:numPr>
          <w:ilvl w:val="0"/>
          <w:numId w:val="38"/>
        </w:numPr>
        <w:autoSpaceDE w:val="0"/>
        <w:autoSpaceDN w:val="0"/>
        <w:adjustRightInd w:val="0"/>
        <w:rPr>
          <w:lang w:val="en-US" w:eastAsia="sv-SE"/>
        </w:rPr>
      </w:pPr>
      <w:r w:rsidRPr="00435F6A">
        <w:rPr>
          <w:lang w:val="en-US" w:eastAsia="sv-SE"/>
        </w:rPr>
        <w:t>Added version 1.41.03 of the master mode software</w:t>
      </w:r>
    </w:p>
    <w:p w:rsidR="00435F6A" w:rsidRPr="00435F6A" w:rsidRDefault="00435F6A" w:rsidP="00435F6A">
      <w:pPr>
        <w:numPr>
          <w:ilvl w:val="0"/>
          <w:numId w:val="38"/>
        </w:numPr>
        <w:autoSpaceDE w:val="0"/>
        <w:autoSpaceDN w:val="0"/>
        <w:adjustRightInd w:val="0"/>
        <w:rPr>
          <w:lang w:val="en-US" w:eastAsia="sv-SE"/>
        </w:rPr>
      </w:pPr>
      <w:r w:rsidRPr="00435F6A">
        <w:rPr>
          <w:lang w:val="en-US" w:eastAsia="sv-SE"/>
        </w:rPr>
        <w:t>Include the updated web pages that describes the fieldbus setting for the master mode as well</w:t>
      </w:r>
    </w:p>
    <w:p w:rsidR="00435F6A" w:rsidRPr="00435F6A" w:rsidRDefault="00435F6A" w:rsidP="00435F6A">
      <w:pPr>
        <w:numPr>
          <w:ilvl w:val="0"/>
          <w:numId w:val="38"/>
        </w:numPr>
        <w:autoSpaceDE w:val="0"/>
        <w:autoSpaceDN w:val="0"/>
        <w:adjustRightInd w:val="0"/>
        <w:rPr>
          <w:lang w:val="en-US" w:eastAsia="sv-SE"/>
        </w:rPr>
      </w:pPr>
      <w:r w:rsidRPr="00435F6A">
        <w:rPr>
          <w:lang w:val="en-US" w:eastAsia="sv-SE"/>
        </w:rPr>
        <w:t>Change Wizard - Modbus RTU Master to Wizard - Master Mode</w:t>
      </w:r>
    </w:p>
    <w:p w:rsidR="00435F6A" w:rsidRPr="001C02EF" w:rsidRDefault="00435F6A" w:rsidP="00435F6A">
      <w:pPr>
        <w:numPr>
          <w:ilvl w:val="0"/>
          <w:numId w:val="38"/>
        </w:numPr>
        <w:autoSpaceDE w:val="0"/>
        <w:autoSpaceDN w:val="0"/>
        <w:adjustRightInd w:val="0"/>
        <w:rPr>
          <w:lang w:eastAsia="sv-SE"/>
        </w:rPr>
      </w:pPr>
      <w:r w:rsidRPr="001C02EF">
        <w:rPr>
          <w:lang w:eastAsia="sv-SE"/>
        </w:rPr>
        <w:t>Change to Wizard - CompactCom ExtLink</w:t>
      </w:r>
    </w:p>
    <w:p w:rsidR="00435F6A" w:rsidRDefault="00435F6A" w:rsidP="00435F6A">
      <w:pPr>
        <w:pStyle w:val="Heading"/>
        <w:rPr>
          <w:sz w:val="24"/>
        </w:rPr>
      </w:pPr>
    </w:p>
    <w:p w:rsidR="00435F6A" w:rsidRDefault="00435F6A" w:rsidP="00435F6A">
      <w:pPr>
        <w:pStyle w:val="Heading"/>
        <w:rPr>
          <w:sz w:val="24"/>
        </w:rPr>
      </w:pPr>
      <w:r>
        <w:rPr>
          <w:sz w:val="24"/>
        </w:rPr>
        <w:t>Updated in version 2.18 Build 01:</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lang w:val="en-US"/>
        </w:rPr>
        <w:t>Included version 2.0.0.8 of the ABC Config Tool</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lang w:val="en-US"/>
        </w:rPr>
        <w:t xml:space="preserve">Included version 0.90 of the Anybus </w:t>
      </w:r>
      <w:proofErr w:type="spellStart"/>
      <w:r w:rsidRPr="00435F6A">
        <w:rPr>
          <w:lang w:val="en-US"/>
        </w:rPr>
        <w:t>CompactCom</w:t>
      </w:r>
      <w:proofErr w:type="spellEnd"/>
      <w:r w:rsidRPr="00435F6A">
        <w:rPr>
          <w:lang w:val="en-US"/>
        </w:rPr>
        <w:t xml:space="preserve"> External Link Wizard</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lang w:val="en-US"/>
        </w:rPr>
        <w:t>Changed splash screen for the ABC Config Tool</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lang w:val="en-US"/>
        </w:rPr>
        <w:t>Changed wizard pictures for the Master mode wizard</w:t>
      </w:r>
    </w:p>
    <w:p w:rsidR="00435F6A" w:rsidRDefault="00435F6A" w:rsidP="00435F6A">
      <w:pPr>
        <w:numPr>
          <w:ilvl w:val="0"/>
          <w:numId w:val="39"/>
        </w:numPr>
        <w:tabs>
          <w:tab w:val="left" w:pos="1418"/>
        </w:tabs>
        <w:overflowPunct w:val="0"/>
        <w:autoSpaceDE w:val="0"/>
        <w:autoSpaceDN w:val="0"/>
        <w:adjustRightInd w:val="0"/>
        <w:spacing w:before="120"/>
        <w:textAlignment w:val="baseline"/>
      </w:pPr>
      <w:r>
        <w:t>Included new Anybus icon</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lang w:val="en-US"/>
        </w:rPr>
        <w:t>Included version 1.41.02 of the Master mode software</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0972F5">
        <w:rPr>
          <w:lang w:val="en-US" w:eastAsia="sv-SE"/>
        </w:rPr>
        <w:t xml:space="preserve">Made sure the wizard file is not </w:t>
      </w:r>
      <w:proofErr w:type="spellStart"/>
      <w:r w:rsidRPr="000972F5">
        <w:rPr>
          <w:lang w:val="en-US" w:eastAsia="sv-SE"/>
        </w:rPr>
        <w:t>self register</w:t>
      </w:r>
      <w:proofErr w:type="spellEnd"/>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0972F5">
        <w:rPr>
          <w:lang w:val="en-US" w:eastAsia="sv-SE"/>
        </w:rPr>
        <w:t>Ma</w:t>
      </w:r>
      <w:r>
        <w:rPr>
          <w:lang w:val="en-US" w:eastAsia="sv-SE"/>
        </w:rPr>
        <w:t>d</w:t>
      </w:r>
      <w:r w:rsidRPr="000972F5">
        <w:rPr>
          <w:lang w:val="en-US" w:eastAsia="sv-SE"/>
        </w:rPr>
        <w:t>e sure abccom.dll is shared</w:t>
      </w:r>
    </w:p>
    <w:p w:rsidR="00891E53" w:rsidRDefault="00891E53" w:rsidP="00435F6A">
      <w:pPr>
        <w:pStyle w:val="Heading"/>
        <w:rPr>
          <w:sz w:val="24"/>
        </w:rPr>
      </w:pPr>
    </w:p>
    <w:p w:rsidR="00435F6A" w:rsidRDefault="00435F6A" w:rsidP="00435F6A">
      <w:pPr>
        <w:pStyle w:val="Heading"/>
        <w:rPr>
          <w:sz w:val="24"/>
        </w:rPr>
      </w:pPr>
      <w:r>
        <w:rPr>
          <w:sz w:val="24"/>
        </w:rPr>
        <w:t>Updated in version 2.16 Build 01:</w:t>
      </w:r>
    </w:p>
    <w:p w:rsidR="00435F6A" w:rsidRDefault="00435F6A" w:rsidP="00435F6A">
      <w:pPr>
        <w:numPr>
          <w:ilvl w:val="0"/>
          <w:numId w:val="40"/>
        </w:numPr>
        <w:autoSpaceDE w:val="0"/>
        <w:autoSpaceDN w:val="0"/>
        <w:adjustRightInd w:val="0"/>
        <w:rPr>
          <w:rFonts w:ascii="Arial" w:hAnsi="Arial" w:cs="Arial"/>
          <w:sz w:val="20"/>
          <w:lang w:eastAsia="sv-SE"/>
        </w:rPr>
      </w:pPr>
      <w:r>
        <w:rPr>
          <w:rFonts w:ascii="Arial" w:hAnsi="Arial" w:cs="Arial"/>
          <w:sz w:val="20"/>
          <w:lang w:eastAsia="sv-SE"/>
        </w:rPr>
        <w:t>Added ABCType to registry</w:t>
      </w:r>
    </w:p>
    <w:p w:rsidR="00435F6A" w:rsidRPr="00435F6A" w:rsidRDefault="00435F6A" w:rsidP="00435F6A">
      <w:pPr>
        <w:numPr>
          <w:ilvl w:val="0"/>
          <w:numId w:val="40"/>
        </w:numPr>
        <w:autoSpaceDE w:val="0"/>
        <w:autoSpaceDN w:val="0"/>
        <w:adjustRightInd w:val="0"/>
        <w:rPr>
          <w:rFonts w:ascii="Arial" w:hAnsi="Arial" w:cs="Arial"/>
          <w:sz w:val="20"/>
          <w:lang w:val="en-US" w:eastAsia="sv-SE"/>
        </w:rPr>
      </w:pPr>
      <w:r w:rsidRPr="00435F6A">
        <w:rPr>
          <w:rFonts w:ascii="Arial" w:hAnsi="Arial" w:cs="Arial"/>
          <w:sz w:val="20"/>
          <w:lang w:val="en-US" w:eastAsia="sv-SE"/>
        </w:rPr>
        <w:t>Added the following parameter to winica.ini file</w:t>
      </w:r>
    </w:p>
    <w:p w:rsidR="00435F6A" w:rsidRPr="00435F6A" w:rsidRDefault="00435F6A" w:rsidP="00435F6A">
      <w:pPr>
        <w:rPr>
          <w:rFonts w:ascii="Arial" w:hAnsi="Arial" w:cs="Arial"/>
          <w:sz w:val="20"/>
          <w:lang w:val="en-US" w:eastAsia="sv-SE"/>
        </w:rPr>
      </w:pPr>
    </w:p>
    <w:p w:rsidR="00435F6A" w:rsidRPr="00435F6A" w:rsidRDefault="00435F6A" w:rsidP="00435F6A">
      <w:pPr>
        <w:rPr>
          <w:rFonts w:ascii="Arial" w:hAnsi="Arial" w:cs="Arial"/>
          <w:sz w:val="20"/>
          <w:lang w:val="en-US" w:eastAsia="sv-SE"/>
        </w:rPr>
      </w:pPr>
      <w:r w:rsidRPr="00435F6A">
        <w:rPr>
          <w:rFonts w:ascii="Arial" w:hAnsi="Arial" w:cs="Arial"/>
          <w:sz w:val="20"/>
          <w:lang w:val="en-US" w:eastAsia="sv-SE"/>
        </w:rPr>
        <w:t>[Assigned]</w:t>
      </w:r>
    </w:p>
    <w:p w:rsidR="00435F6A" w:rsidRPr="00435F6A" w:rsidRDefault="00435F6A" w:rsidP="00435F6A">
      <w:pPr>
        <w:rPr>
          <w:rFonts w:ascii="Arial" w:hAnsi="Arial" w:cs="Arial"/>
          <w:sz w:val="20"/>
          <w:lang w:val="en-US" w:eastAsia="sv-SE"/>
        </w:rPr>
      </w:pPr>
      <w:r w:rsidRPr="00435F6A">
        <w:rPr>
          <w:rFonts w:ascii="Arial" w:hAnsi="Arial" w:cs="Arial"/>
          <w:sz w:val="20"/>
          <w:lang w:val="en-US" w:eastAsia="sv-SE"/>
        </w:rPr>
        <w:t>Type=2</w:t>
      </w:r>
    </w:p>
    <w:p w:rsidR="00435F6A" w:rsidRPr="00435F6A" w:rsidRDefault="00435F6A" w:rsidP="00435F6A">
      <w:pPr>
        <w:rPr>
          <w:rFonts w:ascii="Arial" w:hAnsi="Arial" w:cs="Arial"/>
          <w:sz w:val="20"/>
          <w:lang w:val="en-US" w:eastAsia="sv-SE"/>
        </w:rPr>
      </w:pPr>
      <w:proofErr w:type="spellStart"/>
      <w:r w:rsidRPr="00435F6A">
        <w:rPr>
          <w:rFonts w:ascii="Arial" w:hAnsi="Arial" w:cs="Arial"/>
          <w:sz w:val="20"/>
          <w:lang w:val="en-US" w:eastAsia="sv-SE"/>
        </w:rPr>
        <w:t>LowLimit</w:t>
      </w:r>
      <w:proofErr w:type="spellEnd"/>
      <w:r w:rsidRPr="00435F6A">
        <w:rPr>
          <w:rFonts w:ascii="Arial" w:hAnsi="Arial" w:cs="Arial"/>
          <w:sz w:val="20"/>
          <w:lang w:val="en-US" w:eastAsia="sv-SE"/>
        </w:rPr>
        <w:t>=1</w:t>
      </w:r>
    </w:p>
    <w:p w:rsidR="00435F6A" w:rsidRPr="00435F6A" w:rsidRDefault="00435F6A" w:rsidP="00435F6A">
      <w:pPr>
        <w:rPr>
          <w:rFonts w:ascii="Arial" w:hAnsi="Arial" w:cs="Arial"/>
          <w:sz w:val="20"/>
          <w:lang w:val="en-US" w:eastAsia="sv-SE"/>
        </w:rPr>
      </w:pPr>
      <w:proofErr w:type="spellStart"/>
      <w:r w:rsidRPr="00435F6A">
        <w:rPr>
          <w:rFonts w:ascii="Arial" w:hAnsi="Arial" w:cs="Arial"/>
          <w:sz w:val="20"/>
          <w:lang w:val="en-US" w:eastAsia="sv-SE"/>
        </w:rPr>
        <w:t>HighLimit</w:t>
      </w:r>
      <w:proofErr w:type="spellEnd"/>
      <w:r w:rsidRPr="00435F6A">
        <w:rPr>
          <w:rFonts w:ascii="Arial" w:hAnsi="Arial" w:cs="Arial"/>
          <w:sz w:val="20"/>
          <w:lang w:val="en-US" w:eastAsia="sv-SE"/>
        </w:rPr>
        <w:t>=2</w:t>
      </w:r>
    </w:p>
    <w:p w:rsidR="00435F6A" w:rsidRPr="00435F6A" w:rsidRDefault="00435F6A" w:rsidP="00435F6A">
      <w:pPr>
        <w:rPr>
          <w:rFonts w:ascii="Arial" w:hAnsi="Arial" w:cs="Arial"/>
          <w:sz w:val="20"/>
          <w:lang w:val="en-US" w:eastAsia="sv-SE"/>
        </w:rPr>
      </w:pPr>
      <w:proofErr w:type="spellStart"/>
      <w:r w:rsidRPr="00435F6A">
        <w:rPr>
          <w:rFonts w:ascii="Arial" w:hAnsi="Arial" w:cs="Arial"/>
          <w:sz w:val="20"/>
          <w:lang w:val="en-US" w:eastAsia="sv-SE"/>
        </w:rPr>
        <w:t>DefaultValue</w:t>
      </w:r>
      <w:proofErr w:type="spellEnd"/>
      <w:r w:rsidRPr="00435F6A">
        <w:rPr>
          <w:rFonts w:ascii="Arial" w:hAnsi="Arial" w:cs="Arial"/>
          <w:sz w:val="20"/>
          <w:lang w:val="en-US" w:eastAsia="sv-SE"/>
        </w:rPr>
        <w:t>=1</w:t>
      </w:r>
    </w:p>
    <w:p w:rsidR="00435F6A" w:rsidRPr="00435F6A" w:rsidRDefault="00435F6A" w:rsidP="00435F6A">
      <w:pPr>
        <w:rPr>
          <w:rFonts w:ascii="Arial" w:hAnsi="Arial" w:cs="Arial"/>
          <w:sz w:val="20"/>
          <w:lang w:val="en-US" w:eastAsia="sv-SE"/>
        </w:rPr>
      </w:pPr>
    </w:p>
    <w:p w:rsidR="00435F6A" w:rsidRPr="00435F6A" w:rsidRDefault="00435F6A" w:rsidP="00435F6A">
      <w:pPr>
        <w:numPr>
          <w:ilvl w:val="0"/>
          <w:numId w:val="40"/>
        </w:numPr>
        <w:autoSpaceDE w:val="0"/>
        <w:autoSpaceDN w:val="0"/>
        <w:adjustRightInd w:val="0"/>
        <w:rPr>
          <w:rFonts w:ascii="Arial" w:hAnsi="Arial" w:cs="Arial"/>
          <w:sz w:val="20"/>
          <w:lang w:val="en-US" w:eastAsia="sv-SE"/>
        </w:rPr>
      </w:pPr>
      <w:r w:rsidRPr="00435F6A">
        <w:rPr>
          <w:rFonts w:ascii="Arial" w:hAnsi="Arial" w:cs="Arial"/>
          <w:sz w:val="20"/>
          <w:lang w:val="en-US" w:eastAsia="sv-SE"/>
        </w:rPr>
        <w:t xml:space="preserve">Changed Ethernet version from Ethernet to </w:t>
      </w:r>
      <w:proofErr w:type="spellStart"/>
      <w:r w:rsidRPr="00435F6A">
        <w:rPr>
          <w:rFonts w:ascii="Arial" w:hAnsi="Arial" w:cs="Arial"/>
          <w:sz w:val="20"/>
          <w:lang w:val="en-US" w:eastAsia="sv-SE"/>
        </w:rPr>
        <w:t>EthernetIP</w:t>
      </w:r>
      <w:proofErr w:type="spellEnd"/>
      <w:r w:rsidRPr="00435F6A">
        <w:rPr>
          <w:rFonts w:ascii="Arial" w:hAnsi="Arial" w:cs="Arial"/>
          <w:sz w:val="20"/>
          <w:lang w:val="en-US" w:eastAsia="sv-SE"/>
        </w:rPr>
        <w:t xml:space="preserve"> and </w:t>
      </w:r>
      <w:proofErr w:type="spellStart"/>
      <w:r w:rsidRPr="00435F6A">
        <w:rPr>
          <w:rFonts w:ascii="Arial" w:hAnsi="Arial" w:cs="Arial"/>
          <w:sz w:val="20"/>
          <w:lang w:val="en-US" w:eastAsia="sv-SE"/>
        </w:rPr>
        <w:t>ModbusTCP</w:t>
      </w:r>
      <w:proofErr w:type="spellEnd"/>
      <w:r w:rsidRPr="00435F6A">
        <w:rPr>
          <w:rFonts w:ascii="Arial" w:hAnsi="Arial" w:cs="Arial"/>
          <w:sz w:val="20"/>
          <w:lang w:val="en-US" w:eastAsia="sv-SE"/>
        </w:rPr>
        <w:t xml:space="preserve"> in separate versions</w:t>
      </w:r>
    </w:p>
    <w:p w:rsidR="00435F6A" w:rsidRPr="00435F6A" w:rsidRDefault="00435F6A" w:rsidP="00435F6A">
      <w:pPr>
        <w:numPr>
          <w:ilvl w:val="0"/>
          <w:numId w:val="40"/>
        </w:numPr>
        <w:autoSpaceDE w:val="0"/>
        <w:autoSpaceDN w:val="0"/>
        <w:adjustRightInd w:val="0"/>
        <w:rPr>
          <w:rFonts w:ascii="Arial" w:hAnsi="Arial" w:cs="Arial"/>
          <w:sz w:val="20"/>
          <w:lang w:val="en-US" w:eastAsia="sv-SE"/>
        </w:rPr>
      </w:pPr>
      <w:r w:rsidRPr="00435F6A">
        <w:rPr>
          <w:rFonts w:ascii="Arial" w:hAnsi="Arial" w:cs="Arial"/>
          <w:sz w:val="20"/>
          <w:lang w:val="en-US" w:eastAsia="sv-SE"/>
        </w:rPr>
        <w:t xml:space="preserve">Modified registry so that parameters are stored under </w:t>
      </w:r>
      <w:proofErr w:type="spellStart"/>
      <w:r w:rsidRPr="00435F6A">
        <w:rPr>
          <w:rFonts w:ascii="Arial" w:hAnsi="Arial" w:cs="Arial"/>
          <w:sz w:val="20"/>
          <w:lang w:val="en-US" w:eastAsia="sv-SE"/>
        </w:rPr>
        <w:t>VendorNumber</w:t>
      </w:r>
      <w:proofErr w:type="spellEnd"/>
      <w:r w:rsidRPr="00435F6A">
        <w:rPr>
          <w:rFonts w:ascii="Arial" w:hAnsi="Arial" w:cs="Arial"/>
          <w:sz w:val="20"/>
          <w:lang w:val="en-US" w:eastAsia="sv-SE"/>
        </w:rPr>
        <w:t>.</w:t>
      </w:r>
    </w:p>
    <w:p w:rsidR="00435F6A" w:rsidRDefault="00435F6A" w:rsidP="00435F6A">
      <w:pPr>
        <w:pStyle w:val="Heading"/>
        <w:rPr>
          <w:sz w:val="24"/>
        </w:rPr>
      </w:pPr>
    </w:p>
    <w:p w:rsidR="00435F6A" w:rsidRDefault="00435F6A" w:rsidP="00435F6A">
      <w:pPr>
        <w:pStyle w:val="Heading"/>
        <w:rPr>
          <w:sz w:val="24"/>
        </w:rPr>
      </w:pPr>
      <w:r>
        <w:rPr>
          <w:sz w:val="24"/>
        </w:rPr>
        <w:t>Updated in version 2.15 Build 01:</w:t>
      </w:r>
    </w:p>
    <w:p w:rsidR="00435F6A" w:rsidRDefault="00435F6A" w:rsidP="00435F6A">
      <w:pPr>
        <w:rPr>
          <w:rFonts w:ascii="Arial" w:hAnsi="Arial" w:cs="Arial"/>
          <w:sz w:val="20"/>
          <w:lang w:eastAsia="sv-SE"/>
        </w:rPr>
      </w:pPr>
    </w:p>
    <w:p w:rsidR="00435F6A" w:rsidRDefault="00435F6A" w:rsidP="00435F6A">
      <w:pPr>
        <w:numPr>
          <w:ilvl w:val="0"/>
          <w:numId w:val="39"/>
        </w:numPr>
        <w:autoSpaceDE w:val="0"/>
        <w:autoSpaceDN w:val="0"/>
        <w:adjustRightInd w:val="0"/>
        <w:spacing w:line="360" w:lineRule="auto"/>
        <w:rPr>
          <w:rFonts w:ascii="Arial" w:hAnsi="Arial" w:cs="Arial"/>
          <w:sz w:val="20"/>
          <w:lang w:eastAsia="sv-SE"/>
        </w:rPr>
      </w:pPr>
      <w:r>
        <w:rPr>
          <w:rFonts w:ascii="Arial" w:hAnsi="Arial" w:cs="Arial"/>
          <w:sz w:val="20"/>
          <w:lang w:eastAsia="sv-SE"/>
        </w:rPr>
        <w:t xml:space="preserve">Included </w:t>
      </w:r>
      <w:r w:rsidRPr="000972F5">
        <w:rPr>
          <w:rFonts w:ascii="Arial" w:hAnsi="Arial" w:cs="Arial"/>
          <w:sz w:val="20"/>
          <w:lang w:eastAsia="sv-SE"/>
        </w:rPr>
        <w:t>the new checksum AddInvAscii</w:t>
      </w:r>
    </w:p>
    <w:p w:rsidR="00435F6A" w:rsidRDefault="00435F6A" w:rsidP="00435F6A">
      <w:pPr>
        <w:numPr>
          <w:ilvl w:val="0"/>
          <w:numId w:val="39"/>
        </w:numPr>
        <w:autoSpaceDE w:val="0"/>
        <w:autoSpaceDN w:val="0"/>
        <w:adjustRightInd w:val="0"/>
        <w:spacing w:line="360" w:lineRule="auto"/>
        <w:ind w:left="714" w:hanging="357"/>
        <w:rPr>
          <w:rFonts w:ascii="Arial" w:hAnsi="Arial" w:cs="Arial"/>
          <w:sz w:val="20"/>
          <w:lang w:eastAsia="sv-SE"/>
        </w:rPr>
      </w:pPr>
      <w:r>
        <w:rPr>
          <w:rFonts w:ascii="Arial" w:hAnsi="Arial" w:cs="Arial"/>
          <w:sz w:val="20"/>
          <w:lang w:eastAsia="sv-SE"/>
        </w:rPr>
        <w:t>Increased version number</w:t>
      </w:r>
    </w:p>
    <w:p w:rsidR="00435F6A" w:rsidRDefault="00435F6A" w:rsidP="00435F6A">
      <w:pPr>
        <w:pStyle w:val="Heading"/>
        <w:rPr>
          <w:sz w:val="24"/>
        </w:rPr>
      </w:pPr>
      <w:r>
        <w:rPr>
          <w:sz w:val="24"/>
        </w:rPr>
        <w:lastRenderedPageBreak/>
        <w:t>Updated in version 2.14 Build 01:</w:t>
      </w:r>
    </w:p>
    <w:p w:rsidR="00435F6A" w:rsidRDefault="00435F6A" w:rsidP="00435F6A">
      <w:pPr>
        <w:numPr>
          <w:ilvl w:val="0"/>
          <w:numId w:val="39"/>
        </w:numPr>
        <w:tabs>
          <w:tab w:val="left" w:pos="1418"/>
        </w:tabs>
        <w:overflowPunct w:val="0"/>
        <w:autoSpaceDE w:val="0"/>
        <w:autoSpaceDN w:val="0"/>
        <w:adjustRightInd w:val="0"/>
        <w:spacing w:before="120"/>
        <w:textAlignment w:val="baseline"/>
      </w:pPr>
      <w:r>
        <w:t>Updated version number</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proofErr w:type="spellStart"/>
      <w:r w:rsidRPr="00435F6A">
        <w:rPr>
          <w:lang w:val="en-US" w:eastAsia="sv-SE"/>
        </w:rPr>
        <w:t>Interbus</w:t>
      </w:r>
      <w:proofErr w:type="spellEnd"/>
      <w:r w:rsidRPr="00435F6A">
        <w:rPr>
          <w:lang w:val="en-US" w:eastAsia="sv-SE"/>
        </w:rPr>
        <w:t xml:space="preserve"> updated to fieldbus type = 11 and added I/O size</w:t>
      </w:r>
    </w:p>
    <w:p w:rsidR="00435F6A" w:rsidRPr="00404B3C" w:rsidRDefault="00435F6A" w:rsidP="00435F6A">
      <w:pPr>
        <w:numPr>
          <w:ilvl w:val="0"/>
          <w:numId w:val="39"/>
        </w:numPr>
        <w:tabs>
          <w:tab w:val="left" w:pos="1418"/>
        </w:tabs>
        <w:overflowPunct w:val="0"/>
        <w:autoSpaceDE w:val="0"/>
        <w:autoSpaceDN w:val="0"/>
        <w:adjustRightInd w:val="0"/>
        <w:spacing w:before="120"/>
        <w:textAlignment w:val="baseline"/>
      </w:pPr>
      <w:r w:rsidRPr="00404B3C">
        <w:rPr>
          <w:lang w:eastAsia="sv-SE"/>
        </w:rPr>
        <w:t>Modified Chinese translation</w:t>
      </w:r>
    </w:p>
    <w:p w:rsidR="00435F6A" w:rsidRPr="00404B3C" w:rsidRDefault="00435F6A" w:rsidP="00435F6A">
      <w:pPr>
        <w:numPr>
          <w:ilvl w:val="0"/>
          <w:numId w:val="39"/>
        </w:numPr>
        <w:tabs>
          <w:tab w:val="left" w:pos="1418"/>
        </w:tabs>
        <w:overflowPunct w:val="0"/>
        <w:autoSpaceDE w:val="0"/>
        <w:autoSpaceDN w:val="0"/>
        <w:adjustRightInd w:val="0"/>
        <w:spacing w:before="120"/>
        <w:textAlignment w:val="baseline"/>
      </w:pPr>
      <w:r w:rsidRPr="00404B3C">
        <w:rPr>
          <w:lang w:eastAsia="sv-SE"/>
        </w:rPr>
        <w:t>Modified Polish translation</w:t>
      </w:r>
    </w:p>
    <w:p w:rsidR="00435F6A" w:rsidRPr="00404B3C" w:rsidRDefault="00435F6A" w:rsidP="00435F6A">
      <w:pPr>
        <w:numPr>
          <w:ilvl w:val="0"/>
          <w:numId w:val="39"/>
        </w:numPr>
        <w:tabs>
          <w:tab w:val="left" w:pos="1418"/>
        </w:tabs>
        <w:overflowPunct w:val="0"/>
        <w:autoSpaceDE w:val="0"/>
        <w:autoSpaceDN w:val="0"/>
        <w:adjustRightInd w:val="0"/>
        <w:spacing w:before="120"/>
        <w:textAlignment w:val="baseline"/>
      </w:pPr>
      <w:r w:rsidRPr="00404B3C">
        <w:rPr>
          <w:lang w:eastAsia="sv-SE"/>
        </w:rPr>
        <w:t>Modified Swedish translation</w:t>
      </w:r>
    </w:p>
    <w:p w:rsidR="00435F6A" w:rsidRPr="00404B3C" w:rsidRDefault="00435F6A" w:rsidP="00435F6A">
      <w:pPr>
        <w:numPr>
          <w:ilvl w:val="0"/>
          <w:numId w:val="39"/>
        </w:numPr>
        <w:tabs>
          <w:tab w:val="left" w:pos="1418"/>
        </w:tabs>
        <w:overflowPunct w:val="0"/>
        <w:autoSpaceDE w:val="0"/>
        <w:autoSpaceDN w:val="0"/>
        <w:adjustRightInd w:val="0"/>
        <w:spacing w:before="120"/>
        <w:textAlignment w:val="baseline"/>
      </w:pPr>
      <w:r w:rsidRPr="00404B3C">
        <w:t xml:space="preserve">Added </w:t>
      </w:r>
      <w:r w:rsidRPr="00404B3C">
        <w:rPr>
          <w:lang w:eastAsia="sv-SE"/>
        </w:rPr>
        <w:t>Profinet I/O</w:t>
      </w:r>
    </w:p>
    <w:p w:rsidR="00891E53" w:rsidRDefault="00891E53" w:rsidP="00435F6A">
      <w:pPr>
        <w:pStyle w:val="Heading"/>
        <w:rPr>
          <w:sz w:val="24"/>
        </w:rPr>
      </w:pPr>
    </w:p>
    <w:p w:rsidR="00435F6A" w:rsidRDefault="00435F6A" w:rsidP="00435F6A">
      <w:pPr>
        <w:pStyle w:val="Heading"/>
        <w:rPr>
          <w:sz w:val="24"/>
        </w:rPr>
      </w:pPr>
      <w:r>
        <w:rPr>
          <w:sz w:val="24"/>
        </w:rPr>
        <w:t>Updated in version 2.13 Build 01:</w:t>
      </w:r>
    </w:p>
    <w:p w:rsidR="00435F6A" w:rsidRDefault="00435F6A" w:rsidP="00435F6A">
      <w:pPr>
        <w:numPr>
          <w:ilvl w:val="0"/>
          <w:numId w:val="39"/>
        </w:numPr>
        <w:tabs>
          <w:tab w:val="left" w:pos="1418"/>
        </w:tabs>
        <w:overflowPunct w:val="0"/>
        <w:autoSpaceDE w:val="0"/>
        <w:autoSpaceDN w:val="0"/>
        <w:adjustRightInd w:val="0"/>
        <w:spacing w:before="120"/>
        <w:textAlignment w:val="baseline"/>
      </w:pPr>
      <w:r>
        <w:t>Updated version number</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lang w:val="en-US"/>
        </w:rPr>
        <w:t xml:space="preserve">Added </w:t>
      </w:r>
      <w:proofErr w:type="spellStart"/>
      <w:r w:rsidRPr="00435F6A">
        <w:rPr>
          <w:lang w:val="en-US"/>
        </w:rPr>
        <w:t>MaxCount</w:t>
      </w:r>
      <w:proofErr w:type="spellEnd"/>
      <w:r w:rsidRPr="00435F6A">
        <w:rPr>
          <w:lang w:val="en-US"/>
        </w:rPr>
        <w:t xml:space="preserve"> in all transaction types to indicate the number of maximum allowed of each transaction type in the configuration</w:t>
      </w:r>
    </w:p>
    <w:p w:rsidR="00435F6A" w:rsidRDefault="00435F6A" w:rsidP="00435F6A">
      <w:pPr>
        <w:numPr>
          <w:ilvl w:val="0"/>
          <w:numId w:val="39"/>
        </w:numPr>
        <w:tabs>
          <w:tab w:val="left" w:pos="1418"/>
        </w:tabs>
        <w:overflowPunct w:val="0"/>
        <w:autoSpaceDE w:val="0"/>
        <w:autoSpaceDN w:val="0"/>
        <w:adjustRightInd w:val="0"/>
        <w:spacing w:before="120"/>
        <w:textAlignment w:val="baseline"/>
      </w:pPr>
      <w:r>
        <w:t>Removed Sullair protocol.</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lang w:val="en-US"/>
        </w:rPr>
        <w:t>Added support for Chinese, Polish and Swedish</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lang w:val="en-US"/>
        </w:rPr>
        <w:t>Changed message delimiter default value to 100 for generic data mode</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lang w:val="en-US"/>
        </w:rPr>
        <w:t>Updated to Master software version 1.40</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lang w:val="en-US"/>
        </w:rPr>
        <w:t>Updated to Generic data mode software version 1.40</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lang w:val="en-US"/>
        </w:rPr>
        <w:t>Added function to disable Ethernet settings from the ABC Config Tool</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rFonts w:ascii="Arial" w:hAnsi="Arial" w:cs="Arial"/>
          <w:sz w:val="20"/>
          <w:lang w:val="en-US" w:eastAsia="sv-SE"/>
        </w:rPr>
        <w:t>Added INTERBUS to the available fieldbuses</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rFonts w:ascii="Arial" w:hAnsi="Arial" w:cs="Arial"/>
          <w:sz w:val="20"/>
          <w:lang w:val="en-US" w:eastAsia="sv-SE"/>
        </w:rPr>
        <w:t>Added parameter to the options file for the number of possible objects for all object types.</w:t>
      </w:r>
    </w:p>
    <w:p w:rsidR="00435F6A" w:rsidRPr="00435F6A" w:rsidRDefault="00435F6A" w:rsidP="00435F6A">
      <w:pPr>
        <w:rPr>
          <w:lang w:val="en-US"/>
        </w:rPr>
      </w:pPr>
    </w:p>
    <w:p w:rsidR="00435F6A" w:rsidRDefault="00435F6A" w:rsidP="00435F6A">
      <w:pPr>
        <w:pStyle w:val="Heading"/>
        <w:rPr>
          <w:sz w:val="24"/>
        </w:rPr>
      </w:pPr>
      <w:r>
        <w:rPr>
          <w:sz w:val="24"/>
        </w:rPr>
        <w:t>Updated in version 2.12 Build 01:</w:t>
      </w:r>
    </w:p>
    <w:p w:rsidR="00435F6A" w:rsidRDefault="00435F6A" w:rsidP="00435F6A">
      <w:pPr>
        <w:numPr>
          <w:ilvl w:val="0"/>
          <w:numId w:val="39"/>
        </w:numPr>
        <w:tabs>
          <w:tab w:val="left" w:pos="1418"/>
        </w:tabs>
        <w:overflowPunct w:val="0"/>
        <w:autoSpaceDE w:val="0"/>
        <w:autoSpaceDN w:val="0"/>
        <w:adjustRightInd w:val="0"/>
        <w:spacing w:before="120"/>
        <w:textAlignment w:val="baseline"/>
      </w:pPr>
      <w:r>
        <w:t>Updated version number</w:t>
      </w:r>
    </w:p>
    <w:p w:rsidR="00435F6A" w:rsidRPr="00435F6A" w:rsidRDefault="00435F6A" w:rsidP="00435F6A">
      <w:pPr>
        <w:numPr>
          <w:ilvl w:val="0"/>
          <w:numId w:val="39"/>
        </w:numPr>
        <w:tabs>
          <w:tab w:val="left" w:pos="1418"/>
        </w:tabs>
        <w:overflowPunct w:val="0"/>
        <w:autoSpaceDE w:val="0"/>
        <w:autoSpaceDN w:val="0"/>
        <w:adjustRightInd w:val="0"/>
        <w:spacing w:before="120"/>
        <w:textAlignment w:val="baseline"/>
        <w:rPr>
          <w:lang w:val="en-US"/>
        </w:rPr>
      </w:pPr>
      <w:r w:rsidRPr="00435F6A">
        <w:rPr>
          <w:lang w:val="en-US"/>
        </w:rPr>
        <w:t xml:space="preserve">Added </w:t>
      </w:r>
      <w:proofErr w:type="spellStart"/>
      <w:r w:rsidRPr="00435F6A">
        <w:rPr>
          <w:lang w:val="en-US"/>
        </w:rPr>
        <w:t>MaxCount</w:t>
      </w:r>
      <w:proofErr w:type="spellEnd"/>
      <w:r w:rsidRPr="00435F6A">
        <w:rPr>
          <w:lang w:val="en-US"/>
        </w:rPr>
        <w:t>=50 in all transaction types to indicate the number of maximum allowed of each transaction type in the configuration.</w:t>
      </w:r>
    </w:p>
    <w:p w:rsidR="00435F6A" w:rsidRDefault="00435F6A" w:rsidP="00435F6A">
      <w:pPr>
        <w:numPr>
          <w:ilvl w:val="0"/>
          <w:numId w:val="39"/>
        </w:numPr>
        <w:tabs>
          <w:tab w:val="left" w:pos="1418"/>
        </w:tabs>
        <w:overflowPunct w:val="0"/>
        <w:autoSpaceDE w:val="0"/>
        <w:autoSpaceDN w:val="0"/>
        <w:adjustRightInd w:val="0"/>
        <w:spacing w:before="120"/>
        <w:textAlignment w:val="baseline"/>
      </w:pPr>
      <w:r>
        <w:t>Added support for “Sullair” protocol</w:t>
      </w:r>
    </w:p>
    <w:p w:rsidR="00435F6A" w:rsidRPr="006C2720" w:rsidRDefault="00435F6A" w:rsidP="00435F6A">
      <w:pPr>
        <w:ind w:left="360"/>
      </w:pPr>
    </w:p>
    <w:p w:rsidR="00435F6A" w:rsidRPr="00823C78" w:rsidRDefault="00435F6A" w:rsidP="00435F6A">
      <w:pPr>
        <w:rPr>
          <w:i/>
          <w:iCs/>
          <w:lang w:val="en-US"/>
        </w:rPr>
      </w:pPr>
    </w:p>
    <w:sectPr w:rsidR="00435F6A" w:rsidRPr="00823C78" w:rsidSect="002916F1">
      <w:headerReference w:type="default" r:id="rId16"/>
      <w:footerReference w:type="default" r:id="rId17"/>
      <w:headerReference w:type="first" r:id="rId18"/>
      <w:footerReference w:type="first" r:id="rId19"/>
      <w:pgSz w:w="11906" w:h="16838"/>
      <w:pgMar w:top="1528" w:right="1080" w:bottom="993" w:left="1080" w:header="426" w:footer="5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024" w:rsidRDefault="008E4024" w:rsidP="00AD7923">
      <w:r>
        <w:separator/>
      </w:r>
    </w:p>
  </w:endnote>
  <w:endnote w:type="continuationSeparator" w:id="0">
    <w:p w:rsidR="008E4024" w:rsidRDefault="008E4024" w:rsidP="00AD7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024" w:rsidRPr="00AC6CB6" w:rsidRDefault="008E4024" w:rsidP="00027B0A">
    <w:pPr>
      <w:pStyle w:val="Footer"/>
      <w:pBdr>
        <w:top w:val="single" w:sz="8" w:space="0" w:color="auto"/>
      </w:pBdr>
      <w:tabs>
        <w:tab w:val="clear" w:pos="4536"/>
        <w:tab w:val="clear" w:pos="9072"/>
      </w:tabs>
    </w:pPr>
    <w:r>
      <w:ptab w:relativeTo="margin" w:alignment="left" w:leader="none"/>
    </w:r>
    <w:r>
      <w:ptab w:relativeTo="margin" w:alignment="left" w:leader="none"/>
    </w:r>
    <w:r w:rsidRPr="00AC6CB6">
      <w:t xml:space="preserve"> </w:t>
    </w:r>
    <w:sdt>
      <w:sdtPr>
        <w:alias w:val="Company"/>
        <w:id w:val="1551261763"/>
        <w:dataBinding w:prefixMappings="xmlns:ns0='http://schemas.openxmlformats.org/officeDocument/2006/extended-properties'" w:xpath="/ns0:Properties[1]/ns0:Company[1]" w:storeItemID="{6668398D-A668-4E3E-A5EB-62B293D839F1}"/>
        <w:text/>
      </w:sdtPr>
      <w:sdtEndPr/>
      <w:sdtContent>
        <w:r w:rsidRPr="00AC6CB6">
          <w:t>HMS Industrial Networks AB</w:t>
        </w:r>
      </w:sdtContent>
    </w:sdt>
    <w:r w:rsidRPr="00AC6CB6">
      <w:tab/>
    </w:r>
    <w:r>
      <w:ptab w:relativeTo="margin" w:alignment="center" w:leader="none"/>
    </w:r>
    <w:r w:rsidRPr="00D11742">
      <w:rPr>
        <w:rStyle w:val="ConfidentialChar"/>
        <w:sz w:val="22"/>
      </w:rPr>
      <w:tab/>
    </w:r>
    <w:r>
      <w:rPr>
        <w:rStyle w:val="ConfidentialChar"/>
        <w:sz w:val="22"/>
      </w:rPr>
      <w:ptab w:relativeTo="margin" w:alignment="right" w:leader="none"/>
    </w:r>
    <w:r w:rsidRPr="00AC6CB6">
      <w:t xml:space="preserve"> Page </w:t>
    </w:r>
    <w:r>
      <w:fldChar w:fldCharType="begin"/>
    </w:r>
    <w:r w:rsidRPr="00AC6CB6">
      <w:instrText xml:space="preserve"> PAGE  \* Arabic  \* MERGEFORMAT </w:instrText>
    </w:r>
    <w:r>
      <w:fldChar w:fldCharType="separate"/>
    </w:r>
    <w:r w:rsidR="0099682E">
      <w:rPr>
        <w:noProof/>
      </w:rPr>
      <w:t>2</w:t>
    </w:r>
    <w:r>
      <w:rPr>
        <w:noProof/>
      </w:rPr>
      <w:fldChar w:fldCharType="end"/>
    </w:r>
    <w:r w:rsidRPr="00AC6CB6">
      <w:t xml:space="preserve"> of </w:t>
    </w:r>
    <w:r>
      <w:fldChar w:fldCharType="begin"/>
    </w:r>
    <w:r w:rsidRPr="00AC6CB6">
      <w:instrText xml:space="preserve"> NUMPAGES  \* Arabic  \* MERGEFORMAT </w:instrText>
    </w:r>
    <w:r>
      <w:fldChar w:fldCharType="separate"/>
    </w:r>
    <w:r w:rsidR="0099682E">
      <w:rPr>
        <w:noProof/>
      </w:rPr>
      <w:t>13</w:t>
    </w:r>
    <w:r>
      <w:rPr>
        <w:noProof/>
      </w:rPr>
      <w:fldChar w:fldCharType="end"/>
    </w:r>
  </w:p>
  <w:p w:rsidR="008E4024" w:rsidRPr="00AC6CB6" w:rsidRDefault="008E40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024" w:rsidRDefault="008E4024">
    <w:pPr>
      <w:pStyle w:val="Footer"/>
    </w:pPr>
    <w:r>
      <w:rPr>
        <w:noProof/>
        <w:lang w:val="sv-SE" w:eastAsia="sv-SE"/>
      </w:rPr>
      <mc:AlternateContent>
        <mc:Choice Requires="wps">
          <w:drawing>
            <wp:anchor distT="0" distB="0" distL="114300" distR="114300" simplePos="0" relativeHeight="251658240" behindDoc="0" locked="0" layoutInCell="1" allowOverlap="1" wp14:anchorId="29F5B005" wp14:editId="29F5B006">
              <wp:simplePos x="0" y="0"/>
              <wp:positionH relativeFrom="page">
                <wp:posOffset>0</wp:posOffset>
              </wp:positionH>
              <wp:positionV relativeFrom="page">
                <wp:posOffset>10190480</wp:posOffset>
              </wp:positionV>
              <wp:extent cx="7560310" cy="501650"/>
              <wp:effectExtent l="0" t="0" r="254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501650"/>
                      </a:xfrm>
                      <a:prstGeom prst="rect">
                        <a:avLst/>
                      </a:prstGeom>
                      <a:solidFill>
                        <a:srgbClr val="C3D4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86EACD" id="Rectangle 10" o:spid="_x0000_s1026" style="position:absolute;margin-left:0;margin-top:802.4pt;width:595.3pt;height:3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" fillcolor="#c3d4dd" stroked="f">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024" w:rsidRDefault="008E4024" w:rsidP="00AD7923">
      <w:r>
        <w:separator/>
      </w:r>
    </w:p>
  </w:footnote>
  <w:footnote w:type="continuationSeparator" w:id="0">
    <w:p w:rsidR="008E4024" w:rsidRDefault="008E4024" w:rsidP="00AD7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Light"/>
      <w:tblW w:w="0" w:type="auto"/>
      <w:tblInd w:w="16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653"/>
    </w:tblGrid>
    <w:tr w:rsidR="008E4024" w:rsidRPr="00042483" w:rsidTr="006B13F8">
      <w:tc>
        <w:tcPr>
          <w:tcW w:w="5387" w:type="dxa"/>
        </w:tcPr>
        <w:p w:rsidR="008E4024" w:rsidRPr="006B13F8" w:rsidRDefault="008E4024" w:rsidP="006B13F8">
          <w:pPr>
            <w:pStyle w:val="Title"/>
            <w:rPr>
              <w:rStyle w:val="Emphasis"/>
              <w:b w:val="0"/>
              <w:i w:val="0"/>
              <w:iCs w:val="0"/>
            </w:rPr>
          </w:pPr>
          <w:r w:rsidRPr="006B13F8">
            <w:rPr>
              <w:rStyle w:val="Emphasis"/>
              <w:b w:val="0"/>
              <w:i w:val="0"/>
              <w:iCs w:val="0"/>
            </w:rPr>
            <w:t>Release Information</w:t>
          </w:r>
          <w:r>
            <w:rPr>
              <w:rStyle w:val="Emphasis"/>
              <w:b w:val="0"/>
              <w:i w:val="0"/>
              <w:iCs w:val="0"/>
            </w:rPr>
            <w:t xml:space="preserve"> </w:t>
          </w:r>
          <w:sdt>
            <w:sdtPr>
              <w:rPr>
                <w:sz w:val="32"/>
                <w:szCs w:val="32"/>
              </w:rPr>
              <w:alias w:val="Title"/>
              <w:tag w:val=""/>
              <w:id w:val="1470085673"/>
              <w:dataBinding w:prefixMappings="xmlns:ns0='http://purl.org/dc/elements/1.1/' xmlns:ns1='http://schemas.openxmlformats.org/package/2006/metadata/core-properties' " w:xpath="/ns1:coreProperties[1]/ns0:title[1]" w:storeItemID="{6C3C8BC8-F283-45AE-878A-BAB7291924A1}"/>
              <w:text/>
            </w:sdtPr>
            <w:sdtEndPr/>
            <w:sdtContent>
              <w:r w:rsidRPr="00077D56">
                <w:rPr>
                  <w:sz w:val="32"/>
                  <w:szCs w:val="32"/>
                </w:rPr>
                <w:t>Anybus Configuration Manager – Communicator RS232-422-485</w:t>
              </w:r>
            </w:sdtContent>
          </w:sdt>
        </w:p>
      </w:tc>
      <w:tc>
        <w:tcPr>
          <w:tcW w:w="2653" w:type="dxa"/>
        </w:tcPr>
        <w:p w:rsidR="008E4024" w:rsidRPr="008A2EB0" w:rsidRDefault="008E4024" w:rsidP="00111756">
          <w:pPr>
            <w:pStyle w:val="Header"/>
            <w:ind w:left="45"/>
            <w:jc w:val="right"/>
            <w:rPr>
              <w:szCs w:val="18"/>
            </w:rPr>
          </w:pPr>
          <w:r w:rsidRPr="008A2EB0">
            <w:rPr>
              <w:szCs w:val="18"/>
            </w:rPr>
            <w:fldChar w:fldCharType="begin"/>
          </w:r>
          <w:r w:rsidRPr="008A2EB0">
            <w:rPr>
              <w:szCs w:val="18"/>
            </w:rPr>
            <w:instrText xml:space="preserve"> DOCPROPERTY  "Project number"  \* MERGEFORMAT </w:instrText>
          </w:r>
          <w:r w:rsidRPr="008A2EB0">
            <w:rPr>
              <w:szCs w:val="18"/>
            </w:rPr>
            <w:fldChar w:fldCharType="separate"/>
          </w:r>
          <w:r>
            <w:rPr>
              <w:szCs w:val="18"/>
            </w:rPr>
            <w:t>7412</w:t>
          </w:r>
          <w:r w:rsidRPr="008A2EB0">
            <w:rPr>
              <w:szCs w:val="18"/>
            </w:rPr>
            <w:fldChar w:fldCharType="end"/>
          </w:r>
          <w:r w:rsidRPr="008A2EB0">
            <w:rPr>
              <w:szCs w:val="18"/>
            </w:rPr>
            <w:t xml:space="preserve"> - </w:t>
          </w:r>
          <w:sdt>
            <w:sdtPr>
              <w:rPr>
                <w:szCs w:val="18"/>
              </w:rPr>
              <w:alias w:val="Title"/>
              <w:tag w:val=""/>
              <w:id w:val="-617915296"/>
              <w:dataBinding w:prefixMappings="xmlns:ns0='http://purl.org/dc/elements/1.1/' xmlns:ns1='http://schemas.openxmlformats.org/package/2006/metadata/core-properties' " w:xpath="/ns1:coreProperties[1]/ns0:title[1]" w:storeItemID="{6C3C8BC8-F283-45AE-878A-BAB7291924A1}"/>
              <w:text/>
            </w:sdtPr>
            <w:sdtEndPr/>
            <w:sdtContent>
              <w:r w:rsidRPr="00077D56">
                <w:rPr>
                  <w:szCs w:val="18"/>
                </w:rPr>
                <w:t>Anybus Configuration Manager – Communicator RS232-422-485</w:t>
              </w:r>
            </w:sdtContent>
          </w:sdt>
        </w:p>
        <w:p w:rsidR="008E4024" w:rsidRPr="008A2EB0" w:rsidRDefault="008E4024" w:rsidP="003264BA">
          <w:pPr>
            <w:pStyle w:val="Header"/>
            <w:jc w:val="right"/>
            <w:rPr>
              <w:szCs w:val="18"/>
            </w:rPr>
          </w:pPr>
          <w:r w:rsidRPr="008A2EB0">
            <w:rPr>
              <w:szCs w:val="18"/>
            </w:rPr>
            <w:t xml:space="preserve">   </w:t>
          </w:r>
          <w:sdt>
            <w:sdtPr>
              <w:rPr>
                <w:szCs w:val="18"/>
              </w:rPr>
              <w:alias w:val="Subject"/>
              <w:tag w:val=""/>
              <w:id w:val="737221891"/>
              <w:dataBinding w:prefixMappings="xmlns:ns0='http://purl.org/dc/elements/1.1/' xmlns:ns1='http://schemas.openxmlformats.org/package/2006/metadata/core-properties' " w:xpath="/ns1:coreProperties[1]/ns0:subject[1]" w:storeItemID="{6C3C8BC8-F283-45AE-878A-BAB7291924A1}"/>
              <w:text/>
            </w:sdtPr>
            <w:sdtEndPr/>
            <w:sdtContent>
              <w:r w:rsidRPr="008A2EB0">
                <w:rPr>
                  <w:szCs w:val="18"/>
                </w:rPr>
                <w:t>Application</w:t>
              </w:r>
            </w:sdtContent>
          </w:sdt>
        </w:p>
        <w:p w:rsidR="008E4024" w:rsidRPr="008A2EB0" w:rsidRDefault="008E4024" w:rsidP="003264BA">
          <w:pPr>
            <w:pStyle w:val="Header"/>
            <w:jc w:val="right"/>
            <w:rPr>
              <w:szCs w:val="18"/>
            </w:rPr>
          </w:pPr>
          <w:r w:rsidRPr="008A2EB0">
            <w:rPr>
              <w:szCs w:val="18"/>
            </w:rPr>
            <w:t xml:space="preserve">Version </w:t>
          </w:r>
          <w:r w:rsidR="0099682E">
            <w:rPr>
              <w:szCs w:val="18"/>
            </w:rPr>
            <w:fldChar w:fldCharType="begin"/>
          </w:r>
          <w:r w:rsidR="0099682E">
            <w:rPr>
              <w:szCs w:val="18"/>
            </w:rPr>
            <w:instrText xml:space="preserve"> DOCPROPERTY  Version  \* MERGEFORMAT </w:instrText>
          </w:r>
          <w:r w:rsidR="0099682E">
            <w:rPr>
              <w:szCs w:val="18"/>
            </w:rPr>
            <w:fldChar w:fldCharType="separate"/>
          </w:r>
          <w:r w:rsidR="00817C62">
            <w:rPr>
              <w:szCs w:val="18"/>
            </w:rPr>
            <w:t>1.5.1.0</w:t>
          </w:r>
          <w:r w:rsidR="0099682E">
            <w:rPr>
              <w:szCs w:val="18"/>
            </w:rPr>
            <w:fldChar w:fldCharType="end"/>
          </w:r>
        </w:p>
        <w:p w:rsidR="008E4024" w:rsidRDefault="000E115E" w:rsidP="006B0BCC">
          <w:pPr>
            <w:pStyle w:val="Header"/>
            <w:jc w:val="right"/>
            <w:rPr>
              <w:szCs w:val="18"/>
            </w:rPr>
          </w:pPr>
          <w:r>
            <w:rPr>
              <w:szCs w:val="18"/>
            </w:rPr>
            <w:t>201811</w:t>
          </w:r>
          <w:r w:rsidR="00817C62">
            <w:rPr>
              <w:szCs w:val="18"/>
            </w:rPr>
            <w:t>16</w:t>
          </w:r>
        </w:p>
        <w:p w:rsidR="008E4024" w:rsidRDefault="008E4024" w:rsidP="006B0BCC">
          <w:pPr>
            <w:pStyle w:val="Header"/>
            <w:jc w:val="right"/>
            <w:rPr>
              <w:rStyle w:val="Strong"/>
            </w:rPr>
          </w:pPr>
        </w:p>
      </w:tc>
    </w:tr>
  </w:tbl>
  <w:p w:rsidR="008E4024" w:rsidRPr="00AD7923" w:rsidRDefault="008E4024" w:rsidP="00353002">
    <w:pPr>
      <w:pStyle w:val="Header"/>
      <w:pBdr>
        <w:bottom w:val="single" w:sz="8" w:space="1" w:color="auto"/>
      </w:pBdr>
      <w:jc w:val="right"/>
    </w:pPr>
    <w:r>
      <w:rPr>
        <w:noProof/>
        <w:szCs w:val="16"/>
        <w:lang w:val="sv-SE" w:eastAsia="sv-SE"/>
      </w:rPr>
      <w:drawing>
        <wp:anchor distT="0" distB="0" distL="114300" distR="114300" simplePos="0" relativeHeight="251659264" behindDoc="0" locked="0" layoutInCell="1" allowOverlap="1" wp14:anchorId="502D60B3" wp14:editId="77E39F72">
          <wp:simplePos x="0" y="0"/>
          <wp:positionH relativeFrom="margin">
            <wp:align>left</wp:align>
          </wp:positionH>
          <wp:positionV relativeFrom="paragraph">
            <wp:posOffset>-561975</wp:posOffset>
          </wp:positionV>
          <wp:extent cx="878205" cy="51117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m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205" cy="511175"/>
                  </a:xfrm>
                  <a:prstGeom prst="rect">
                    <a:avLst/>
                  </a:prstGeom>
                </pic:spPr>
              </pic:pic>
            </a:graphicData>
          </a:graphic>
          <wp14:sizeRelH relativeFrom="page">
            <wp14:pctWidth>0</wp14:pctWidth>
          </wp14:sizeRelH>
          <wp14:sizeRelV relativeFrom="page">
            <wp14:pctHeight>0</wp14:pctHeight>
          </wp14:sizeRelV>
        </wp:anchor>
      </w:drawing>
    </w:r>
  </w:p>
  <w:p w:rsidR="008E4024" w:rsidRPr="00AD7923" w:rsidRDefault="008E4024" w:rsidP="000B76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024" w:rsidRDefault="008E4024">
    <w:pPr>
      <w:pStyle w:val="Header"/>
    </w:pPr>
    <w:r>
      <w:rPr>
        <w:noProof/>
        <w:lang w:val="sv-SE" w:eastAsia="sv-SE"/>
      </w:rPr>
      <w:drawing>
        <wp:anchor distT="0" distB="0" distL="114300" distR="114300" simplePos="0" relativeHeight="251657216" behindDoc="1" locked="0" layoutInCell="1" allowOverlap="1" wp14:anchorId="29F5AFFF" wp14:editId="29F5B000">
          <wp:simplePos x="0" y="0"/>
          <wp:positionH relativeFrom="page">
            <wp:posOffset>-7620</wp:posOffset>
          </wp:positionH>
          <wp:positionV relativeFrom="page">
            <wp:posOffset>0</wp:posOffset>
          </wp:positionV>
          <wp:extent cx="7569835" cy="146685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ve.emf"/>
                  <pic:cNvPicPr/>
                </pic:nvPicPr>
                <pic:blipFill>
                  <a:blip r:embed="rId1">
                    <a:extLst>
                      <a:ext uri="{28A0092B-C50C-407E-A947-70E740481C1C}">
                        <a14:useLocalDpi xmlns:a14="http://schemas.microsoft.com/office/drawing/2010/main" val="0"/>
                      </a:ext>
                    </a:extLst>
                  </a:blip>
                  <a:stretch>
                    <a:fillRect/>
                  </a:stretch>
                </pic:blipFill>
                <pic:spPr>
                  <a:xfrm>
                    <a:off x="0" y="0"/>
                    <a:ext cx="7569835" cy="1466850"/>
                  </a:xfrm>
                  <a:prstGeom prst="rect">
                    <a:avLst/>
                  </a:prstGeom>
                  <a:noFill/>
                  <a:ln w="9525">
                    <a:noFill/>
                    <a:miter lim="800000"/>
                    <a:headEnd/>
                    <a:tailEnd/>
                  </a:ln>
                </pic:spPr>
              </pic:pic>
            </a:graphicData>
          </a:graphic>
        </wp:anchor>
      </w:drawing>
    </w:r>
    <w:r>
      <w:rPr>
        <w:noProof/>
        <w:lang w:val="sv-SE" w:eastAsia="sv-SE"/>
      </w:rPr>
      <mc:AlternateContent>
        <mc:Choice Requires="wps">
          <w:drawing>
            <wp:anchor distT="4294967295" distB="4294967295" distL="114300" distR="114300" simplePos="0" relativeHeight="251655168" behindDoc="0" locked="0" layoutInCell="1" allowOverlap="1" wp14:anchorId="29F5B001" wp14:editId="29F5B002">
              <wp:simplePos x="0" y="0"/>
              <wp:positionH relativeFrom="column">
                <wp:posOffset>-89535</wp:posOffset>
              </wp:positionH>
              <wp:positionV relativeFrom="paragraph">
                <wp:posOffset>2014219</wp:posOffset>
              </wp:positionV>
              <wp:extent cx="5581650" cy="0"/>
              <wp:effectExtent l="0" t="0" r="19050" b="1905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650" cy="0"/>
                      </a:xfrm>
                      <a:prstGeom prst="line">
                        <a:avLst/>
                      </a:prstGeom>
                      <a:noFill/>
                      <a:ln w="15875">
                        <a:solidFill>
                          <a:srgbClr val="C3D4D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F42141" id="Line 2"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5pt,158.6pt" to="432.45pt,1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" strokecolor="#c3d4dd" strokeweight="1.25pt"/>
          </w:pict>
        </mc:Fallback>
      </mc:AlternateContent>
    </w:r>
    <w:r>
      <w:rPr>
        <w:noProof/>
        <w:lang w:val="sv-SE" w:eastAsia="sv-SE"/>
      </w:rPr>
      <mc:AlternateContent>
        <mc:Choice Requires="wps">
          <w:drawing>
            <wp:anchor distT="0" distB="0" distL="114299" distR="114299" simplePos="0" relativeHeight="251656192" behindDoc="0" locked="0" layoutInCell="1" allowOverlap="1" wp14:anchorId="29F5B003" wp14:editId="29F5B004">
              <wp:simplePos x="0" y="0"/>
              <wp:positionH relativeFrom="column">
                <wp:posOffset>-85726</wp:posOffset>
              </wp:positionH>
              <wp:positionV relativeFrom="paragraph">
                <wp:posOffset>718820</wp:posOffset>
              </wp:positionV>
              <wp:extent cx="0" cy="9363075"/>
              <wp:effectExtent l="0" t="0" r="19050"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3075"/>
                      </a:xfrm>
                      <a:prstGeom prst="line">
                        <a:avLst/>
                      </a:prstGeom>
                      <a:noFill/>
                      <a:ln w="15875">
                        <a:solidFill>
                          <a:srgbClr val="C3D4D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F62D75" id="Line 1"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5pt,56.6pt" to="-6.75pt,7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" strokecolor="#c3d4dd" strokeweight="1.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06CB6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2CE0D5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F8EA5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4AA30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E00E7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36E1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86C2E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A818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A422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E7211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C87BF1"/>
    <w:multiLevelType w:val="multilevel"/>
    <w:tmpl w:val="84228546"/>
    <w:numStyleLink w:val="HMSHeadings"/>
  </w:abstractNum>
  <w:abstractNum w:abstractNumId="11" w15:restartNumberingAfterBreak="0">
    <w:nsid w:val="0D99634E"/>
    <w:multiLevelType w:val="multilevel"/>
    <w:tmpl w:val="84228546"/>
    <w:styleLink w:val="HMS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1009" w:hanging="1009"/>
      </w:pPr>
      <w:rPr>
        <w:rFonts w:hint="default"/>
      </w:rPr>
    </w:lvl>
    <w:lvl w:ilvl="2">
      <w:start w:val="1"/>
      <w:numFmt w:val="decimal"/>
      <w:pStyle w:val="Heading3"/>
      <w:lvlText w:val="%1.%2.%3"/>
      <w:lvlJc w:val="left"/>
      <w:pPr>
        <w:ind w:left="1151" w:hanging="1151"/>
      </w:pPr>
      <w:rPr>
        <w:rFonts w:hint="default"/>
      </w:rPr>
    </w:lvl>
    <w:lvl w:ilvl="3">
      <w:start w:val="1"/>
      <w:numFmt w:val="decimal"/>
      <w:pStyle w:val="Heading4"/>
      <w:lvlText w:val="%1.%2.%3.%4"/>
      <w:lvlJc w:val="left"/>
      <w:pPr>
        <w:ind w:left="1298" w:hanging="1298"/>
      </w:pPr>
      <w:rPr>
        <w:rFonts w:hint="default"/>
      </w:rPr>
    </w:lvl>
    <w:lvl w:ilvl="4">
      <w:start w:val="1"/>
      <w:numFmt w:val="decimal"/>
      <w:pStyle w:val="Heading5"/>
      <w:lvlText w:val="%1.%2.%3.%4.%5"/>
      <w:lvlJc w:val="left"/>
      <w:pPr>
        <w:ind w:left="1440" w:hanging="1440"/>
      </w:pPr>
      <w:rPr>
        <w:rFonts w:hint="default"/>
      </w:rPr>
    </w:lvl>
    <w:lvl w:ilvl="5">
      <w:start w:val="1"/>
      <w:numFmt w:val="decimal"/>
      <w:pStyle w:val="Heading6"/>
      <w:lvlText w:val="%1.%2.%3.%4.%5.%6"/>
      <w:lvlJc w:val="left"/>
      <w:pPr>
        <w:ind w:left="1582" w:hanging="1582"/>
      </w:pPr>
      <w:rPr>
        <w:rFonts w:hint="default"/>
      </w:rPr>
    </w:lvl>
    <w:lvl w:ilvl="6">
      <w:start w:val="1"/>
      <w:numFmt w:val="decimal"/>
      <w:pStyle w:val="Heading7"/>
      <w:lvlText w:val="%1.%2.%3.%4.%5.%6.%7"/>
      <w:lvlJc w:val="left"/>
      <w:pPr>
        <w:ind w:left="1729" w:hanging="1729"/>
      </w:pPr>
      <w:rPr>
        <w:rFonts w:hint="default"/>
      </w:rPr>
    </w:lvl>
    <w:lvl w:ilvl="7">
      <w:start w:val="1"/>
      <w:numFmt w:val="decimal"/>
      <w:pStyle w:val="Heading8"/>
      <w:lvlText w:val="%1.%2.%3.%4.%5.%6.%7.%8"/>
      <w:lvlJc w:val="left"/>
      <w:pPr>
        <w:ind w:left="1871" w:hanging="1871"/>
      </w:pPr>
      <w:rPr>
        <w:rFonts w:hint="default"/>
      </w:rPr>
    </w:lvl>
    <w:lvl w:ilvl="8">
      <w:start w:val="1"/>
      <w:numFmt w:val="decimal"/>
      <w:pStyle w:val="Heading9"/>
      <w:lvlText w:val="%1.%2.%3.%4.%5.%6.%7.%8.%9"/>
      <w:lvlJc w:val="left"/>
      <w:pPr>
        <w:ind w:left="2019" w:hanging="2019"/>
      </w:pPr>
      <w:rPr>
        <w:rFonts w:hint="default"/>
      </w:rPr>
    </w:lvl>
  </w:abstractNum>
  <w:abstractNum w:abstractNumId="12" w15:restartNumberingAfterBreak="0">
    <w:nsid w:val="11A04FF9"/>
    <w:multiLevelType w:val="hybridMultilevel"/>
    <w:tmpl w:val="4C1666A8"/>
    <w:lvl w:ilvl="0" w:tplc="623873A6">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1ADF06B7"/>
    <w:multiLevelType w:val="hybridMultilevel"/>
    <w:tmpl w:val="78D63D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983FEB"/>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6FA057C"/>
    <w:multiLevelType w:val="hybridMultilevel"/>
    <w:tmpl w:val="2C5C4C7C"/>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27866AC6"/>
    <w:multiLevelType w:val="multilevel"/>
    <w:tmpl w:val="84228546"/>
    <w:numStyleLink w:val="HMSHeadings"/>
  </w:abstractNum>
  <w:abstractNum w:abstractNumId="17" w15:restartNumberingAfterBreak="0">
    <w:nsid w:val="2DB522AF"/>
    <w:multiLevelType w:val="hybridMultilevel"/>
    <w:tmpl w:val="8E3E5F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104ED1"/>
    <w:multiLevelType w:val="multilevel"/>
    <w:tmpl w:val="84228546"/>
    <w:numStyleLink w:val="HMSHeadings"/>
  </w:abstractNum>
  <w:abstractNum w:abstractNumId="19" w15:restartNumberingAfterBreak="0">
    <w:nsid w:val="37AF74C3"/>
    <w:multiLevelType w:val="hybridMultilevel"/>
    <w:tmpl w:val="51BC1BE0"/>
    <w:lvl w:ilvl="0" w:tplc="0409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21040F"/>
    <w:multiLevelType w:val="hybridMultilevel"/>
    <w:tmpl w:val="C2D4D8B8"/>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F27FB6"/>
    <w:multiLevelType w:val="multilevel"/>
    <w:tmpl w:val="84228546"/>
    <w:numStyleLink w:val="HMSHeadings"/>
  </w:abstractNum>
  <w:abstractNum w:abstractNumId="22" w15:restartNumberingAfterBreak="0">
    <w:nsid w:val="6C0C6997"/>
    <w:multiLevelType w:val="hybridMultilevel"/>
    <w:tmpl w:val="25B63048"/>
    <w:lvl w:ilvl="0" w:tplc="C090D62A">
      <w:start w:val="1"/>
      <w:numFmt w:val="decimal"/>
      <w:lvlText w:val="%1."/>
      <w:lvlJc w:val="left"/>
      <w:pPr>
        <w:ind w:left="720" w:hanging="360"/>
      </w:pPr>
      <w:rPr>
        <w:color w:val="0070C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3" w15:restartNumberingAfterBreak="0">
    <w:nsid w:val="741E005C"/>
    <w:multiLevelType w:val="hybridMultilevel"/>
    <w:tmpl w:val="0FACACF0"/>
    <w:lvl w:ilvl="0" w:tplc="F92A6C52">
      <w:numFmt w:val="bullet"/>
      <w:lvlText w:val="-"/>
      <w:lvlJc w:val="left"/>
      <w:pPr>
        <w:ind w:left="405" w:hanging="360"/>
      </w:pPr>
      <w:rPr>
        <w:rFonts w:ascii="Calibri" w:eastAsiaTheme="minorHAnsi" w:hAnsi="Calibri" w:cstheme="minorBidi" w:hint="default"/>
      </w:rPr>
    </w:lvl>
    <w:lvl w:ilvl="1" w:tplc="041D0003" w:tentative="1">
      <w:start w:val="1"/>
      <w:numFmt w:val="bullet"/>
      <w:lvlText w:val="o"/>
      <w:lvlJc w:val="left"/>
      <w:pPr>
        <w:ind w:left="1125" w:hanging="360"/>
      </w:pPr>
      <w:rPr>
        <w:rFonts w:ascii="Courier New" w:hAnsi="Courier New" w:cs="Courier New" w:hint="default"/>
      </w:rPr>
    </w:lvl>
    <w:lvl w:ilvl="2" w:tplc="041D0005" w:tentative="1">
      <w:start w:val="1"/>
      <w:numFmt w:val="bullet"/>
      <w:lvlText w:val=""/>
      <w:lvlJc w:val="left"/>
      <w:pPr>
        <w:ind w:left="1845" w:hanging="360"/>
      </w:pPr>
      <w:rPr>
        <w:rFonts w:ascii="Wingdings" w:hAnsi="Wingdings" w:hint="default"/>
      </w:rPr>
    </w:lvl>
    <w:lvl w:ilvl="3" w:tplc="041D0001" w:tentative="1">
      <w:start w:val="1"/>
      <w:numFmt w:val="bullet"/>
      <w:lvlText w:val=""/>
      <w:lvlJc w:val="left"/>
      <w:pPr>
        <w:ind w:left="2565" w:hanging="360"/>
      </w:pPr>
      <w:rPr>
        <w:rFonts w:ascii="Symbol" w:hAnsi="Symbol" w:hint="default"/>
      </w:rPr>
    </w:lvl>
    <w:lvl w:ilvl="4" w:tplc="041D0003" w:tentative="1">
      <w:start w:val="1"/>
      <w:numFmt w:val="bullet"/>
      <w:lvlText w:val="o"/>
      <w:lvlJc w:val="left"/>
      <w:pPr>
        <w:ind w:left="3285" w:hanging="360"/>
      </w:pPr>
      <w:rPr>
        <w:rFonts w:ascii="Courier New" w:hAnsi="Courier New" w:cs="Courier New" w:hint="default"/>
      </w:rPr>
    </w:lvl>
    <w:lvl w:ilvl="5" w:tplc="041D0005" w:tentative="1">
      <w:start w:val="1"/>
      <w:numFmt w:val="bullet"/>
      <w:lvlText w:val=""/>
      <w:lvlJc w:val="left"/>
      <w:pPr>
        <w:ind w:left="4005" w:hanging="360"/>
      </w:pPr>
      <w:rPr>
        <w:rFonts w:ascii="Wingdings" w:hAnsi="Wingdings" w:hint="default"/>
      </w:rPr>
    </w:lvl>
    <w:lvl w:ilvl="6" w:tplc="041D0001" w:tentative="1">
      <w:start w:val="1"/>
      <w:numFmt w:val="bullet"/>
      <w:lvlText w:val=""/>
      <w:lvlJc w:val="left"/>
      <w:pPr>
        <w:ind w:left="4725" w:hanging="360"/>
      </w:pPr>
      <w:rPr>
        <w:rFonts w:ascii="Symbol" w:hAnsi="Symbol" w:hint="default"/>
      </w:rPr>
    </w:lvl>
    <w:lvl w:ilvl="7" w:tplc="041D0003" w:tentative="1">
      <w:start w:val="1"/>
      <w:numFmt w:val="bullet"/>
      <w:lvlText w:val="o"/>
      <w:lvlJc w:val="left"/>
      <w:pPr>
        <w:ind w:left="5445" w:hanging="360"/>
      </w:pPr>
      <w:rPr>
        <w:rFonts w:ascii="Courier New" w:hAnsi="Courier New" w:cs="Courier New" w:hint="default"/>
      </w:rPr>
    </w:lvl>
    <w:lvl w:ilvl="8" w:tplc="041D0005" w:tentative="1">
      <w:start w:val="1"/>
      <w:numFmt w:val="bullet"/>
      <w:lvlText w:val=""/>
      <w:lvlJc w:val="left"/>
      <w:pPr>
        <w:ind w:left="6165" w:hanging="360"/>
      </w:pPr>
      <w:rPr>
        <w:rFonts w:ascii="Wingdings" w:hAnsi="Wingdings" w:hint="default"/>
      </w:rPr>
    </w:lvl>
  </w:abstractNum>
  <w:num w:numId="1">
    <w:abstractNumId w:val="11"/>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6"/>
  </w:num>
  <w:num w:numId="5">
    <w:abstractNumId w:val="21"/>
  </w:num>
  <w:num w:numId="6">
    <w:abstractNumId w:val="21"/>
  </w:num>
  <w:num w:numId="7">
    <w:abstractNumId w:val="21"/>
  </w:num>
  <w:num w:numId="8">
    <w:abstractNumId w:val="21"/>
  </w:num>
  <w:num w:numId="9">
    <w:abstractNumId w:val="21"/>
  </w:num>
  <w:num w:numId="10">
    <w:abstractNumId w:val="21"/>
  </w:num>
  <w:num w:numId="11">
    <w:abstractNumId w:val="21"/>
  </w:num>
  <w:num w:numId="12">
    <w:abstractNumId w:val="21"/>
  </w:num>
  <w:num w:numId="13">
    <w:abstractNumId w:val="10"/>
  </w:num>
  <w:num w:numId="14">
    <w:abstractNumId w:val="18"/>
  </w:num>
  <w:num w:numId="15">
    <w:abstractNumId w:val="16"/>
  </w:num>
  <w:num w:numId="16">
    <w:abstractNumId w:val="21"/>
  </w:num>
  <w:num w:numId="17">
    <w:abstractNumId w:val="21"/>
  </w:num>
  <w:num w:numId="18">
    <w:abstractNumId w:val="21"/>
  </w:num>
  <w:num w:numId="19">
    <w:abstractNumId w:val="21"/>
  </w:num>
  <w:num w:numId="20">
    <w:abstractNumId w:val="21"/>
  </w:num>
  <w:num w:numId="21">
    <w:abstractNumId w:val="21"/>
  </w:num>
  <w:num w:numId="22">
    <w:abstractNumId w:val="21"/>
  </w:num>
  <w:num w:numId="23">
    <w:abstractNumId w:val="2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5"/>
  </w:num>
  <w:num w:numId="35">
    <w:abstractNumId w:val="22"/>
  </w:num>
  <w:num w:numId="36">
    <w:abstractNumId w:val="23"/>
  </w:num>
  <w:num w:numId="37">
    <w:abstractNumId w:val="12"/>
  </w:num>
  <w:num w:numId="38">
    <w:abstractNumId w:val="13"/>
  </w:num>
  <w:num w:numId="39">
    <w:abstractNumId w:val="17"/>
  </w:num>
  <w:num w:numId="40">
    <w:abstractNumId w:val="19"/>
  </w:num>
  <w:num w:numId="41">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1304"/>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NextReqNum" w:val="[001]"/>
    <w:docVar w:name="ReqNumber" w:val="1"/>
  </w:docVars>
  <w:rsids>
    <w:rsidRoot w:val="00077D56"/>
    <w:rsid w:val="0000528E"/>
    <w:rsid w:val="0000612B"/>
    <w:rsid w:val="00010E43"/>
    <w:rsid w:val="00014714"/>
    <w:rsid w:val="00027B0A"/>
    <w:rsid w:val="00033017"/>
    <w:rsid w:val="00036A5E"/>
    <w:rsid w:val="00041046"/>
    <w:rsid w:val="00042483"/>
    <w:rsid w:val="000439FF"/>
    <w:rsid w:val="00043EA6"/>
    <w:rsid w:val="00046C85"/>
    <w:rsid w:val="00047949"/>
    <w:rsid w:val="000542E1"/>
    <w:rsid w:val="00055220"/>
    <w:rsid w:val="00055358"/>
    <w:rsid w:val="000560C2"/>
    <w:rsid w:val="00056426"/>
    <w:rsid w:val="000565E2"/>
    <w:rsid w:val="000579AA"/>
    <w:rsid w:val="00063EAF"/>
    <w:rsid w:val="00065421"/>
    <w:rsid w:val="000713BF"/>
    <w:rsid w:val="00071BB3"/>
    <w:rsid w:val="00074E26"/>
    <w:rsid w:val="00077D56"/>
    <w:rsid w:val="00082BD0"/>
    <w:rsid w:val="00084ED5"/>
    <w:rsid w:val="0008741B"/>
    <w:rsid w:val="000A1B2C"/>
    <w:rsid w:val="000B2A6C"/>
    <w:rsid w:val="000B7659"/>
    <w:rsid w:val="000C036C"/>
    <w:rsid w:val="000C1B30"/>
    <w:rsid w:val="000C66BB"/>
    <w:rsid w:val="000D1FC6"/>
    <w:rsid w:val="000D266A"/>
    <w:rsid w:val="000D408C"/>
    <w:rsid w:val="000D64E0"/>
    <w:rsid w:val="000E07AE"/>
    <w:rsid w:val="000E115E"/>
    <w:rsid w:val="000F0BBD"/>
    <w:rsid w:val="000F5CF0"/>
    <w:rsid w:val="00106F4E"/>
    <w:rsid w:val="00111756"/>
    <w:rsid w:val="0011224E"/>
    <w:rsid w:val="0012089E"/>
    <w:rsid w:val="00131413"/>
    <w:rsid w:val="0013359C"/>
    <w:rsid w:val="0013361F"/>
    <w:rsid w:val="0013463A"/>
    <w:rsid w:val="001346B6"/>
    <w:rsid w:val="00142A3C"/>
    <w:rsid w:val="00150AED"/>
    <w:rsid w:val="001569B1"/>
    <w:rsid w:val="00160610"/>
    <w:rsid w:val="00171511"/>
    <w:rsid w:val="001727A4"/>
    <w:rsid w:val="001806B5"/>
    <w:rsid w:val="00186C0B"/>
    <w:rsid w:val="001877EF"/>
    <w:rsid w:val="0019214D"/>
    <w:rsid w:val="001A3D1F"/>
    <w:rsid w:val="001A62DD"/>
    <w:rsid w:val="001A6F19"/>
    <w:rsid w:val="001A7D92"/>
    <w:rsid w:val="001B50DB"/>
    <w:rsid w:val="001B5919"/>
    <w:rsid w:val="001C26CE"/>
    <w:rsid w:val="001C54D7"/>
    <w:rsid w:val="001C6BE8"/>
    <w:rsid w:val="001D3C27"/>
    <w:rsid w:val="001D75ED"/>
    <w:rsid w:val="002002BB"/>
    <w:rsid w:val="00206940"/>
    <w:rsid w:val="00207133"/>
    <w:rsid w:val="00222BB0"/>
    <w:rsid w:val="00227D2A"/>
    <w:rsid w:val="002343A1"/>
    <w:rsid w:val="00236BBF"/>
    <w:rsid w:val="002420F6"/>
    <w:rsid w:val="00242C4F"/>
    <w:rsid w:val="002430E2"/>
    <w:rsid w:val="002473FC"/>
    <w:rsid w:val="0025056E"/>
    <w:rsid w:val="002525CF"/>
    <w:rsid w:val="00255764"/>
    <w:rsid w:val="0027709B"/>
    <w:rsid w:val="002836B1"/>
    <w:rsid w:val="002916F1"/>
    <w:rsid w:val="0029298D"/>
    <w:rsid w:val="00294442"/>
    <w:rsid w:val="002A58AF"/>
    <w:rsid w:val="002A7F66"/>
    <w:rsid w:val="002B1BA5"/>
    <w:rsid w:val="002B4FBE"/>
    <w:rsid w:val="002B5D5E"/>
    <w:rsid w:val="002C6A75"/>
    <w:rsid w:val="002D4803"/>
    <w:rsid w:val="002D50DA"/>
    <w:rsid w:val="002E2A46"/>
    <w:rsid w:val="002F338F"/>
    <w:rsid w:val="00320AB7"/>
    <w:rsid w:val="00321D54"/>
    <w:rsid w:val="003264BA"/>
    <w:rsid w:val="003314AD"/>
    <w:rsid w:val="003318B0"/>
    <w:rsid w:val="00340867"/>
    <w:rsid w:val="003526DB"/>
    <w:rsid w:val="00353002"/>
    <w:rsid w:val="003539D8"/>
    <w:rsid w:val="00380EC3"/>
    <w:rsid w:val="003833F2"/>
    <w:rsid w:val="00385309"/>
    <w:rsid w:val="003A018D"/>
    <w:rsid w:val="003A0762"/>
    <w:rsid w:val="003A48A1"/>
    <w:rsid w:val="003B064F"/>
    <w:rsid w:val="003B27B2"/>
    <w:rsid w:val="003B28C6"/>
    <w:rsid w:val="003C0459"/>
    <w:rsid w:val="003C476D"/>
    <w:rsid w:val="003C4782"/>
    <w:rsid w:val="003C66DF"/>
    <w:rsid w:val="003E4D22"/>
    <w:rsid w:val="003F2803"/>
    <w:rsid w:val="003F63F4"/>
    <w:rsid w:val="003F72A3"/>
    <w:rsid w:val="003F7E51"/>
    <w:rsid w:val="00401443"/>
    <w:rsid w:val="00403D96"/>
    <w:rsid w:val="00425A7D"/>
    <w:rsid w:val="004302E1"/>
    <w:rsid w:val="00435F6A"/>
    <w:rsid w:val="00441466"/>
    <w:rsid w:val="0044489F"/>
    <w:rsid w:val="0044631B"/>
    <w:rsid w:val="00455510"/>
    <w:rsid w:val="00457299"/>
    <w:rsid w:val="004640E8"/>
    <w:rsid w:val="0046691D"/>
    <w:rsid w:val="0048211A"/>
    <w:rsid w:val="004863E6"/>
    <w:rsid w:val="00487188"/>
    <w:rsid w:val="0049512C"/>
    <w:rsid w:val="004972ED"/>
    <w:rsid w:val="004A48A4"/>
    <w:rsid w:val="004A59A1"/>
    <w:rsid w:val="004C441E"/>
    <w:rsid w:val="004C5902"/>
    <w:rsid w:val="004D0378"/>
    <w:rsid w:val="004D0491"/>
    <w:rsid w:val="004D1288"/>
    <w:rsid w:val="004E3767"/>
    <w:rsid w:val="004F4EBB"/>
    <w:rsid w:val="004F69EA"/>
    <w:rsid w:val="0051064F"/>
    <w:rsid w:val="005113C6"/>
    <w:rsid w:val="00512E0E"/>
    <w:rsid w:val="00520DEF"/>
    <w:rsid w:val="00524FF8"/>
    <w:rsid w:val="0053004C"/>
    <w:rsid w:val="0053166C"/>
    <w:rsid w:val="00532125"/>
    <w:rsid w:val="00532339"/>
    <w:rsid w:val="00536B63"/>
    <w:rsid w:val="00541A14"/>
    <w:rsid w:val="00564571"/>
    <w:rsid w:val="00574147"/>
    <w:rsid w:val="005756E2"/>
    <w:rsid w:val="00577BB2"/>
    <w:rsid w:val="00580508"/>
    <w:rsid w:val="00581541"/>
    <w:rsid w:val="00582E03"/>
    <w:rsid w:val="005866CD"/>
    <w:rsid w:val="00595AF7"/>
    <w:rsid w:val="005A06C2"/>
    <w:rsid w:val="005A3647"/>
    <w:rsid w:val="005A5D07"/>
    <w:rsid w:val="005B29A8"/>
    <w:rsid w:val="005B41AB"/>
    <w:rsid w:val="005C1904"/>
    <w:rsid w:val="005C49CE"/>
    <w:rsid w:val="005C7472"/>
    <w:rsid w:val="005D4CD4"/>
    <w:rsid w:val="005E4B42"/>
    <w:rsid w:val="005E5260"/>
    <w:rsid w:val="005F2F4E"/>
    <w:rsid w:val="006100FD"/>
    <w:rsid w:val="00611761"/>
    <w:rsid w:val="00611B55"/>
    <w:rsid w:val="006159D2"/>
    <w:rsid w:val="006168E2"/>
    <w:rsid w:val="006221A9"/>
    <w:rsid w:val="00631236"/>
    <w:rsid w:val="00645134"/>
    <w:rsid w:val="006453DF"/>
    <w:rsid w:val="00646B54"/>
    <w:rsid w:val="006471CD"/>
    <w:rsid w:val="00650A81"/>
    <w:rsid w:val="00654E24"/>
    <w:rsid w:val="006570F6"/>
    <w:rsid w:val="00665D7C"/>
    <w:rsid w:val="00666240"/>
    <w:rsid w:val="00666DC0"/>
    <w:rsid w:val="006709C8"/>
    <w:rsid w:val="006956E2"/>
    <w:rsid w:val="006A5B42"/>
    <w:rsid w:val="006A7C83"/>
    <w:rsid w:val="006B0BCC"/>
    <w:rsid w:val="006B13F8"/>
    <w:rsid w:val="006C73C5"/>
    <w:rsid w:val="006D16B1"/>
    <w:rsid w:val="006D5901"/>
    <w:rsid w:val="006E00DA"/>
    <w:rsid w:val="006E341D"/>
    <w:rsid w:val="006E432A"/>
    <w:rsid w:val="006E5944"/>
    <w:rsid w:val="006F3F57"/>
    <w:rsid w:val="006F52DC"/>
    <w:rsid w:val="00704DD1"/>
    <w:rsid w:val="0070667D"/>
    <w:rsid w:val="00715905"/>
    <w:rsid w:val="007164AF"/>
    <w:rsid w:val="00723B51"/>
    <w:rsid w:val="007242BC"/>
    <w:rsid w:val="00733827"/>
    <w:rsid w:val="0074004B"/>
    <w:rsid w:val="00750F60"/>
    <w:rsid w:val="0075508C"/>
    <w:rsid w:val="00761BD5"/>
    <w:rsid w:val="0076311E"/>
    <w:rsid w:val="00764C3D"/>
    <w:rsid w:val="00767FB5"/>
    <w:rsid w:val="00774838"/>
    <w:rsid w:val="00776731"/>
    <w:rsid w:val="00780E14"/>
    <w:rsid w:val="0079247B"/>
    <w:rsid w:val="00795126"/>
    <w:rsid w:val="007A0C3A"/>
    <w:rsid w:val="007A1F0B"/>
    <w:rsid w:val="007A305D"/>
    <w:rsid w:val="007B4A26"/>
    <w:rsid w:val="007C0F7E"/>
    <w:rsid w:val="007C2E3F"/>
    <w:rsid w:val="007D0C87"/>
    <w:rsid w:val="007D4FA7"/>
    <w:rsid w:val="007E297F"/>
    <w:rsid w:val="007E5D2F"/>
    <w:rsid w:val="007E5E8D"/>
    <w:rsid w:val="007E7A4B"/>
    <w:rsid w:val="007F50C2"/>
    <w:rsid w:val="00803946"/>
    <w:rsid w:val="008055F8"/>
    <w:rsid w:val="00814D9A"/>
    <w:rsid w:val="00816CFD"/>
    <w:rsid w:val="00817C62"/>
    <w:rsid w:val="00817F19"/>
    <w:rsid w:val="0082057D"/>
    <w:rsid w:val="00822873"/>
    <w:rsid w:val="00823C78"/>
    <w:rsid w:val="00831332"/>
    <w:rsid w:val="00831F54"/>
    <w:rsid w:val="00832D5B"/>
    <w:rsid w:val="00835E8A"/>
    <w:rsid w:val="00837FC5"/>
    <w:rsid w:val="00843046"/>
    <w:rsid w:val="00851BB3"/>
    <w:rsid w:val="00852E94"/>
    <w:rsid w:val="008534D7"/>
    <w:rsid w:val="00857F9D"/>
    <w:rsid w:val="00866431"/>
    <w:rsid w:val="00873140"/>
    <w:rsid w:val="008765AE"/>
    <w:rsid w:val="0088000B"/>
    <w:rsid w:val="008863DD"/>
    <w:rsid w:val="00891E53"/>
    <w:rsid w:val="008931FB"/>
    <w:rsid w:val="00897A92"/>
    <w:rsid w:val="008A2EB0"/>
    <w:rsid w:val="008A3953"/>
    <w:rsid w:val="008A4CB0"/>
    <w:rsid w:val="008B1F3F"/>
    <w:rsid w:val="008B483D"/>
    <w:rsid w:val="008B4BD3"/>
    <w:rsid w:val="008D6F4A"/>
    <w:rsid w:val="008E4024"/>
    <w:rsid w:val="008F5A2B"/>
    <w:rsid w:val="00900648"/>
    <w:rsid w:val="00900946"/>
    <w:rsid w:val="0091160F"/>
    <w:rsid w:val="00926A56"/>
    <w:rsid w:val="00927EB1"/>
    <w:rsid w:val="00930545"/>
    <w:rsid w:val="009479B1"/>
    <w:rsid w:val="009546B2"/>
    <w:rsid w:val="00961216"/>
    <w:rsid w:val="0096625D"/>
    <w:rsid w:val="009701E0"/>
    <w:rsid w:val="00977EC6"/>
    <w:rsid w:val="00980855"/>
    <w:rsid w:val="00981936"/>
    <w:rsid w:val="00984347"/>
    <w:rsid w:val="00984D91"/>
    <w:rsid w:val="0099682E"/>
    <w:rsid w:val="009A5227"/>
    <w:rsid w:val="009B3E19"/>
    <w:rsid w:val="009B6779"/>
    <w:rsid w:val="009B77CB"/>
    <w:rsid w:val="009B79BD"/>
    <w:rsid w:val="009C2C54"/>
    <w:rsid w:val="009C5883"/>
    <w:rsid w:val="009C58F2"/>
    <w:rsid w:val="009D21E2"/>
    <w:rsid w:val="009E3580"/>
    <w:rsid w:val="009E5749"/>
    <w:rsid w:val="009E79E9"/>
    <w:rsid w:val="009F0A8C"/>
    <w:rsid w:val="009F4F8E"/>
    <w:rsid w:val="009F5741"/>
    <w:rsid w:val="00A022FE"/>
    <w:rsid w:val="00A040CD"/>
    <w:rsid w:val="00A073C3"/>
    <w:rsid w:val="00A07602"/>
    <w:rsid w:val="00A13556"/>
    <w:rsid w:val="00A215C1"/>
    <w:rsid w:val="00A21F5C"/>
    <w:rsid w:val="00A32DB2"/>
    <w:rsid w:val="00A42616"/>
    <w:rsid w:val="00A43682"/>
    <w:rsid w:val="00A535B1"/>
    <w:rsid w:val="00A53C6F"/>
    <w:rsid w:val="00A541EC"/>
    <w:rsid w:val="00A56713"/>
    <w:rsid w:val="00A6030D"/>
    <w:rsid w:val="00A66A06"/>
    <w:rsid w:val="00A66F5A"/>
    <w:rsid w:val="00A77F81"/>
    <w:rsid w:val="00A8032B"/>
    <w:rsid w:val="00AA3720"/>
    <w:rsid w:val="00AB37A8"/>
    <w:rsid w:val="00AB4797"/>
    <w:rsid w:val="00AC1AC5"/>
    <w:rsid w:val="00AC292A"/>
    <w:rsid w:val="00AC44F4"/>
    <w:rsid w:val="00AC6CB6"/>
    <w:rsid w:val="00AD6DD4"/>
    <w:rsid w:val="00AD7923"/>
    <w:rsid w:val="00AE2862"/>
    <w:rsid w:val="00B025B1"/>
    <w:rsid w:val="00B03005"/>
    <w:rsid w:val="00B105C2"/>
    <w:rsid w:val="00B14BCF"/>
    <w:rsid w:val="00B15FAD"/>
    <w:rsid w:val="00B206EC"/>
    <w:rsid w:val="00B26D6B"/>
    <w:rsid w:val="00B274CC"/>
    <w:rsid w:val="00B27E08"/>
    <w:rsid w:val="00B30C0E"/>
    <w:rsid w:val="00B317DC"/>
    <w:rsid w:val="00B32C74"/>
    <w:rsid w:val="00B35BFC"/>
    <w:rsid w:val="00B54C23"/>
    <w:rsid w:val="00B64F66"/>
    <w:rsid w:val="00B66773"/>
    <w:rsid w:val="00B721CC"/>
    <w:rsid w:val="00B75C1F"/>
    <w:rsid w:val="00B77025"/>
    <w:rsid w:val="00B9178A"/>
    <w:rsid w:val="00B94DD5"/>
    <w:rsid w:val="00BB0548"/>
    <w:rsid w:val="00BB1E3E"/>
    <w:rsid w:val="00BB6129"/>
    <w:rsid w:val="00BC0BA3"/>
    <w:rsid w:val="00BC4082"/>
    <w:rsid w:val="00BD2E18"/>
    <w:rsid w:val="00BE78D3"/>
    <w:rsid w:val="00BF4289"/>
    <w:rsid w:val="00BF511D"/>
    <w:rsid w:val="00BF5FF7"/>
    <w:rsid w:val="00BF751C"/>
    <w:rsid w:val="00C00B5D"/>
    <w:rsid w:val="00C0639A"/>
    <w:rsid w:val="00C067BC"/>
    <w:rsid w:val="00C120FA"/>
    <w:rsid w:val="00C13399"/>
    <w:rsid w:val="00C17A42"/>
    <w:rsid w:val="00C21A58"/>
    <w:rsid w:val="00C21EEE"/>
    <w:rsid w:val="00C27E67"/>
    <w:rsid w:val="00C3288A"/>
    <w:rsid w:val="00C35E0A"/>
    <w:rsid w:val="00C40137"/>
    <w:rsid w:val="00C45B7F"/>
    <w:rsid w:val="00C51969"/>
    <w:rsid w:val="00C54A61"/>
    <w:rsid w:val="00C55F3B"/>
    <w:rsid w:val="00C633AE"/>
    <w:rsid w:val="00C6375E"/>
    <w:rsid w:val="00C71354"/>
    <w:rsid w:val="00C72E7C"/>
    <w:rsid w:val="00CB5BB1"/>
    <w:rsid w:val="00CB73D0"/>
    <w:rsid w:val="00CC406E"/>
    <w:rsid w:val="00CD2974"/>
    <w:rsid w:val="00CD662C"/>
    <w:rsid w:val="00CE492B"/>
    <w:rsid w:val="00CE50B6"/>
    <w:rsid w:val="00CF0327"/>
    <w:rsid w:val="00CF3F46"/>
    <w:rsid w:val="00CF77E6"/>
    <w:rsid w:val="00D05BB8"/>
    <w:rsid w:val="00D05E61"/>
    <w:rsid w:val="00D10EF1"/>
    <w:rsid w:val="00D11742"/>
    <w:rsid w:val="00D15AA9"/>
    <w:rsid w:val="00D17DA3"/>
    <w:rsid w:val="00D218BD"/>
    <w:rsid w:val="00D22CA4"/>
    <w:rsid w:val="00D25672"/>
    <w:rsid w:val="00D26A85"/>
    <w:rsid w:val="00D3286E"/>
    <w:rsid w:val="00D345DB"/>
    <w:rsid w:val="00D37E84"/>
    <w:rsid w:val="00D4360A"/>
    <w:rsid w:val="00D53772"/>
    <w:rsid w:val="00D570EB"/>
    <w:rsid w:val="00D6614A"/>
    <w:rsid w:val="00D66B06"/>
    <w:rsid w:val="00D67EE2"/>
    <w:rsid w:val="00D702D8"/>
    <w:rsid w:val="00D72BA8"/>
    <w:rsid w:val="00D843F3"/>
    <w:rsid w:val="00D9423B"/>
    <w:rsid w:val="00D9603B"/>
    <w:rsid w:val="00DA2B43"/>
    <w:rsid w:val="00DA3910"/>
    <w:rsid w:val="00DA5A77"/>
    <w:rsid w:val="00DA6BEB"/>
    <w:rsid w:val="00DB309F"/>
    <w:rsid w:val="00DB35EE"/>
    <w:rsid w:val="00DC0E80"/>
    <w:rsid w:val="00DC1255"/>
    <w:rsid w:val="00DD2637"/>
    <w:rsid w:val="00DD3494"/>
    <w:rsid w:val="00DD6379"/>
    <w:rsid w:val="00DE1F36"/>
    <w:rsid w:val="00DF1500"/>
    <w:rsid w:val="00DF55F4"/>
    <w:rsid w:val="00E039A8"/>
    <w:rsid w:val="00E03B88"/>
    <w:rsid w:val="00E1566D"/>
    <w:rsid w:val="00E21E04"/>
    <w:rsid w:val="00E22982"/>
    <w:rsid w:val="00E26542"/>
    <w:rsid w:val="00E300B0"/>
    <w:rsid w:val="00E6262D"/>
    <w:rsid w:val="00E67047"/>
    <w:rsid w:val="00E71075"/>
    <w:rsid w:val="00E7348C"/>
    <w:rsid w:val="00E779EF"/>
    <w:rsid w:val="00E80BFF"/>
    <w:rsid w:val="00E818F3"/>
    <w:rsid w:val="00E9267D"/>
    <w:rsid w:val="00EA7591"/>
    <w:rsid w:val="00EA7E7C"/>
    <w:rsid w:val="00EB4F8C"/>
    <w:rsid w:val="00EB539C"/>
    <w:rsid w:val="00EB722E"/>
    <w:rsid w:val="00EC19D6"/>
    <w:rsid w:val="00EC2119"/>
    <w:rsid w:val="00EC4FA5"/>
    <w:rsid w:val="00EC68FC"/>
    <w:rsid w:val="00EC7153"/>
    <w:rsid w:val="00EC79B2"/>
    <w:rsid w:val="00EC7DAC"/>
    <w:rsid w:val="00ED4D69"/>
    <w:rsid w:val="00EE195A"/>
    <w:rsid w:val="00EE1AB1"/>
    <w:rsid w:val="00EF7ABA"/>
    <w:rsid w:val="00F05173"/>
    <w:rsid w:val="00F1045F"/>
    <w:rsid w:val="00F116AC"/>
    <w:rsid w:val="00F11851"/>
    <w:rsid w:val="00F26E19"/>
    <w:rsid w:val="00F42674"/>
    <w:rsid w:val="00F4574C"/>
    <w:rsid w:val="00F4797C"/>
    <w:rsid w:val="00F53EF8"/>
    <w:rsid w:val="00F60CA1"/>
    <w:rsid w:val="00F60D7D"/>
    <w:rsid w:val="00F61984"/>
    <w:rsid w:val="00F65471"/>
    <w:rsid w:val="00F70711"/>
    <w:rsid w:val="00F76683"/>
    <w:rsid w:val="00F7692F"/>
    <w:rsid w:val="00F85913"/>
    <w:rsid w:val="00F900A7"/>
    <w:rsid w:val="00F91D7C"/>
    <w:rsid w:val="00F92785"/>
    <w:rsid w:val="00F9665E"/>
    <w:rsid w:val="00FA57E5"/>
    <w:rsid w:val="00FA5F77"/>
    <w:rsid w:val="00FA796F"/>
    <w:rsid w:val="00FA7AA2"/>
    <w:rsid w:val="00FB01D9"/>
    <w:rsid w:val="00FB1070"/>
    <w:rsid w:val="00FB23C2"/>
    <w:rsid w:val="00FB65B5"/>
    <w:rsid w:val="00FC636D"/>
    <w:rsid w:val="00FD4F7C"/>
    <w:rsid w:val="00FE3040"/>
    <w:rsid w:val="00FE6826"/>
    <w:rsid w:val="00FE7A82"/>
    <w:rsid w:val="00FF247D"/>
    <w:rsid w:val="00FF372C"/>
    <w:rsid w:val="00FF660B"/>
    <w:rsid w:val="00FF7E2F"/>
  </w:rsids>
  <m:mathPr>
    <m:mathFont m:val="Cambria Math"/>
    <m:brkBin m:val="before"/>
    <m:brkBinSub m:val="--"/>
    <m:smallFrac/>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3AFF72"/>
  <w15:docId w15:val="{1B212D17-2B66-4F20-A5A0-AD977EE7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19" w:qFormat="1"/>
    <w:lsdException w:name="footer" w:uiPriority="19"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8"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unhideWhenUsed/>
    <w:qFormat/>
    <w:rsid w:val="00DA2B43"/>
    <w:rPr>
      <w:rFonts w:ascii="Calibri" w:hAnsi="Calibri"/>
    </w:rPr>
  </w:style>
  <w:style w:type="paragraph" w:styleId="Heading1">
    <w:name w:val="heading 1"/>
    <w:next w:val="BodyText"/>
    <w:link w:val="Heading1Char"/>
    <w:uiPriority w:val="9"/>
    <w:qFormat/>
    <w:rsid w:val="00FA57E5"/>
    <w:pPr>
      <w:keepNext/>
      <w:pageBreakBefore/>
      <w:numPr>
        <w:numId w:val="11"/>
      </w:numPr>
      <w:spacing w:before="240" w:after="120"/>
      <w:ind w:left="748" w:hanging="748"/>
      <w:outlineLvl w:val="0"/>
    </w:pPr>
    <w:rPr>
      <w:rFonts w:ascii="Arial Black" w:hAnsi="Arial Black"/>
      <w:kern w:val="28"/>
      <w:sz w:val="40"/>
      <w:szCs w:val="20"/>
      <w:lang w:val="en-US"/>
    </w:rPr>
  </w:style>
  <w:style w:type="paragraph" w:styleId="Heading2">
    <w:name w:val="heading 2"/>
    <w:basedOn w:val="Heading1"/>
    <w:next w:val="BodyText"/>
    <w:link w:val="Heading2Char"/>
    <w:uiPriority w:val="9"/>
    <w:qFormat/>
    <w:rsid w:val="00FA57E5"/>
    <w:pPr>
      <w:pageBreakBefore w:val="0"/>
      <w:numPr>
        <w:ilvl w:val="1"/>
        <w:numId w:val="23"/>
      </w:numPr>
      <w:outlineLvl w:val="1"/>
    </w:pPr>
    <w:rPr>
      <w:rFonts w:ascii="Arial" w:hAnsi="Arial"/>
      <w:b/>
      <w:sz w:val="36"/>
    </w:rPr>
  </w:style>
  <w:style w:type="paragraph" w:styleId="Heading3">
    <w:name w:val="heading 3"/>
    <w:basedOn w:val="Heading2"/>
    <w:next w:val="BodyText"/>
    <w:link w:val="Heading3Char"/>
    <w:uiPriority w:val="9"/>
    <w:qFormat/>
    <w:rsid w:val="00FA57E5"/>
    <w:pPr>
      <w:numPr>
        <w:ilvl w:val="2"/>
      </w:numPr>
      <w:outlineLvl w:val="2"/>
    </w:pPr>
    <w:rPr>
      <w:sz w:val="28"/>
    </w:rPr>
  </w:style>
  <w:style w:type="paragraph" w:styleId="Heading4">
    <w:name w:val="heading 4"/>
    <w:basedOn w:val="Heading3"/>
    <w:next w:val="BodyText"/>
    <w:link w:val="Heading4Char"/>
    <w:uiPriority w:val="9"/>
    <w:qFormat/>
    <w:rsid w:val="00FA57E5"/>
    <w:pPr>
      <w:numPr>
        <w:ilvl w:val="3"/>
      </w:numPr>
      <w:outlineLvl w:val="3"/>
    </w:pPr>
    <w:rPr>
      <w:sz w:val="24"/>
    </w:rPr>
  </w:style>
  <w:style w:type="paragraph" w:styleId="Heading5">
    <w:name w:val="heading 5"/>
    <w:basedOn w:val="Heading4"/>
    <w:next w:val="BodyText"/>
    <w:link w:val="Heading5Char"/>
    <w:uiPriority w:val="9"/>
    <w:semiHidden/>
    <w:qFormat/>
    <w:rsid w:val="00FA57E5"/>
    <w:pPr>
      <w:numPr>
        <w:ilvl w:val="4"/>
      </w:numPr>
      <w:outlineLvl w:val="4"/>
    </w:pPr>
    <w:rPr>
      <w:sz w:val="22"/>
    </w:rPr>
  </w:style>
  <w:style w:type="paragraph" w:styleId="Heading6">
    <w:name w:val="heading 6"/>
    <w:basedOn w:val="Heading5"/>
    <w:next w:val="BodyText"/>
    <w:link w:val="Heading6Char"/>
    <w:uiPriority w:val="9"/>
    <w:semiHidden/>
    <w:qFormat/>
    <w:rsid w:val="00FA57E5"/>
    <w:pPr>
      <w:numPr>
        <w:ilvl w:val="5"/>
      </w:numPr>
      <w:outlineLvl w:val="5"/>
    </w:pPr>
    <w:rPr>
      <w:sz w:val="20"/>
    </w:rPr>
  </w:style>
  <w:style w:type="paragraph" w:styleId="Heading7">
    <w:name w:val="heading 7"/>
    <w:basedOn w:val="Heading6"/>
    <w:next w:val="BodyText"/>
    <w:link w:val="Heading7Char"/>
    <w:uiPriority w:val="9"/>
    <w:semiHidden/>
    <w:qFormat/>
    <w:rsid w:val="00FA57E5"/>
    <w:pPr>
      <w:numPr>
        <w:ilvl w:val="6"/>
      </w:numPr>
      <w:outlineLvl w:val="6"/>
    </w:pPr>
    <w:rPr>
      <w:lang w:val="en-GB"/>
    </w:rPr>
  </w:style>
  <w:style w:type="paragraph" w:styleId="Heading8">
    <w:name w:val="heading 8"/>
    <w:basedOn w:val="Heading7"/>
    <w:next w:val="BodyText"/>
    <w:link w:val="Heading8Char"/>
    <w:uiPriority w:val="9"/>
    <w:semiHidden/>
    <w:qFormat/>
    <w:rsid w:val="00FA57E5"/>
    <w:pPr>
      <w:numPr>
        <w:ilvl w:val="7"/>
      </w:numPr>
      <w:outlineLvl w:val="7"/>
    </w:pPr>
  </w:style>
  <w:style w:type="paragraph" w:styleId="Heading9">
    <w:name w:val="heading 9"/>
    <w:basedOn w:val="Heading8"/>
    <w:next w:val="BodyText"/>
    <w:link w:val="Heading9Char"/>
    <w:uiPriority w:val="9"/>
    <w:semiHidden/>
    <w:qFormat/>
    <w:rsid w:val="00FA57E5"/>
    <w:pPr>
      <w:numPr>
        <w:ilvl w:val="8"/>
        <w:numId w:val="1"/>
      </w:numPr>
      <w:ind w:left="1588" w:hanging="158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57E5"/>
    <w:rPr>
      <w:rFonts w:ascii="Arial Black" w:hAnsi="Arial Black"/>
      <w:kern w:val="28"/>
      <w:sz w:val="40"/>
      <w:szCs w:val="20"/>
      <w:lang w:val="en-US"/>
    </w:rPr>
  </w:style>
  <w:style w:type="character" w:customStyle="1" w:styleId="Heading2Char">
    <w:name w:val="Heading 2 Char"/>
    <w:basedOn w:val="DefaultParagraphFont"/>
    <w:link w:val="Heading2"/>
    <w:uiPriority w:val="9"/>
    <w:rsid w:val="00FA57E5"/>
    <w:rPr>
      <w:rFonts w:ascii="Arial" w:hAnsi="Arial"/>
      <w:b/>
      <w:kern w:val="28"/>
      <w:sz w:val="36"/>
      <w:szCs w:val="20"/>
      <w:lang w:val="en-US"/>
    </w:rPr>
  </w:style>
  <w:style w:type="character" w:customStyle="1" w:styleId="Heading3Char">
    <w:name w:val="Heading 3 Char"/>
    <w:basedOn w:val="DefaultParagraphFont"/>
    <w:link w:val="Heading3"/>
    <w:uiPriority w:val="9"/>
    <w:rsid w:val="00FA57E5"/>
    <w:rPr>
      <w:rFonts w:ascii="Arial" w:hAnsi="Arial"/>
      <w:b/>
      <w:kern w:val="28"/>
      <w:sz w:val="28"/>
      <w:szCs w:val="20"/>
      <w:lang w:val="en-US"/>
    </w:rPr>
  </w:style>
  <w:style w:type="character" w:customStyle="1" w:styleId="Heading4Char">
    <w:name w:val="Heading 4 Char"/>
    <w:basedOn w:val="DefaultParagraphFont"/>
    <w:link w:val="Heading4"/>
    <w:uiPriority w:val="9"/>
    <w:rsid w:val="00FA57E5"/>
    <w:rPr>
      <w:rFonts w:ascii="Arial" w:hAnsi="Arial"/>
      <w:b/>
      <w:kern w:val="28"/>
      <w:sz w:val="24"/>
      <w:szCs w:val="20"/>
      <w:lang w:val="en-US"/>
    </w:rPr>
  </w:style>
  <w:style w:type="character" w:customStyle="1" w:styleId="Heading5Char">
    <w:name w:val="Heading 5 Char"/>
    <w:basedOn w:val="DefaultParagraphFont"/>
    <w:link w:val="Heading5"/>
    <w:uiPriority w:val="9"/>
    <w:semiHidden/>
    <w:rsid w:val="00FA57E5"/>
    <w:rPr>
      <w:rFonts w:ascii="Arial" w:hAnsi="Arial"/>
      <w:b/>
      <w:kern w:val="28"/>
      <w:szCs w:val="20"/>
      <w:lang w:val="en-US"/>
    </w:rPr>
  </w:style>
  <w:style w:type="character" w:customStyle="1" w:styleId="Heading6Char">
    <w:name w:val="Heading 6 Char"/>
    <w:basedOn w:val="DefaultParagraphFont"/>
    <w:link w:val="Heading6"/>
    <w:uiPriority w:val="9"/>
    <w:semiHidden/>
    <w:rsid w:val="00FA57E5"/>
    <w:rPr>
      <w:rFonts w:ascii="Arial" w:hAnsi="Arial"/>
      <w:b/>
      <w:kern w:val="28"/>
      <w:sz w:val="20"/>
      <w:szCs w:val="20"/>
      <w:lang w:val="en-US"/>
    </w:rPr>
  </w:style>
  <w:style w:type="character" w:customStyle="1" w:styleId="Heading7Char">
    <w:name w:val="Heading 7 Char"/>
    <w:basedOn w:val="DefaultParagraphFont"/>
    <w:link w:val="Heading7"/>
    <w:uiPriority w:val="9"/>
    <w:semiHidden/>
    <w:rsid w:val="00FA57E5"/>
    <w:rPr>
      <w:rFonts w:ascii="Arial" w:hAnsi="Arial"/>
      <w:b/>
      <w:kern w:val="28"/>
      <w:sz w:val="20"/>
      <w:szCs w:val="20"/>
      <w:lang w:val="en-GB"/>
    </w:rPr>
  </w:style>
  <w:style w:type="character" w:customStyle="1" w:styleId="Heading8Char">
    <w:name w:val="Heading 8 Char"/>
    <w:basedOn w:val="DefaultParagraphFont"/>
    <w:link w:val="Heading8"/>
    <w:uiPriority w:val="9"/>
    <w:semiHidden/>
    <w:rsid w:val="00FA57E5"/>
    <w:rPr>
      <w:rFonts w:ascii="Arial" w:hAnsi="Arial"/>
      <w:b/>
      <w:kern w:val="28"/>
      <w:sz w:val="20"/>
      <w:szCs w:val="20"/>
      <w:lang w:val="en-GB"/>
    </w:rPr>
  </w:style>
  <w:style w:type="character" w:customStyle="1" w:styleId="Heading9Char">
    <w:name w:val="Heading 9 Char"/>
    <w:basedOn w:val="DefaultParagraphFont"/>
    <w:link w:val="Heading9"/>
    <w:uiPriority w:val="9"/>
    <w:semiHidden/>
    <w:rsid w:val="00FA57E5"/>
    <w:rPr>
      <w:rFonts w:ascii="Arial" w:hAnsi="Arial"/>
      <w:b/>
      <w:kern w:val="28"/>
      <w:sz w:val="20"/>
      <w:szCs w:val="20"/>
      <w:lang w:val="en-GB"/>
    </w:rPr>
  </w:style>
  <w:style w:type="paragraph" w:customStyle="1" w:styleId="DocHeader">
    <w:name w:val="Doc Header"/>
    <w:basedOn w:val="Section1"/>
    <w:next w:val="Normal"/>
    <w:uiPriority w:val="99"/>
    <w:semiHidden/>
    <w:rsid w:val="003A0762"/>
    <w:rPr>
      <w:rFonts w:cs="Times New Roman"/>
      <w:kern w:val="0"/>
      <w:szCs w:val="20"/>
    </w:rPr>
  </w:style>
  <w:style w:type="paragraph" w:customStyle="1" w:styleId="Section1">
    <w:name w:val="Section 1"/>
    <w:next w:val="Normal"/>
    <w:link w:val="Section1Char"/>
    <w:uiPriority w:val="9"/>
    <w:qFormat/>
    <w:rsid w:val="00FA57E5"/>
    <w:pPr>
      <w:keepNext/>
      <w:spacing w:before="360" w:after="120"/>
    </w:pPr>
    <w:rPr>
      <w:rFonts w:ascii="Arial" w:eastAsia="Times New Roman" w:hAnsi="Arial" w:cstheme="majorHAnsi"/>
      <w:b/>
      <w:kern w:val="28"/>
      <w:sz w:val="36"/>
      <w:szCs w:val="36"/>
      <w:lang w:val="en-US"/>
    </w:rPr>
  </w:style>
  <w:style w:type="paragraph" w:styleId="TOC1">
    <w:name w:val="toc 1"/>
    <w:basedOn w:val="Normal"/>
    <w:next w:val="Normal"/>
    <w:uiPriority w:val="39"/>
    <w:rsid w:val="00EC68FC"/>
    <w:pPr>
      <w:tabs>
        <w:tab w:val="right" w:leader="underscore" w:pos="9638"/>
      </w:tabs>
    </w:pPr>
    <w:rPr>
      <w:rFonts w:eastAsia="Times New Roman" w:cs="Times New Roman"/>
      <w:szCs w:val="20"/>
      <w:lang w:val="en-GB"/>
    </w:rPr>
  </w:style>
  <w:style w:type="paragraph" w:styleId="TOC2">
    <w:name w:val="toc 2"/>
    <w:basedOn w:val="Normal"/>
    <w:next w:val="Normal"/>
    <w:uiPriority w:val="39"/>
    <w:rsid w:val="00EC68FC"/>
    <w:pPr>
      <w:tabs>
        <w:tab w:val="right" w:leader="underscore" w:pos="9638"/>
      </w:tabs>
      <w:ind w:left="198"/>
    </w:pPr>
    <w:rPr>
      <w:rFonts w:eastAsia="Times New Roman" w:cs="Times New Roman"/>
      <w:szCs w:val="20"/>
      <w:lang w:val="en-GB"/>
    </w:rPr>
  </w:style>
  <w:style w:type="paragraph" w:styleId="TOC3">
    <w:name w:val="toc 3"/>
    <w:basedOn w:val="Normal"/>
    <w:next w:val="Normal"/>
    <w:uiPriority w:val="39"/>
    <w:rsid w:val="00EC68FC"/>
    <w:pPr>
      <w:tabs>
        <w:tab w:val="right" w:leader="underscore" w:pos="9638"/>
      </w:tabs>
      <w:ind w:left="403"/>
    </w:pPr>
    <w:rPr>
      <w:rFonts w:eastAsia="Times New Roman" w:cs="Times New Roman"/>
      <w:szCs w:val="20"/>
      <w:lang w:val="en-GB"/>
    </w:rPr>
  </w:style>
  <w:style w:type="paragraph" w:styleId="TOC4">
    <w:name w:val="toc 4"/>
    <w:basedOn w:val="Normal"/>
    <w:next w:val="Normal"/>
    <w:uiPriority w:val="39"/>
    <w:rsid w:val="00EC68FC"/>
    <w:pPr>
      <w:tabs>
        <w:tab w:val="right" w:leader="underscore" w:pos="9638"/>
      </w:tabs>
      <w:ind w:left="601"/>
    </w:pPr>
    <w:rPr>
      <w:rFonts w:eastAsia="Times New Roman" w:cs="Times New Roman"/>
      <w:szCs w:val="20"/>
      <w:lang w:val="en-GB"/>
    </w:rPr>
  </w:style>
  <w:style w:type="paragraph" w:styleId="TOC5">
    <w:name w:val="toc 5"/>
    <w:basedOn w:val="Normal"/>
    <w:next w:val="Normal"/>
    <w:uiPriority w:val="39"/>
    <w:rsid w:val="00EC68FC"/>
    <w:pPr>
      <w:tabs>
        <w:tab w:val="right" w:leader="underscore" w:pos="9638"/>
      </w:tabs>
      <w:ind w:left="799"/>
    </w:pPr>
    <w:rPr>
      <w:rFonts w:eastAsia="Times New Roman" w:cs="Times New Roman"/>
      <w:szCs w:val="20"/>
      <w:lang w:val="en-GB"/>
    </w:rPr>
  </w:style>
  <w:style w:type="paragraph" w:styleId="TOC6">
    <w:name w:val="toc 6"/>
    <w:basedOn w:val="Normal"/>
    <w:next w:val="Normal"/>
    <w:uiPriority w:val="39"/>
    <w:rsid w:val="00EC68FC"/>
    <w:pPr>
      <w:tabs>
        <w:tab w:val="right" w:leader="underscore" w:pos="9638"/>
      </w:tabs>
      <w:ind w:left="998"/>
    </w:pPr>
    <w:rPr>
      <w:rFonts w:eastAsia="Times New Roman" w:cs="Times New Roman"/>
      <w:szCs w:val="20"/>
      <w:lang w:val="en-GB"/>
    </w:rPr>
  </w:style>
  <w:style w:type="paragraph" w:styleId="TOC7">
    <w:name w:val="toc 7"/>
    <w:basedOn w:val="Normal"/>
    <w:next w:val="Normal"/>
    <w:uiPriority w:val="39"/>
    <w:rsid w:val="00EC68FC"/>
    <w:pPr>
      <w:tabs>
        <w:tab w:val="right" w:leader="underscore" w:pos="9638"/>
      </w:tabs>
      <w:ind w:left="1202"/>
    </w:pPr>
    <w:rPr>
      <w:rFonts w:eastAsia="Times New Roman" w:cs="Times New Roman"/>
      <w:szCs w:val="20"/>
      <w:lang w:val="en-GB"/>
    </w:rPr>
  </w:style>
  <w:style w:type="paragraph" w:styleId="TOC8">
    <w:name w:val="toc 8"/>
    <w:basedOn w:val="Normal"/>
    <w:next w:val="Normal"/>
    <w:uiPriority w:val="39"/>
    <w:rsid w:val="008534D7"/>
    <w:pPr>
      <w:tabs>
        <w:tab w:val="right" w:leader="underscore" w:pos="9638"/>
      </w:tabs>
      <w:ind w:left="1400"/>
    </w:pPr>
    <w:rPr>
      <w:rFonts w:eastAsia="Times New Roman" w:cs="Times New Roman"/>
      <w:szCs w:val="20"/>
      <w:lang w:val="en-GB"/>
    </w:rPr>
  </w:style>
  <w:style w:type="paragraph" w:styleId="TOC9">
    <w:name w:val="toc 9"/>
    <w:basedOn w:val="Normal"/>
    <w:next w:val="Normal"/>
    <w:uiPriority w:val="39"/>
    <w:rsid w:val="008534D7"/>
    <w:pPr>
      <w:tabs>
        <w:tab w:val="right" w:leader="underscore" w:pos="9638"/>
      </w:tabs>
      <w:ind w:left="1599"/>
    </w:pPr>
    <w:rPr>
      <w:rFonts w:eastAsia="Times New Roman" w:cs="Times New Roman"/>
      <w:szCs w:val="20"/>
      <w:lang w:val="en-GB"/>
    </w:rPr>
  </w:style>
  <w:style w:type="character" w:styleId="Hyperlink">
    <w:name w:val="Hyperlink"/>
    <w:basedOn w:val="DefaultParagraphFont"/>
    <w:unhideWhenUsed/>
    <w:rsid w:val="003314AD"/>
    <w:rPr>
      <w:color w:val="305F7B" w:themeColor="hyperlink"/>
      <w:u w:val="single"/>
    </w:rPr>
  </w:style>
  <w:style w:type="paragraph" w:customStyle="1" w:styleId="Code">
    <w:name w:val="Code"/>
    <w:uiPriority w:val="2"/>
    <w:qFormat/>
    <w:rsid w:val="00FA57E5"/>
    <w:pPr>
      <w:spacing w:before="120" w:after="120"/>
      <w:contextualSpacing/>
    </w:pPr>
    <w:rPr>
      <w:rFonts w:ascii="Consolas" w:hAnsi="Consolas"/>
      <w:noProof/>
      <w:sz w:val="16"/>
    </w:rPr>
  </w:style>
  <w:style w:type="paragraph" w:styleId="TOCHeading">
    <w:name w:val="TOC Heading"/>
    <w:basedOn w:val="Section1"/>
    <w:next w:val="Normal"/>
    <w:uiPriority w:val="39"/>
    <w:unhideWhenUsed/>
    <w:qFormat/>
    <w:rsid w:val="00FA57E5"/>
    <w:pPr>
      <w:keepLines/>
      <w:pageBreakBefore/>
      <w:spacing w:before="240" w:after="0" w:line="276" w:lineRule="auto"/>
    </w:pPr>
    <w:rPr>
      <w:rFonts w:eastAsiaTheme="majorEastAsia" w:cstheme="majorBidi"/>
      <w:bCs/>
      <w:kern w:val="0"/>
      <w:szCs w:val="28"/>
      <w:lang w:val="sv-SE"/>
    </w:rPr>
  </w:style>
  <w:style w:type="paragraph" w:styleId="BalloonText">
    <w:name w:val="Balloon Text"/>
    <w:basedOn w:val="Normal"/>
    <w:link w:val="BalloonTextChar"/>
    <w:uiPriority w:val="99"/>
    <w:semiHidden/>
    <w:unhideWhenUsed/>
    <w:rsid w:val="003314AD"/>
    <w:rPr>
      <w:rFonts w:ascii="Tahoma" w:hAnsi="Tahoma" w:cs="Tahoma"/>
      <w:sz w:val="16"/>
      <w:szCs w:val="16"/>
    </w:rPr>
  </w:style>
  <w:style w:type="character" w:customStyle="1" w:styleId="BalloonTextChar">
    <w:name w:val="Balloon Text Char"/>
    <w:basedOn w:val="DefaultParagraphFont"/>
    <w:link w:val="BalloonText"/>
    <w:uiPriority w:val="99"/>
    <w:semiHidden/>
    <w:rsid w:val="003314AD"/>
    <w:rPr>
      <w:rFonts w:ascii="Tahoma" w:hAnsi="Tahoma" w:cs="Tahoma"/>
      <w:sz w:val="16"/>
      <w:szCs w:val="16"/>
    </w:rPr>
  </w:style>
  <w:style w:type="paragraph" w:styleId="Header">
    <w:name w:val="header"/>
    <w:basedOn w:val="Normal"/>
    <w:link w:val="HeaderChar"/>
    <w:uiPriority w:val="19"/>
    <w:qFormat/>
    <w:rsid w:val="00FA57E5"/>
    <w:pPr>
      <w:tabs>
        <w:tab w:val="center" w:pos="4536"/>
        <w:tab w:val="right" w:pos="9072"/>
      </w:tabs>
    </w:pPr>
    <w:rPr>
      <w:sz w:val="18"/>
      <w:lang w:val="en-US"/>
    </w:rPr>
  </w:style>
  <w:style w:type="character" w:customStyle="1" w:styleId="HeaderChar">
    <w:name w:val="Header Char"/>
    <w:basedOn w:val="DefaultParagraphFont"/>
    <w:link w:val="Header"/>
    <w:uiPriority w:val="19"/>
    <w:rsid w:val="00FA57E5"/>
    <w:rPr>
      <w:rFonts w:ascii="Calibri" w:hAnsi="Calibri"/>
      <w:sz w:val="18"/>
      <w:lang w:val="en-US"/>
    </w:rPr>
  </w:style>
  <w:style w:type="paragraph" w:styleId="Title">
    <w:name w:val="Title"/>
    <w:basedOn w:val="Normal"/>
    <w:link w:val="TitleChar"/>
    <w:uiPriority w:val="10"/>
    <w:qFormat/>
    <w:rsid w:val="00FA57E5"/>
    <w:pPr>
      <w:spacing w:before="120" w:after="200"/>
      <w:contextualSpacing/>
    </w:pPr>
    <w:rPr>
      <w:rFonts w:ascii="Arial Black" w:eastAsiaTheme="majorEastAsia" w:hAnsi="Arial Black" w:cstheme="majorBidi"/>
      <w:color w:val="305F7B" w:themeColor="text2"/>
      <w:kern w:val="32"/>
      <w:sz w:val="44"/>
      <w:szCs w:val="52"/>
      <w:lang w:val="en-US"/>
    </w:rPr>
  </w:style>
  <w:style w:type="character" w:customStyle="1" w:styleId="TitleChar">
    <w:name w:val="Title Char"/>
    <w:basedOn w:val="DefaultParagraphFont"/>
    <w:link w:val="Title"/>
    <w:uiPriority w:val="10"/>
    <w:rsid w:val="00FA57E5"/>
    <w:rPr>
      <w:rFonts w:ascii="Arial Black" w:eastAsiaTheme="majorEastAsia" w:hAnsi="Arial Black" w:cstheme="majorBidi"/>
      <w:color w:val="305F7B" w:themeColor="text2"/>
      <w:kern w:val="32"/>
      <w:sz w:val="44"/>
      <w:szCs w:val="52"/>
      <w:lang w:val="en-US"/>
    </w:rPr>
  </w:style>
  <w:style w:type="paragraph" w:styleId="Subtitle">
    <w:name w:val="Subtitle"/>
    <w:basedOn w:val="Section1"/>
    <w:link w:val="SubtitleChar"/>
    <w:uiPriority w:val="11"/>
    <w:qFormat/>
    <w:rsid w:val="00FA57E5"/>
    <w:pPr>
      <w:numPr>
        <w:ilvl w:val="1"/>
      </w:numPr>
      <w:contextualSpacing/>
    </w:pPr>
    <w:rPr>
      <w:rFonts w:eastAsiaTheme="majorEastAsia" w:cstheme="majorBidi"/>
      <w:iCs/>
      <w:szCs w:val="24"/>
    </w:rPr>
  </w:style>
  <w:style w:type="character" w:customStyle="1" w:styleId="SubtitleChar">
    <w:name w:val="Subtitle Char"/>
    <w:basedOn w:val="DefaultParagraphFont"/>
    <w:link w:val="Subtitle"/>
    <w:uiPriority w:val="11"/>
    <w:rsid w:val="00FA57E5"/>
    <w:rPr>
      <w:rFonts w:ascii="Arial" w:eastAsiaTheme="majorEastAsia" w:hAnsi="Arial" w:cstheme="majorBidi"/>
      <w:b/>
      <w:iCs/>
      <w:kern w:val="28"/>
      <w:sz w:val="36"/>
      <w:szCs w:val="24"/>
      <w:lang w:val="en-US"/>
    </w:rPr>
  </w:style>
  <w:style w:type="character" w:styleId="Emphasis">
    <w:name w:val="Emphasis"/>
    <w:basedOn w:val="DefaultParagraphFont"/>
    <w:uiPriority w:val="5"/>
    <w:qFormat/>
    <w:rsid w:val="00FA57E5"/>
    <w:rPr>
      <w:b/>
      <w:i/>
      <w:iCs/>
      <w:color w:val="305F7B" w:themeColor="text2"/>
    </w:rPr>
  </w:style>
  <w:style w:type="character" w:styleId="SubtleEmphasis">
    <w:name w:val="Subtle Emphasis"/>
    <w:basedOn w:val="DefaultParagraphFont"/>
    <w:uiPriority w:val="8"/>
    <w:qFormat/>
    <w:rsid w:val="00FA57E5"/>
    <w:rPr>
      <w:i/>
      <w:iCs/>
      <w:color w:val="808080" w:themeColor="text1" w:themeTint="7F"/>
    </w:rPr>
  </w:style>
  <w:style w:type="character" w:styleId="IntenseEmphasis">
    <w:name w:val="Intense Emphasis"/>
    <w:basedOn w:val="DefaultParagraphFont"/>
    <w:uiPriority w:val="8"/>
    <w:qFormat/>
    <w:rsid w:val="00FA57E5"/>
    <w:rPr>
      <w:b/>
      <w:bCs/>
      <w:i/>
      <w:iCs/>
      <w:color w:val="B72331" w:themeColor="accent2"/>
    </w:rPr>
  </w:style>
  <w:style w:type="character" w:styleId="Strong">
    <w:name w:val="Strong"/>
    <w:basedOn w:val="DefaultParagraphFont"/>
    <w:uiPriority w:val="22"/>
    <w:qFormat/>
    <w:rsid w:val="00FA57E5"/>
    <w:rPr>
      <w:b/>
      <w:bCs/>
    </w:rPr>
  </w:style>
  <w:style w:type="paragraph" w:styleId="Quote">
    <w:name w:val="Quote"/>
    <w:basedOn w:val="Normal"/>
    <w:next w:val="BodyText"/>
    <w:link w:val="QuoteChar"/>
    <w:uiPriority w:val="4"/>
    <w:qFormat/>
    <w:rsid w:val="00FA57E5"/>
    <w:rPr>
      <w:rFonts w:asciiTheme="minorHAnsi" w:hAnsiTheme="minorHAnsi"/>
      <w:i/>
      <w:iCs/>
      <w:color w:val="7F7F7F" w:themeColor="text1" w:themeTint="80"/>
      <w:lang w:val="en-US"/>
    </w:rPr>
  </w:style>
  <w:style w:type="character" w:customStyle="1" w:styleId="QuoteChar">
    <w:name w:val="Quote Char"/>
    <w:basedOn w:val="DefaultParagraphFont"/>
    <w:link w:val="Quote"/>
    <w:uiPriority w:val="4"/>
    <w:rsid w:val="00FA57E5"/>
    <w:rPr>
      <w:i/>
      <w:iCs/>
      <w:color w:val="7F7F7F" w:themeColor="text1" w:themeTint="80"/>
      <w:lang w:val="en-US"/>
    </w:rPr>
  </w:style>
  <w:style w:type="paragraph" w:styleId="Caption">
    <w:name w:val="caption"/>
    <w:basedOn w:val="Normal"/>
    <w:next w:val="Normal"/>
    <w:uiPriority w:val="35"/>
    <w:unhideWhenUsed/>
    <w:qFormat/>
    <w:rsid w:val="00FA57E5"/>
    <w:pPr>
      <w:spacing w:after="200"/>
    </w:pPr>
    <w:rPr>
      <w:b/>
      <w:bCs/>
      <w:sz w:val="18"/>
      <w:szCs w:val="18"/>
    </w:rPr>
  </w:style>
  <w:style w:type="paragraph" w:styleId="NoSpacing">
    <w:name w:val="No Spacing"/>
    <w:basedOn w:val="Normal"/>
    <w:link w:val="NoSpacingChar"/>
    <w:uiPriority w:val="1"/>
    <w:semiHidden/>
    <w:unhideWhenUsed/>
    <w:rsid w:val="00D570EB"/>
  </w:style>
  <w:style w:type="character" w:customStyle="1" w:styleId="NoSpacingChar">
    <w:name w:val="No Spacing Char"/>
    <w:basedOn w:val="DefaultParagraphFont"/>
    <w:link w:val="NoSpacing"/>
    <w:uiPriority w:val="1"/>
    <w:semiHidden/>
    <w:rsid w:val="009F5741"/>
    <w:rPr>
      <w:lang w:val="en-US"/>
    </w:rPr>
  </w:style>
  <w:style w:type="paragraph" w:styleId="ListParagraph">
    <w:name w:val="List Paragraph"/>
    <w:basedOn w:val="Normal"/>
    <w:uiPriority w:val="34"/>
    <w:qFormat/>
    <w:rsid w:val="00FA57E5"/>
    <w:pPr>
      <w:ind w:left="720"/>
      <w:contextualSpacing/>
    </w:pPr>
  </w:style>
  <w:style w:type="paragraph" w:styleId="IntenseQuote">
    <w:name w:val="Intense Quote"/>
    <w:basedOn w:val="Normal"/>
    <w:next w:val="BodyText"/>
    <w:link w:val="IntenseQuoteChar"/>
    <w:uiPriority w:val="30"/>
    <w:qFormat/>
    <w:rsid w:val="00FA57E5"/>
    <w:pPr>
      <w:spacing w:before="200" w:after="280"/>
      <w:ind w:left="936" w:right="936"/>
    </w:pPr>
    <w:rPr>
      <w:rFonts w:asciiTheme="minorHAnsi" w:hAnsiTheme="minorHAnsi"/>
      <w:b/>
      <w:bCs/>
      <w:i/>
      <w:iCs/>
      <w:color w:val="305F7B" w:themeColor="accent1"/>
      <w:lang w:val="en-US"/>
    </w:rPr>
  </w:style>
  <w:style w:type="character" w:customStyle="1" w:styleId="IntenseQuoteChar">
    <w:name w:val="Intense Quote Char"/>
    <w:basedOn w:val="DefaultParagraphFont"/>
    <w:link w:val="IntenseQuote"/>
    <w:uiPriority w:val="30"/>
    <w:rsid w:val="00FA57E5"/>
    <w:rPr>
      <w:b/>
      <w:bCs/>
      <w:i/>
      <w:iCs/>
      <w:color w:val="305F7B" w:themeColor="accent1"/>
      <w:lang w:val="en-US"/>
    </w:rPr>
  </w:style>
  <w:style w:type="character" w:styleId="SubtleReference">
    <w:name w:val="Subtle Reference"/>
    <w:uiPriority w:val="31"/>
    <w:semiHidden/>
    <w:unhideWhenUsed/>
    <w:rsid w:val="00D570EB"/>
    <w:rPr>
      <w:smallCaps/>
      <w:color w:val="B72331" w:themeColor="accent2"/>
      <w:u w:val="single"/>
    </w:rPr>
  </w:style>
  <w:style w:type="character" w:styleId="IntenseReference">
    <w:name w:val="Intense Reference"/>
    <w:uiPriority w:val="32"/>
    <w:semiHidden/>
    <w:unhideWhenUsed/>
    <w:rsid w:val="00D570EB"/>
    <w:rPr>
      <w:b/>
      <w:bCs/>
      <w:smallCaps/>
      <w:color w:val="B72331" w:themeColor="accent2"/>
      <w:spacing w:val="5"/>
      <w:u w:val="single"/>
    </w:rPr>
  </w:style>
  <w:style w:type="character" w:styleId="BookTitle">
    <w:name w:val="Book Title"/>
    <w:uiPriority w:val="33"/>
    <w:semiHidden/>
    <w:rsid w:val="00D570EB"/>
    <w:rPr>
      <w:b/>
      <w:bCs/>
      <w:smallCaps/>
      <w:spacing w:val="5"/>
    </w:rPr>
  </w:style>
  <w:style w:type="paragraph" w:styleId="Bibliography">
    <w:name w:val="Bibliography"/>
    <w:basedOn w:val="Normal"/>
    <w:next w:val="BodyText"/>
    <w:uiPriority w:val="37"/>
    <w:unhideWhenUsed/>
    <w:rsid w:val="00B27E08"/>
  </w:style>
  <w:style w:type="character" w:styleId="FollowedHyperlink">
    <w:name w:val="FollowedHyperlink"/>
    <w:basedOn w:val="DefaultParagraphFont"/>
    <w:uiPriority w:val="99"/>
    <w:semiHidden/>
    <w:unhideWhenUsed/>
    <w:rsid w:val="00131413"/>
    <w:rPr>
      <w:color w:val="6092B6" w:themeColor="followedHyperlink"/>
      <w:u w:val="single"/>
    </w:rPr>
  </w:style>
  <w:style w:type="paragraph" w:styleId="Footer">
    <w:name w:val="footer"/>
    <w:basedOn w:val="Normal"/>
    <w:link w:val="FooterChar"/>
    <w:uiPriority w:val="19"/>
    <w:qFormat/>
    <w:rsid w:val="00FA57E5"/>
    <w:pPr>
      <w:tabs>
        <w:tab w:val="center" w:pos="4536"/>
        <w:tab w:val="right" w:pos="9072"/>
      </w:tabs>
    </w:pPr>
    <w:rPr>
      <w:sz w:val="18"/>
      <w:lang w:val="en-US"/>
    </w:rPr>
  </w:style>
  <w:style w:type="character" w:customStyle="1" w:styleId="FooterChar">
    <w:name w:val="Footer Char"/>
    <w:basedOn w:val="DefaultParagraphFont"/>
    <w:link w:val="Footer"/>
    <w:uiPriority w:val="19"/>
    <w:rsid w:val="00FA57E5"/>
    <w:rPr>
      <w:rFonts w:ascii="Calibri" w:hAnsi="Calibri"/>
      <w:sz w:val="18"/>
      <w:lang w:val="en-US"/>
    </w:rPr>
  </w:style>
  <w:style w:type="character" w:styleId="PlaceholderText">
    <w:name w:val="Placeholder Text"/>
    <w:basedOn w:val="DefaultParagraphFont"/>
    <w:uiPriority w:val="99"/>
    <w:semiHidden/>
    <w:rsid w:val="00AD7923"/>
    <w:rPr>
      <w:color w:val="808080"/>
    </w:rPr>
  </w:style>
  <w:style w:type="table" w:styleId="TableGrid">
    <w:name w:val="Table Grid"/>
    <w:basedOn w:val="TableNormal"/>
    <w:uiPriority w:val="59"/>
    <w:rsid w:val="003B064F"/>
    <w:rPr>
      <w:rFonts w:ascii="Arial Narrow" w:eastAsiaTheme="minorEastAsia" w:hAnsi="Arial Narrow"/>
      <w:sz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Narrow" w:hAnsi="Arial Narrow"/>
        <w:b/>
        <w:sz w:val="20"/>
      </w:rPr>
    </w:tblStylePr>
  </w:style>
  <w:style w:type="paragraph" w:styleId="BodyText">
    <w:name w:val="Body Text"/>
    <w:basedOn w:val="Normal"/>
    <w:link w:val="BodyTextChar"/>
    <w:qFormat/>
    <w:rsid w:val="00FA57E5"/>
    <w:pPr>
      <w:spacing w:before="120" w:after="120"/>
    </w:pPr>
    <w:rPr>
      <w:lang w:val="en-US"/>
    </w:rPr>
  </w:style>
  <w:style w:type="table" w:styleId="LightList-Accent1">
    <w:name w:val="Light List Accent 1"/>
    <w:basedOn w:val="TableNormal"/>
    <w:uiPriority w:val="61"/>
    <w:rsid w:val="00CC406E"/>
    <w:tblPr>
      <w:tblStyleRowBandSize w:val="1"/>
      <w:tblStyleColBandSize w:val="1"/>
      <w:tblBorders>
        <w:top w:val="single" w:sz="8" w:space="0" w:color="305F7B" w:themeColor="accent1"/>
        <w:left w:val="single" w:sz="8" w:space="0" w:color="305F7B" w:themeColor="accent1"/>
        <w:bottom w:val="single" w:sz="8" w:space="0" w:color="305F7B" w:themeColor="accent1"/>
        <w:right w:val="single" w:sz="8" w:space="0" w:color="305F7B" w:themeColor="accent1"/>
      </w:tblBorders>
    </w:tblPr>
    <w:tblStylePr w:type="firstRow">
      <w:pPr>
        <w:spacing w:before="0" w:after="0" w:line="240" w:lineRule="auto"/>
      </w:pPr>
      <w:rPr>
        <w:b/>
        <w:bCs/>
        <w:color w:val="FFFFFF" w:themeColor="background1"/>
      </w:rPr>
      <w:tblPr/>
      <w:tcPr>
        <w:shd w:val="clear" w:color="auto" w:fill="305F7B" w:themeFill="accent1"/>
      </w:tcPr>
    </w:tblStylePr>
    <w:tblStylePr w:type="lastRow">
      <w:pPr>
        <w:spacing w:before="0" w:after="0" w:line="240" w:lineRule="auto"/>
      </w:pPr>
      <w:rPr>
        <w:b/>
        <w:bCs/>
      </w:rPr>
      <w:tblPr/>
      <w:tcPr>
        <w:tcBorders>
          <w:top w:val="double" w:sz="6" w:space="0" w:color="305F7B" w:themeColor="accent1"/>
          <w:left w:val="single" w:sz="8" w:space="0" w:color="305F7B" w:themeColor="accent1"/>
          <w:bottom w:val="single" w:sz="8" w:space="0" w:color="305F7B" w:themeColor="accent1"/>
          <w:right w:val="single" w:sz="8" w:space="0" w:color="305F7B" w:themeColor="accent1"/>
        </w:tcBorders>
      </w:tcPr>
    </w:tblStylePr>
    <w:tblStylePr w:type="firstCol">
      <w:rPr>
        <w:b/>
        <w:bCs/>
      </w:rPr>
    </w:tblStylePr>
    <w:tblStylePr w:type="lastCol">
      <w:rPr>
        <w:b/>
        <w:bCs/>
      </w:rPr>
    </w:tblStylePr>
    <w:tblStylePr w:type="band1Vert">
      <w:tblPr/>
      <w:tcPr>
        <w:tcBorders>
          <w:top w:val="single" w:sz="8" w:space="0" w:color="305F7B" w:themeColor="accent1"/>
          <w:left w:val="single" w:sz="8" w:space="0" w:color="305F7B" w:themeColor="accent1"/>
          <w:bottom w:val="single" w:sz="8" w:space="0" w:color="305F7B" w:themeColor="accent1"/>
          <w:right w:val="single" w:sz="8" w:space="0" w:color="305F7B" w:themeColor="accent1"/>
        </w:tcBorders>
      </w:tcPr>
    </w:tblStylePr>
    <w:tblStylePr w:type="band1Horz">
      <w:tblPr/>
      <w:tcPr>
        <w:tcBorders>
          <w:top w:val="single" w:sz="8" w:space="0" w:color="305F7B" w:themeColor="accent1"/>
          <w:left w:val="single" w:sz="8" w:space="0" w:color="305F7B" w:themeColor="accent1"/>
          <w:bottom w:val="single" w:sz="8" w:space="0" w:color="305F7B" w:themeColor="accent1"/>
          <w:right w:val="single" w:sz="8" w:space="0" w:color="305F7B" w:themeColor="accent1"/>
        </w:tcBorders>
      </w:tcPr>
    </w:tblStylePr>
  </w:style>
  <w:style w:type="character" w:customStyle="1" w:styleId="BodyTextChar">
    <w:name w:val="Body Text Char"/>
    <w:basedOn w:val="DefaultParagraphFont"/>
    <w:link w:val="BodyText"/>
    <w:rsid w:val="00FA57E5"/>
    <w:rPr>
      <w:rFonts w:ascii="Calibri" w:hAnsi="Calibri"/>
      <w:lang w:val="en-US"/>
    </w:rPr>
  </w:style>
  <w:style w:type="paragraph" w:customStyle="1" w:styleId="Confidential">
    <w:name w:val="Confidential"/>
    <w:basedOn w:val="Normal"/>
    <w:link w:val="ConfidentialChar"/>
    <w:uiPriority w:val="14"/>
    <w:semiHidden/>
    <w:rsid w:val="00831F54"/>
    <w:pPr>
      <w:numPr>
        <w:ilvl w:val="1"/>
      </w:numPr>
      <w:spacing w:before="240" w:after="120"/>
      <w:contextualSpacing/>
    </w:pPr>
    <w:rPr>
      <w:rFonts w:ascii="Arial Black" w:eastAsiaTheme="majorEastAsia" w:hAnsi="Arial Black" w:cstheme="majorBidi"/>
      <w:b/>
      <w:iCs/>
      <w:caps/>
      <w:color w:val="B72331" w:themeColor="accent2"/>
      <w:kern w:val="28"/>
      <w:sz w:val="18"/>
      <w:szCs w:val="24"/>
    </w:rPr>
  </w:style>
  <w:style w:type="character" w:customStyle="1" w:styleId="ConfidentialChar">
    <w:name w:val="Confidential Char"/>
    <w:basedOn w:val="DefaultParagraphFont"/>
    <w:link w:val="Confidential"/>
    <w:uiPriority w:val="14"/>
    <w:semiHidden/>
    <w:rsid w:val="00B54C23"/>
    <w:rPr>
      <w:rFonts w:ascii="Arial Black" w:eastAsiaTheme="majorEastAsia" w:hAnsi="Arial Black" w:cstheme="majorBidi"/>
      <w:b/>
      <w:iCs/>
      <w:caps/>
      <w:color w:val="B72331" w:themeColor="accent2"/>
      <w:kern w:val="28"/>
      <w:sz w:val="18"/>
      <w:szCs w:val="24"/>
      <w:lang w:val="en-US"/>
    </w:rPr>
  </w:style>
  <w:style w:type="numbering" w:customStyle="1" w:styleId="HMSHeadings">
    <w:name w:val="HMS Headings"/>
    <w:uiPriority w:val="99"/>
    <w:rsid w:val="00D6614A"/>
    <w:pPr>
      <w:numPr>
        <w:numId w:val="1"/>
      </w:numPr>
    </w:pPr>
  </w:style>
  <w:style w:type="paragraph" w:customStyle="1" w:styleId="Section2">
    <w:name w:val="Section 2"/>
    <w:basedOn w:val="Section1"/>
    <w:next w:val="BodyText"/>
    <w:link w:val="Section2Char"/>
    <w:uiPriority w:val="9"/>
    <w:qFormat/>
    <w:rsid w:val="00FA57E5"/>
    <w:pPr>
      <w:spacing w:before="240"/>
    </w:pPr>
    <w:rPr>
      <w:sz w:val="28"/>
    </w:rPr>
  </w:style>
  <w:style w:type="paragraph" w:customStyle="1" w:styleId="Section3">
    <w:name w:val="Section 3"/>
    <w:basedOn w:val="Section2"/>
    <w:next w:val="BodyText"/>
    <w:link w:val="Section3Char"/>
    <w:uiPriority w:val="9"/>
    <w:qFormat/>
    <w:rsid w:val="00FA57E5"/>
    <w:rPr>
      <w:sz w:val="24"/>
    </w:rPr>
  </w:style>
  <w:style w:type="character" w:customStyle="1" w:styleId="Section1Char">
    <w:name w:val="Section 1 Char"/>
    <w:basedOn w:val="DefaultParagraphFont"/>
    <w:link w:val="Section1"/>
    <w:uiPriority w:val="9"/>
    <w:rsid w:val="00FA57E5"/>
    <w:rPr>
      <w:rFonts w:ascii="Arial" w:eastAsia="Times New Roman" w:hAnsi="Arial" w:cstheme="majorHAnsi"/>
      <w:b/>
      <w:kern w:val="28"/>
      <w:sz w:val="36"/>
      <w:szCs w:val="36"/>
      <w:lang w:val="en-US"/>
    </w:rPr>
  </w:style>
  <w:style w:type="character" w:customStyle="1" w:styleId="Section2Char">
    <w:name w:val="Section 2 Char"/>
    <w:basedOn w:val="Section1Char"/>
    <w:link w:val="Section2"/>
    <w:uiPriority w:val="9"/>
    <w:rsid w:val="00FA57E5"/>
    <w:rPr>
      <w:rFonts w:ascii="Arial" w:eastAsia="Times New Roman" w:hAnsi="Arial" w:cstheme="majorHAnsi"/>
      <w:b/>
      <w:kern w:val="28"/>
      <w:sz w:val="28"/>
      <w:szCs w:val="36"/>
      <w:lang w:val="en-US"/>
    </w:rPr>
  </w:style>
  <w:style w:type="paragraph" w:customStyle="1" w:styleId="Section4">
    <w:name w:val="Section 4"/>
    <w:basedOn w:val="Section3"/>
    <w:next w:val="BodyText"/>
    <w:link w:val="Section4Char"/>
    <w:uiPriority w:val="9"/>
    <w:qFormat/>
    <w:rsid w:val="00FA57E5"/>
  </w:style>
  <w:style w:type="character" w:customStyle="1" w:styleId="Section3Char">
    <w:name w:val="Section 3 Char"/>
    <w:basedOn w:val="Section2Char"/>
    <w:link w:val="Section3"/>
    <w:uiPriority w:val="9"/>
    <w:rsid w:val="00FA57E5"/>
    <w:rPr>
      <w:rFonts w:ascii="Arial" w:eastAsia="Times New Roman" w:hAnsi="Arial" w:cstheme="majorHAnsi"/>
      <w:b/>
      <w:kern w:val="28"/>
      <w:sz w:val="24"/>
      <w:szCs w:val="36"/>
      <w:lang w:val="en-US"/>
    </w:rPr>
  </w:style>
  <w:style w:type="table" w:styleId="LightShading-Accent1">
    <w:name w:val="Light Shading Accent 1"/>
    <w:basedOn w:val="TableNormal"/>
    <w:uiPriority w:val="60"/>
    <w:rsid w:val="00C40137"/>
    <w:rPr>
      <w:color w:val="24465C" w:themeColor="accent1" w:themeShade="BF"/>
    </w:rPr>
    <w:tblPr>
      <w:tblStyleRowBandSize w:val="1"/>
      <w:tblStyleColBandSize w:val="1"/>
      <w:tblBorders>
        <w:top w:val="single" w:sz="8" w:space="0" w:color="305F7B" w:themeColor="accent1"/>
        <w:bottom w:val="single" w:sz="8" w:space="0" w:color="305F7B" w:themeColor="accent1"/>
      </w:tblBorders>
    </w:tblPr>
    <w:tblStylePr w:type="firstRow">
      <w:pPr>
        <w:spacing w:before="0" w:after="0" w:line="240" w:lineRule="auto"/>
      </w:pPr>
      <w:rPr>
        <w:b/>
        <w:bCs/>
      </w:rPr>
      <w:tblPr/>
      <w:tcPr>
        <w:tcBorders>
          <w:top w:val="single" w:sz="8" w:space="0" w:color="305F7B" w:themeColor="accent1"/>
          <w:left w:val="nil"/>
          <w:bottom w:val="single" w:sz="8" w:space="0" w:color="305F7B" w:themeColor="accent1"/>
          <w:right w:val="nil"/>
          <w:insideH w:val="nil"/>
          <w:insideV w:val="nil"/>
        </w:tcBorders>
      </w:tcPr>
    </w:tblStylePr>
    <w:tblStylePr w:type="lastRow">
      <w:pPr>
        <w:spacing w:before="0" w:after="0" w:line="240" w:lineRule="auto"/>
      </w:pPr>
      <w:rPr>
        <w:b/>
        <w:bCs/>
      </w:rPr>
      <w:tblPr/>
      <w:tcPr>
        <w:tcBorders>
          <w:top w:val="single" w:sz="8" w:space="0" w:color="305F7B" w:themeColor="accent1"/>
          <w:left w:val="nil"/>
          <w:bottom w:val="single" w:sz="8" w:space="0" w:color="305F7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9E7" w:themeFill="accent1" w:themeFillTint="3F"/>
      </w:tcPr>
    </w:tblStylePr>
    <w:tblStylePr w:type="band1Horz">
      <w:tblPr/>
      <w:tcPr>
        <w:tcBorders>
          <w:left w:val="nil"/>
          <w:right w:val="nil"/>
          <w:insideH w:val="nil"/>
          <w:insideV w:val="nil"/>
        </w:tcBorders>
        <w:shd w:val="clear" w:color="auto" w:fill="C2D9E7" w:themeFill="accent1" w:themeFillTint="3F"/>
      </w:tcPr>
    </w:tblStylePr>
  </w:style>
  <w:style w:type="character" w:customStyle="1" w:styleId="Section4Char">
    <w:name w:val="Section 4 Char"/>
    <w:basedOn w:val="Section3Char"/>
    <w:link w:val="Section4"/>
    <w:uiPriority w:val="9"/>
    <w:rsid w:val="00FA57E5"/>
    <w:rPr>
      <w:rFonts w:ascii="Arial" w:eastAsia="Times New Roman" w:hAnsi="Arial" w:cstheme="majorHAnsi"/>
      <w:b/>
      <w:kern w:val="28"/>
      <w:sz w:val="24"/>
      <w:szCs w:val="36"/>
      <w:lang w:val="en-US"/>
    </w:rPr>
  </w:style>
  <w:style w:type="table" w:styleId="MediumShading1-Accent1">
    <w:name w:val="Medium Shading 1 Accent 1"/>
    <w:basedOn w:val="TableNormal"/>
    <w:uiPriority w:val="63"/>
    <w:rsid w:val="00C40137"/>
    <w:tblPr>
      <w:tblStyleRowBandSize w:val="1"/>
      <w:tblStyleColBandSize w:val="1"/>
      <w:tblBorders>
        <w:top w:val="single" w:sz="8" w:space="0" w:color="488DB7" w:themeColor="accent1" w:themeTint="BF"/>
        <w:left w:val="single" w:sz="8" w:space="0" w:color="488DB7" w:themeColor="accent1" w:themeTint="BF"/>
        <w:bottom w:val="single" w:sz="8" w:space="0" w:color="488DB7" w:themeColor="accent1" w:themeTint="BF"/>
        <w:right w:val="single" w:sz="8" w:space="0" w:color="488DB7" w:themeColor="accent1" w:themeTint="BF"/>
        <w:insideH w:val="single" w:sz="8" w:space="0" w:color="488DB7" w:themeColor="accent1" w:themeTint="BF"/>
      </w:tblBorders>
    </w:tblPr>
    <w:tblStylePr w:type="firstRow">
      <w:pPr>
        <w:spacing w:before="0" w:after="0" w:line="240" w:lineRule="auto"/>
      </w:pPr>
      <w:rPr>
        <w:b/>
        <w:bCs/>
        <w:color w:val="FFFFFF" w:themeColor="background1"/>
      </w:rPr>
      <w:tblPr/>
      <w:tcPr>
        <w:tcBorders>
          <w:top w:val="single" w:sz="8" w:space="0" w:color="488DB7" w:themeColor="accent1" w:themeTint="BF"/>
          <w:left w:val="single" w:sz="8" w:space="0" w:color="488DB7" w:themeColor="accent1" w:themeTint="BF"/>
          <w:bottom w:val="single" w:sz="8" w:space="0" w:color="488DB7" w:themeColor="accent1" w:themeTint="BF"/>
          <w:right w:val="single" w:sz="8" w:space="0" w:color="488DB7" w:themeColor="accent1" w:themeTint="BF"/>
          <w:insideH w:val="nil"/>
          <w:insideV w:val="nil"/>
        </w:tcBorders>
        <w:shd w:val="clear" w:color="auto" w:fill="305F7B" w:themeFill="accent1"/>
      </w:tcPr>
    </w:tblStylePr>
    <w:tblStylePr w:type="lastRow">
      <w:pPr>
        <w:spacing w:before="0" w:after="0" w:line="240" w:lineRule="auto"/>
      </w:pPr>
      <w:rPr>
        <w:b/>
        <w:bCs/>
      </w:rPr>
      <w:tblPr/>
      <w:tcPr>
        <w:tcBorders>
          <w:top w:val="double" w:sz="6" w:space="0" w:color="488DB7" w:themeColor="accent1" w:themeTint="BF"/>
          <w:left w:val="single" w:sz="8" w:space="0" w:color="488DB7" w:themeColor="accent1" w:themeTint="BF"/>
          <w:bottom w:val="single" w:sz="8" w:space="0" w:color="488DB7" w:themeColor="accent1" w:themeTint="BF"/>
          <w:right w:val="single" w:sz="8" w:space="0" w:color="488DB7" w:themeColor="accent1" w:themeTint="BF"/>
          <w:insideH w:val="nil"/>
          <w:insideV w:val="nil"/>
        </w:tcBorders>
      </w:tcPr>
    </w:tblStylePr>
    <w:tblStylePr w:type="firstCol">
      <w:rPr>
        <w:b/>
        <w:bCs/>
      </w:rPr>
    </w:tblStylePr>
    <w:tblStylePr w:type="lastCol">
      <w:rPr>
        <w:b/>
        <w:bCs/>
      </w:rPr>
    </w:tblStylePr>
    <w:tblStylePr w:type="band1Vert">
      <w:tblPr/>
      <w:tcPr>
        <w:shd w:val="clear" w:color="auto" w:fill="C2D9E7" w:themeFill="accent1" w:themeFillTint="3F"/>
      </w:tcPr>
    </w:tblStylePr>
    <w:tblStylePr w:type="band1Horz">
      <w:tblPr/>
      <w:tcPr>
        <w:tcBorders>
          <w:insideH w:val="nil"/>
          <w:insideV w:val="nil"/>
        </w:tcBorders>
        <w:shd w:val="clear" w:color="auto" w:fill="C2D9E7"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rsid w:val="00C40137"/>
    <w:tblPr>
      <w:tblStyleRowBandSize w:val="1"/>
      <w:tblStyleColBandSize w:val="1"/>
      <w:tblBorders>
        <w:top w:val="single" w:sz="8" w:space="0" w:color="305F7B" w:themeColor="accent1"/>
        <w:left w:val="single" w:sz="8" w:space="0" w:color="305F7B" w:themeColor="accent1"/>
        <w:bottom w:val="single" w:sz="8" w:space="0" w:color="305F7B" w:themeColor="accent1"/>
        <w:right w:val="single" w:sz="8" w:space="0" w:color="305F7B" w:themeColor="accent1"/>
        <w:insideH w:val="single" w:sz="8" w:space="0" w:color="305F7B" w:themeColor="accent1"/>
        <w:insideV w:val="single" w:sz="8" w:space="0" w:color="305F7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05F7B" w:themeColor="accent1"/>
          <w:left w:val="single" w:sz="8" w:space="0" w:color="305F7B" w:themeColor="accent1"/>
          <w:bottom w:val="single" w:sz="18" w:space="0" w:color="305F7B" w:themeColor="accent1"/>
          <w:right w:val="single" w:sz="8" w:space="0" w:color="305F7B" w:themeColor="accent1"/>
          <w:insideH w:val="nil"/>
          <w:insideV w:val="single" w:sz="8" w:space="0" w:color="305F7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05F7B" w:themeColor="accent1"/>
          <w:left w:val="single" w:sz="8" w:space="0" w:color="305F7B" w:themeColor="accent1"/>
          <w:bottom w:val="single" w:sz="8" w:space="0" w:color="305F7B" w:themeColor="accent1"/>
          <w:right w:val="single" w:sz="8" w:space="0" w:color="305F7B" w:themeColor="accent1"/>
          <w:insideH w:val="nil"/>
          <w:insideV w:val="single" w:sz="8" w:space="0" w:color="305F7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05F7B" w:themeColor="accent1"/>
          <w:left w:val="single" w:sz="8" w:space="0" w:color="305F7B" w:themeColor="accent1"/>
          <w:bottom w:val="single" w:sz="8" w:space="0" w:color="305F7B" w:themeColor="accent1"/>
          <w:right w:val="single" w:sz="8" w:space="0" w:color="305F7B" w:themeColor="accent1"/>
        </w:tcBorders>
      </w:tcPr>
    </w:tblStylePr>
    <w:tblStylePr w:type="band1Vert">
      <w:tblPr/>
      <w:tcPr>
        <w:tcBorders>
          <w:top w:val="single" w:sz="8" w:space="0" w:color="305F7B" w:themeColor="accent1"/>
          <w:left w:val="single" w:sz="8" w:space="0" w:color="305F7B" w:themeColor="accent1"/>
          <w:bottom w:val="single" w:sz="8" w:space="0" w:color="305F7B" w:themeColor="accent1"/>
          <w:right w:val="single" w:sz="8" w:space="0" w:color="305F7B" w:themeColor="accent1"/>
        </w:tcBorders>
        <w:shd w:val="clear" w:color="auto" w:fill="C2D9E7" w:themeFill="accent1" w:themeFillTint="3F"/>
      </w:tcPr>
    </w:tblStylePr>
    <w:tblStylePr w:type="band1Horz">
      <w:tblPr/>
      <w:tcPr>
        <w:tcBorders>
          <w:top w:val="single" w:sz="8" w:space="0" w:color="305F7B" w:themeColor="accent1"/>
          <w:left w:val="single" w:sz="8" w:space="0" w:color="305F7B" w:themeColor="accent1"/>
          <w:bottom w:val="single" w:sz="8" w:space="0" w:color="305F7B" w:themeColor="accent1"/>
          <w:right w:val="single" w:sz="8" w:space="0" w:color="305F7B" w:themeColor="accent1"/>
          <w:insideV w:val="single" w:sz="8" w:space="0" w:color="305F7B" w:themeColor="accent1"/>
        </w:tcBorders>
        <w:shd w:val="clear" w:color="auto" w:fill="C2D9E7" w:themeFill="accent1" w:themeFillTint="3F"/>
      </w:tcPr>
    </w:tblStylePr>
    <w:tblStylePr w:type="band2Horz">
      <w:tblPr/>
      <w:tcPr>
        <w:tcBorders>
          <w:top w:val="single" w:sz="8" w:space="0" w:color="305F7B" w:themeColor="accent1"/>
          <w:left w:val="single" w:sz="8" w:space="0" w:color="305F7B" w:themeColor="accent1"/>
          <w:bottom w:val="single" w:sz="8" w:space="0" w:color="305F7B" w:themeColor="accent1"/>
          <w:right w:val="single" w:sz="8" w:space="0" w:color="305F7B" w:themeColor="accent1"/>
          <w:insideV w:val="single" w:sz="8" w:space="0" w:color="305F7B" w:themeColor="accent1"/>
        </w:tcBorders>
      </w:tcPr>
    </w:tblStylePr>
  </w:style>
  <w:style w:type="table" w:styleId="LightGrid-Accent5">
    <w:name w:val="Light Grid Accent 5"/>
    <w:basedOn w:val="TableNormal"/>
    <w:uiPriority w:val="62"/>
    <w:rsid w:val="00C40137"/>
    <w:tblPr>
      <w:tblStyleRowBandSize w:val="1"/>
      <w:tblStyleColBandSize w:val="1"/>
      <w:tblBorders>
        <w:top w:val="single" w:sz="8" w:space="0" w:color="6092B6" w:themeColor="accent5"/>
        <w:left w:val="single" w:sz="8" w:space="0" w:color="6092B6" w:themeColor="accent5"/>
        <w:bottom w:val="single" w:sz="8" w:space="0" w:color="6092B6" w:themeColor="accent5"/>
        <w:right w:val="single" w:sz="8" w:space="0" w:color="6092B6" w:themeColor="accent5"/>
        <w:insideH w:val="single" w:sz="8" w:space="0" w:color="6092B6" w:themeColor="accent5"/>
        <w:insideV w:val="single" w:sz="8" w:space="0" w:color="6092B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092B6" w:themeColor="accent5"/>
          <w:left w:val="single" w:sz="8" w:space="0" w:color="6092B6" w:themeColor="accent5"/>
          <w:bottom w:val="single" w:sz="18" w:space="0" w:color="6092B6" w:themeColor="accent5"/>
          <w:right w:val="single" w:sz="8" w:space="0" w:color="6092B6" w:themeColor="accent5"/>
          <w:insideH w:val="nil"/>
          <w:insideV w:val="single" w:sz="8" w:space="0" w:color="6092B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092B6" w:themeColor="accent5"/>
          <w:left w:val="single" w:sz="8" w:space="0" w:color="6092B6" w:themeColor="accent5"/>
          <w:bottom w:val="single" w:sz="8" w:space="0" w:color="6092B6" w:themeColor="accent5"/>
          <w:right w:val="single" w:sz="8" w:space="0" w:color="6092B6" w:themeColor="accent5"/>
          <w:insideH w:val="nil"/>
          <w:insideV w:val="single" w:sz="8" w:space="0" w:color="6092B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092B6" w:themeColor="accent5"/>
          <w:left w:val="single" w:sz="8" w:space="0" w:color="6092B6" w:themeColor="accent5"/>
          <w:bottom w:val="single" w:sz="8" w:space="0" w:color="6092B6" w:themeColor="accent5"/>
          <w:right w:val="single" w:sz="8" w:space="0" w:color="6092B6" w:themeColor="accent5"/>
        </w:tcBorders>
      </w:tcPr>
    </w:tblStylePr>
    <w:tblStylePr w:type="band1Vert">
      <w:tblPr/>
      <w:tcPr>
        <w:tcBorders>
          <w:top w:val="single" w:sz="8" w:space="0" w:color="6092B6" w:themeColor="accent5"/>
          <w:left w:val="single" w:sz="8" w:space="0" w:color="6092B6" w:themeColor="accent5"/>
          <w:bottom w:val="single" w:sz="8" w:space="0" w:color="6092B6" w:themeColor="accent5"/>
          <w:right w:val="single" w:sz="8" w:space="0" w:color="6092B6" w:themeColor="accent5"/>
        </w:tcBorders>
        <w:shd w:val="clear" w:color="auto" w:fill="D7E4ED" w:themeFill="accent5" w:themeFillTint="3F"/>
      </w:tcPr>
    </w:tblStylePr>
    <w:tblStylePr w:type="band1Horz">
      <w:tblPr/>
      <w:tcPr>
        <w:tcBorders>
          <w:top w:val="single" w:sz="8" w:space="0" w:color="6092B6" w:themeColor="accent5"/>
          <w:left w:val="single" w:sz="8" w:space="0" w:color="6092B6" w:themeColor="accent5"/>
          <w:bottom w:val="single" w:sz="8" w:space="0" w:color="6092B6" w:themeColor="accent5"/>
          <w:right w:val="single" w:sz="8" w:space="0" w:color="6092B6" w:themeColor="accent5"/>
          <w:insideV w:val="single" w:sz="8" w:space="0" w:color="6092B6" w:themeColor="accent5"/>
        </w:tcBorders>
        <w:shd w:val="clear" w:color="auto" w:fill="D7E4ED" w:themeFill="accent5" w:themeFillTint="3F"/>
      </w:tcPr>
    </w:tblStylePr>
    <w:tblStylePr w:type="band2Horz">
      <w:tblPr/>
      <w:tcPr>
        <w:tcBorders>
          <w:top w:val="single" w:sz="8" w:space="0" w:color="6092B6" w:themeColor="accent5"/>
          <w:left w:val="single" w:sz="8" w:space="0" w:color="6092B6" w:themeColor="accent5"/>
          <w:bottom w:val="single" w:sz="8" w:space="0" w:color="6092B6" w:themeColor="accent5"/>
          <w:right w:val="single" w:sz="8" w:space="0" w:color="6092B6" w:themeColor="accent5"/>
          <w:insideV w:val="single" w:sz="8" w:space="0" w:color="6092B6" w:themeColor="accent5"/>
        </w:tcBorders>
      </w:tcPr>
    </w:tblStylePr>
  </w:style>
  <w:style w:type="table" w:styleId="LightGrid-Accent6">
    <w:name w:val="Light Grid Accent 6"/>
    <w:basedOn w:val="TableNormal"/>
    <w:uiPriority w:val="62"/>
    <w:rsid w:val="00C40137"/>
    <w:tblPr>
      <w:tblStyleRowBandSize w:val="1"/>
      <w:tblStyleColBandSize w:val="1"/>
      <w:tblBorders>
        <w:top w:val="single" w:sz="8" w:space="0" w:color="C3D4DD" w:themeColor="accent6"/>
        <w:left w:val="single" w:sz="8" w:space="0" w:color="C3D4DD" w:themeColor="accent6"/>
        <w:bottom w:val="single" w:sz="8" w:space="0" w:color="C3D4DD" w:themeColor="accent6"/>
        <w:right w:val="single" w:sz="8" w:space="0" w:color="C3D4DD" w:themeColor="accent6"/>
        <w:insideH w:val="single" w:sz="8" w:space="0" w:color="C3D4DD" w:themeColor="accent6"/>
        <w:insideV w:val="single" w:sz="8" w:space="0" w:color="C3D4D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3D4DD" w:themeColor="accent6"/>
          <w:left w:val="single" w:sz="8" w:space="0" w:color="C3D4DD" w:themeColor="accent6"/>
          <w:bottom w:val="single" w:sz="18" w:space="0" w:color="C3D4DD" w:themeColor="accent6"/>
          <w:right w:val="single" w:sz="8" w:space="0" w:color="C3D4DD" w:themeColor="accent6"/>
          <w:insideH w:val="nil"/>
          <w:insideV w:val="single" w:sz="8" w:space="0" w:color="C3D4D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3D4DD" w:themeColor="accent6"/>
          <w:left w:val="single" w:sz="8" w:space="0" w:color="C3D4DD" w:themeColor="accent6"/>
          <w:bottom w:val="single" w:sz="8" w:space="0" w:color="C3D4DD" w:themeColor="accent6"/>
          <w:right w:val="single" w:sz="8" w:space="0" w:color="C3D4DD" w:themeColor="accent6"/>
          <w:insideH w:val="nil"/>
          <w:insideV w:val="single" w:sz="8" w:space="0" w:color="C3D4D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3D4DD" w:themeColor="accent6"/>
          <w:left w:val="single" w:sz="8" w:space="0" w:color="C3D4DD" w:themeColor="accent6"/>
          <w:bottom w:val="single" w:sz="8" w:space="0" w:color="C3D4DD" w:themeColor="accent6"/>
          <w:right w:val="single" w:sz="8" w:space="0" w:color="C3D4DD" w:themeColor="accent6"/>
        </w:tcBorders>
      </w:tcPr>
    </w:tblStylePr>
    <w:tblStylePr w:type="band1Vert">
      <w:tblPr/>
      <w:tcPr>
        <w:tcBorders>
          <w:top w:val="single" w:sz="8" w:space="0" w:color="C3D4DD" w:themeColor="accent6"/>
          <w:left w:val="single" w:sz="8" w:space="0" w:color="C3D4DD" w:themeColor="accent6"/>
          <w:bottom w:val="single" w:sz="8" w:space="0" w:color="C3D4DD" w:themeColor="accent6"/>
          <w:right w:val="single" w:sz="8" w:space="0" w:color="C3D4DD" w:themeColor="accent6"/>
        </w:tcBorders>
        <w:shd w:val="clear" w:color="auto" w:fill="F0F4F6" w:themeFill="accent6" w:themeFillTint="3F"/>
      </w:tcPr>
    </w:tblStylePr>
    <w:tblStylePr w:type="band1Horz">
      <w:tblPr/>
      <w:tcPr>
        <w:tcBorders>
          <w:top w:val="single" w:sz="8" w:space="0" w:color="C3D4DD" w:themeColor="accent6"/>
          <w:left w:val="single" w:sz="8" w:space="0" w:color="C3D4DD" w:themeColor="accent6"/>
          <w:bottom w:val="single" w:sz="8" w:space="0" w:color="C3D4DD" w:themeColor="accent6"/>
          <w:right w:val="single" w:sz="8" w:space="0" w:color="C3D4DD" w:themeColor="accent6"/>
          <w:insideV w:val="single" w:sz="8" w:space="0" w:color="C3D4DD" w:themeColor="accent6"/>
        </w:tcBorders>
        <w:shd w:val="clear" w:color="auto" w:fill="F0F4F6" w:themeFill="accent6" w:themeFillTint="3F"/>
      </w:tcPr>
    </w:tblStylePr>
    <w:tblStylePr w:type="band2Horz">
      <w:tblPr/>
      <w:tcPr>
        <w:tcBorders>
          <w:top w:val="single" w:sz="8" w:space="0" w:color="C3D4DD" w:themeColor="accent6"/>
          <w:left w:val="single" w:sz="8" w:space="0" w:color="C3D4DD" w:themeColor="accent6"/>
          <w:bottom w:val="single" w:sz="8" w:space="0" w:color="C3D4DD" w:themeColor="accent6"/>
          <w:right w:val="single" w:sz="8" w:space="0" w:color="C3D4DD" w:themeColor="accent6"/>
          <w:insideV w:val="single" w:sz="8" w:space="0" w:color="C3D4DD" w:themeColor="accent6"/>
        </w:tcBorders>
      </w:tcPr>
    </w:tblStylePr>
  </w:style>
  <w:style w:type="table" w:customStyle="1" w:styleId="HMSTable">
    <w:name w:val="HMS Table"/>
    <w:basedOn w:val="TableNormal"/>
    <w:uiPriority w:val="99"/>
    <w:rsid w:val="00D6614A"/>
    <w:rPr>
      <w:rFonts w:ascii="Arial Narrow" w:hAnsi="Arial Narrow"/>
      <w:sz w:val="20"/>
    </w:rPr>
    <w:tblPr>
      <w:tblStyleRow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tblStylePr w:type="firstRow">
      <w:rPr>
        <w:rFonts w:ascii="Arial Narrow" w:hAnsi="Arial Narrow"/>
        <w:b/>
        <w:color w:val="FFFFFF" w:themeColor="background1"/>
        <w:sz w:val="20"/>
      </w:rPr>
      <w:tblPr/>
      <w:trPr>
        <w:tblHeader/>
      </w:tr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l2br w:val="nil"/>
          <w:tr2bl w:val="nil"/>
        </w:tcBorders>
        <w:shd w:val="clear" w:color="auto" w:fill="305F7B" w:themeFill="text2"/>
      </w:tcPr>
    </w:tblStylePr>
    <w:tblStylePr w:type="lastRow">
      <w:rPr>
        <w:b w:val="0"/>
      </w:rPr>
    </w:tblStylePr>
    <w:tblStylePr w:type="band1Horz">
      <w:tblPr/>
      <w:tcPr>
        <w:shd w:val="clear" w:color="auto" w:fill="E2EFF6"/>
      </w:tcPr>
    </w:tblStylePr>
  </w:style>
  <w:style w:type="paragraph" w:customStyle="1" w:styleId="Tabletext">
    <w:name w:val="Table text"/>
    <w:link w:val="TabletextChar"/>
    <w:uiPriority w:val="3"/>
    <w:qFormat/>
    <w:rsid w:val="00FA57E5"/>
    <w:pPr>
      <w:keepLines/>
      <w:spacing w:before="40" w:after="40"/>
    </w:pPr>
    <w:rPr>
      <w:rFonts w:ascii="Arial Narrow" w:hAnsi="Arial Narrow"/>
      <w:sz w:val="20"/>
      <w:lang w:val="en-US"/>
    </w:rPr>
  </w:style>
  <w:style w:type="character" w:customStyle="1" w:styleId="TabletextChar">
    <w:name w:val="Table text Char"/>
    <w:basedOn w:val="DefaultParagraphFont"/>
    <w:link w:val="Tabletext"/>
    <w:uiPriority w:val="3"/>
    <w:rsid w:val="00FA57E5"/>
    <w:rPr>
      <w:rFonts w:ascii="Arial Narrow" w:hAnsi="Arial Narrow"/>
      <w:sz w:val="20"/>
      <w:lang w:val="en-US"/>
    </w:rPr>
  </w:style>
  <w:style w:type="table" w:styleId="LightList-Accent5">
    <w:name w:val="Light List Accent 5"/>
    <w:basedOn w:val="TableNormal"/>
    <w:uiPriority w:val="61"/>
    <w:rsid w:val="00930545"/>
    <w:tblPr>
      <w:tblStyleRowBandSize w:val="1"/>
      <w:tblStyleColBandSize w:val="1"/>
      <w:tblBorders>
        <w:top w:val="single" w:sz="8" w:space="0" w:color="6092B6" w:themeColor="accent5"/>
        <w:left w:val="single" w:sz="8" w:space="0" w:color="6092B6" w:themeColor="accent5"/>
        <w:bottom w:val="single" w:sz="8" w:space="0" w:color="6092B6" w:themeColor="accent5"/>
        <w:right w:val="single" w:sz="8" w:space="0" w:color="6092B6" w:themeColor="accent5"/>
      </w:tblBorders>
    </w:tblPr>
    <w:tblStylePr w:type="firstRow">
      <w:pPr>
        <w:spacing w:before="0" w:after="0" w:line="240" w:lineRule="auto"/>
      </w:pPr>
      <w:rPr>
        <w:b/>
        <w:bCs/>
        <w:color w:val="FFFFFF" w:themeColor="background1"/>
      </w:rPr>
      <w:tblPr/>
      <w:tcPr>
        <w:shd w:val="clear" w:color="auto" w:fill="6092B6" w:themeFill="accent5"/>
      </w:tcPr>
    </w:tblStylePr>
    <w:tblStylePr w:type="lastRow">
      <w:pPr>
        <w:spacing w:before="0" w:after="0" w:line="240" w:lineRule="auto"/>
      </w:pPr>
      <w:rPr>
        <w:b/>
        <w:bCs/>
      </w:rPr>
      <w:tblPr/>
      <w:tcPr>
        <w:tcBorders>
          <w:top w:val="double" w:sz="6" w:space="0" w:color="6092B6" w:themeColor="accent5"/>
          <w:left w:val="single" w:sz="8" w:space="0" w:color="6092B6" w:themeColor="accent5"/>
          <w:bottom w:val="single" w:sz="8" w:space="0" w:color="6092B6" w:themeColor="accent5"/>
          <w:right w:val="single" w:sz="8" w:space="0" w:color="6092B6" w:themeColor="accent5"/>
        </w:tcBorders>
      </w:tcPr>
    </w:tblStylePr>
    <w:tblStylePr w:type="firstCol">
      <w:rPr>
        <w:b/>
        <w:bCs/>
      </w:rPr>
    </w:tblStylePr>
    <w:tblStylePr w:type="lastCol">
      <w:rPr>
        <w:b/>
        <w:bCs/>
      </w:rPr>
    </w:tblStylePr>
    <w:tblStylePr w:type="band1Vert">
      <w:tblPr/>
      <w:tcPr>
        <w:tcBorders>
          <w:top w:val="single" w:sz="8" w:space="0" w:color="6092B6" w:themeColor="accent5"/>
          <w:left w:val="single" w:sz="8" w:space="0" w:color="6092B6" w:themeColor="accent5"/>
          <w:bottom w:val="single" w:sz="8" w:space="0" w:color="6092B6" w:themeColor="accent5"/>
          <w:right w:val="single" w:sz="8" w:space="0" w:color="6092B6" w:themeColor="accent5"/>
        </w:tcBorders>
      </w:tcPr>
    </w:tblStylePr>
    <w:tblStylePr w:type="band1Horz">
      <w:tblPr/>
      <w:tcPr>
        <w:tcBorders>
          <w:top w:val="single" w:sz="8" w:space="0" w:color="6092B6" w:themeColor="accent5"/>
          <w:left w:val="single" w:sz="8" w:space="0" w:color="6092B6" w:themeColor="accent5"/>
          <w:bottom w:val="single" w:sz="8" w:space="0" w:color="6092B6" w:themeColor="accent5"/>
          <w:right w:val="single" w:sz="8" w:space="0" w:color="6092B6" w:themeColor="accent5"/>
        </w:tcBorders>
      </w:tcPr>
    </w:tblStylePr>
  </w:style>
  <w:style w:type="paragraph" w:styleId="Index1">
    <w:name w:val="index 1"/>
    <w:basedOn w:val="Normal"/>
    <w:next w:val="Normal"/>
    <w:autoRedefine/>
    <w:uiPriority w:val="99"/>
    <w:semiHidden/>
    <w:unhideWhenUsed/>
    <w:rsid w:val="00EA7E7C"/>
    <w:pPr>
      <w:ind w:left="220" w:hanging="220"/>
    </w:pPr>
  </w:style>
  <w:style w:type="character" w:styleId="CommentReference">
    <w:name w:val="annotation reference"/>
    <w:basedOn w:val="DefaultParagraphFont"/>
    <w:uiPriority w:val="99"/>
    <w:semiHidden/>
    <w:unhideWhenUsed/>
    <w:rsid w:val="00D05BB8"/>
    <w:rPr>
      <w:sz w:val="16"/>
      <w:szCs w:val="16"/>
    </w:rPr>
  </w:style>
  <w:style w:type="paragraph" w:styleId="CommentText">
    <w:name w:val="annotation text"/>
    <w:basedOn w:val="Normal"/>
    <w:link w:val="CommentTextChar"/>
    <w:uiPriority w:val="99"/>
    <w:semiHidden/>
    <w:unhideWhenUsed/>
    <w:rsid w:val="00D05BB8"/>
    <w:rPr>
      <w:sz w:val="20"/>
      <w:szCs w:val="20"/>
    </w:rPr>
  </w:style>
  <w:style w:type="character" w:customStyle="1" w:styleId="CommentTextChar">
    <w:name w:val="Comment Text Char"/>
    <w:basedOn w:val="DefaultParagraphFont"/>
    <w:link w:val="CommentText"/>
    <w:uiPriority w:val="99"/>
    <w:semiHidden/>
    <w:rsid w:val="00D05BB8"/>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D05BB8"/>
    <w:rPr>
      <w:b/>
      <w:bCs/>
    </w:rPr>
  </w:style>
  <w:style w:type="character" w:customStyle="1" w:styleId="CommentSubjectChar">
    <w:name w:val="Comment Subject Char"/>
    <w:basedOn w:val="CommentTextChar"/>
    <w:link w:val="CommentSubject"/>
    <w:uiPriority w:val="99"/>
    <w:semiHidden/>
    <w:rsid w:val="00D05BB8"/>
    <w:rPr>
      <w:rFonts w:ascii="Calibri" w:hAnsi="Calibri"/>
      <w:b/>
      <w:bCs/>
      <w:sz w:val="20"/>
      <w:szCs w:val="20"/>
    </w:rPr>
  </w:style>
  <w:style w:type="table" w:styleId="TableGridLight">
    <w:name w:val="Grid Table Light"/>
    <w:basedOn w:val="TableNormal"/>
    <w:uiPriority w:val="40"/>
    <w:rsid w:val="003264B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E779EF"/>
    <w:pPr>
      <w:spacing w:before="100" w:beforeAutospacing="1" w:after="100" w:afterAutospacing="1"/>
    </w:pPr>
    <w:rPr>
      <w:rFonts w:ascii="Times New Roman" w:eastAsia="Times New Roman" w:hAnsi="Times New Roman" w:cs="Times New Roman"/>
      <w:sz w:val="24"/>
      <w:szCs w:val="24"/>
      <w:lang w:eastAsia="sv-SE"/>
    </w:rPr>
  </w:style>
  <w:style w:type="paragraph" w:customStyle="1" w:styleId="6C62A81FF6DA492F9367547D70485926">
    <w:name w:val="6C62A81FF6DA492F9367547D70485926"/>
    <w:rsid w:val="00077D56"/>
    <w:pPr>
      <w:spacing w:after="160" w:line="259" w:lineRule="auto"/>
    </w:pPr>
    <w:rPr>
      <w:rFonts w:eastAsiaTheme="minorEastAsia"/>
      <w:lang w:eastAsia="sv-SE"/>
    </w:rPr>
  </w:style>
  <w:style w:type="paragraph" w:customStyle="1" w:styleId="Heading">
    <w:name w:val="Heading"/>
    <w:basedOn w:val="Heading1"/>
    <w:rsid w:val="00435F6A"/>
    <w:pPr>
      <w:pageBreakBefore w:val="0"/>
      <w:numPr>
        <w:numId w:val="0"/>
      </w:numPr>
      <w:tabs>
        <w:tab w:val="left" w:pos="1418"/>
      </w:tabs>
      <w:overflowPunct w:val="0"/>
      <w:autoSpaceDE w:val="0"/>
      <w:autoSpaceDN w:val="0"/>
      <w:adjustRightInd w:val="0"/>
      <w:spacing w:after="60"/>
      <w:textAlignment w:val="baseline"/>
      <w:outlineLvl w:val="9"/>
    </w:pPr>
    <w:rPr>
      <w:rFonts w:ascii="Verdana" w:eastAsia="Times New Roman" w:hAnsi="Verdana" w:cs="Times New Roman"/>
      <w:b/>
      <w:sz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228357">
      <w:bodyDiv w:val="1"/>
      <w:marLeft w:val="0"/>
      <w:marRight w:val="0"/>
      <w:marTop w:val="0"/>
      <w:marBottom w:val="0"/>
      <w:divBdr>
        <w:top w:val="none" w:sz="0" w:space="0" w:color="auto"/>
        <w:left w:val="none" w:sz="0" w:space="0" w:color="auto"/>
        <w:bottom w:val="none" w:sz="0" w:space="0" w:color="auto"/>
        <w:right w:val="none" w:sz="0" w:space="0" w:color="auto"/>
      </w:divBdr>
    </w:div>
    <w:div w:id="1096902033">
      <w:bodyDiv w:val="1"/>
      <w:marLeft w:val="0"/>
      <w:marRight w:val="0"/>
      <w:marTop w:val="0"/>
      <w:marBottom w:val="0"/>
      <w:divBdr>
        <w:top w:val="none" w:sz="0" w:space="0" w:color="auto"/>
        <w:left w:val="none" w:sz="0" w:space="0" w:color="auto"/>
        <w:bottom w:val="none" w:sz="0" w:space="0" w:color="auto"/>
        <w:right w:val="none" w:sz="0" w:space="0" w:color="auto"/>
      </w:divBdr>
    </w:div>
    <w:div w:id="1170174186">
      <w:bodyDiv w:val="1"/>
      <w:marLeft w:val="0"/>
      <w:marRight w:val="0"/>
      <w:marTop w:val="0"/>
      <w:marBottom w:val="0"/>
      <w:divBdr>
        <w:top w:val="none" w:sz="0" w:space="0" w:color="auto"/>
        <w:left w:val="none" w:sz="0" w:space="0" w:color="auto"/>
        <w:bottom w:val="none" w:sz="0" w:space="0" w:color="auto"/>
        <w:right w:val="none" w:sz="0" w:space="0" w:color="auto"/>
      </w:divBdr>
    </w:div>
    <w:div w:id="154344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anybus.com"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intranet.hms.se/bugtracking/bt/view.php?id=6099"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Downloads\Release%20information%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2D1A5BEB8034E23BA48F90303301DF3"/>
        <w:category>
          <w:name w:val="General"/>
          <w:gallery w:val="placeholder"/>
        </w:category>
        <w:types>
          <w:type w:val="bbPlcHdr"/>
        </w:types>
        <w:behaviors>
          <w:behavior w:val="content"/>
        </w:behaviors>
        <w:guid w:val="{439317A5-38D1-459D-9D9B-6A3B4BD4E301}"/>
      </w:docPartPr>
      <w:docPartBody>
        <w:p w:rsidR="00A236C6" w:rsidRDefault="00C737E6">
          <w:pPr>
            <w:pStyle w:val="A2D1A5BEB8034E23BA48F90303301DF3"/>
          </w:pPr>
          <w:r w:rsidRPr="003D796C">
            <w:rPr>
              <w:rStyle w:val="PlaceholderText"/>
            </w:rPr>
            <w:t>Choose an item.</w:t>
          </w:r>
        </w:p>
      </w:docPartBody>
    </w:docPart>
    <w:docPart>
      <w:docPartPr>
        <w:name w:val="B156F49360D84D298B6FCE367EADDE22"/>
        <w:category>
          <w:name w:val="General"/>
          <w:gallery w:val="placeholder"/>
        </w:category>
        <w:types>
          <w:type w:val="bbPlcHdr"/>
        </w:types>
        <w:behaviors>
          <w:behavior w:val="content"/>
        </w:behaviors>
        <w:guid w:val="{1637B730-AB64-4CD6-93F2-91D45A4262CC}"/>
      </w:docPartPr>
      <w:docPartBody>
        <w:p w:rsidR="00A236C6" w:rsidRDefault="00C737E6">
          <w:pPr>
            <w:pStyle w:val="B156F49360D84D298B6FCE367EADDE22"/>
          </w:pPr>
          <w:r w:rsidRPr="00ED4D69">
            <w:rPr>
              <w:color w:val="0070C0"/>
            </w:rPr>
            <w:t>Flash image</w:t>
          </w:r>
        </w:p>
      </w:docPartBody>
    </w:docPart>
    <w:docPart>
      <w:docPartPr>
        <w:name w:val="7E864EB63AEB4F08BE41368218D1C759"/>
        <w:category>
          <w:name w:val="General"/>
          <w:gallery w:val="placeholder"/>
        </w:category>
        <w:types>
          <w:type w:val="bbPlcHdr"/>
        </w:types>
        <w:behaviors>
          <w:behavior w:val="content"/>
        </w:behaviors>
        <w:guid w:val="{CDE07BDC-8090-48BD-AD68-BC421B77BD43}"/>
      </w:docPartPr>
      <w:docPartBody>
        <w:p w:rsidR="00A236C6" w:rsidRDefault="00C737E6">
          <w:pPr>
            <w:pStyle w:val="7E864EB63AEB4F08BE41368218D1C759"/>
          </w:pPr>
          <w:r w:rsidRPr="00ED4D69">
            <w:rPr>
              <w:color w:val="0070C0"/>
            </w:rPr>
            <w:t>7188_1_01_12.BIN</w:t>
          </w:r>
        </w:p>
      </w:docPartBody>
    </w:docPart>
    <w:docPart>
      <w:docPartPr>
        <w:name w:val="AE445E92E1BF412693F3BCB2ACD2C172"/>
        <w:category>
          <w:name w:val="General"/>
          <w:gallery w:val="placeholder"/>
        </w:category>
        <w:types>
          <w:type w:val="bbPlcHdr"/>
        </w:types>
        <w:behaviors>
          <w:behavior w:val="content"/>
        </w:behaviors>
        <w:guid w:val="{0B7C7586-8994-48CB-AE87-F812B5DC71D0}"/>
      </w:docPartPr>
      <w:docPartBody>
        <w:p w:rsidR="00A236C6" w:rsidRDefault="00C737E6">
          <w:pPr>
            <w:pStyle w:val="AE445E92E1BF412693F3BCB2ACD2C172"/>
          </w:pPr>
          <w:r>
            <w:rPr>
              <w:rStyle w:val="PlaceholderText"/>
              <w:color w:val="0070C0"/>
            </w:rPr>
            <w:t>7188_APP_1.01.12</w:t>
          </w:r>
        </w:p>
      </w:docPartBody>
    </w:docPart>
    <w:docPart>
      <w:docPartPr>
        <w:name w:val="BA3133994B4F441A8E943D82917F97CE"/>
        <w:category>
          <w:name w:val="General"/>
          <w:gallery w:val="placeholder"/>
        </w:category>
        <w:types>
          <w:type w:val="bbPlcHdr"/>
        </w:types>
        <w:behaviors>
          <w:behavior w:val="content"/>
        </w:behaviors>
        <w:guid w:val="{F6BC118F-48A1-4225-8FE4-2C1A58E016FC}"/>
      </w:docPartPr>
      <w:docPartBody>
        <w:p w:rsidR="00A236C6" w:rsidRDefault="00C737E6">
          <w:pPr>
            <w:pStyle w:val="BA3133994B4F441A8E943D82917F97CE"/>
          </w:pPr>
          <w:r w:rsidRPr="003D796C">
            <w:rPr>
              <w:rStyle w:val="PlaceholderText"/>
            </w:rPr>
            <w:t>Choose an item.</w:t>
          </w:r>
        </w:p>
      </w:docPartBody>
    </w:docPart>
    <w:docPart>
      <w:docPartPr>
        <w:name w:val="BAE9A6B0E54046979FFED121271871A4"/>
        <w:category>
          <w:name w:val="General"/>
          <w:gallery w:val="placeholder"/>
        </w:category>
        <w:types>
          <w:type w:val="bbPlcHdr"/>
        </w:types>
        <w:behaviors>
          <w:behavior w:val="content"/>
        </w:behaviors>
        <w:guid w:val="{F1EB461A-138C-4EB6-8AEB-B88AAD916A8E}"/>
      </w:docPartPr>
      <w:docPartBody>
        <w:p w:rsidR="00A236C6" w:rsidRDefault="00C737E6">
          <w:pPr>
            <w:pStyle w:val="BAE9A6B0E54046979FFED121271871A4"/>
          </w:pPr>
          <w:r w:rsidRPr="001727A4">
            <w:rPr>
              <w:color w:val="0070C0"/>
            </w:rPr>
            <w:t>This release corrects several network conformity issues, such as identification of the device</w:t>
          </w:r>
        </w:p>
      </w:docPartBody>
    </w:docPart>
    <w:docPart>
      <w:docPartPr>
        <w:name w:val="DED82AF4E93243BEBC231DF7E963EB12"/>
        <w:category>
          <w:name w:val="General"/>
          <w:gallery w:val="placeholder"/>
        </w:category>
        <w:types>
          <w:type w:val="bbPlcHdr"/>
        </w:types>
        <w:behaviors>
          <w:behavior w:val="content"/>
        </w:behaviors>
        <w:guid w:val="{020FC1FD-3148-425D-9893-0242FC8053EF}"/>
      </w:docPartPr>
      <w:docPartBody>
        <w:p w:rsidR="00A236C6" w:rsidRDefault="00C737E6">
          <w:pPr>
            <w:pStyle w:val="DED82AF4E93243BEBC231DF7E963EB12"/>
          </w:pPr>
          <w:r w:rsidRPr="006C73C5">
            <w:rPr>
              <w:color w:val="0070C0"/>
            </w:rPr>
            <w:t>X.</w:t>
          </w:r>
          <w:r>
            <w:rPr>
              <w:color w:val="0070C0"/>
            </w:rPr>
            <w:t>XX</w:t>
          </w:r>
        </w:p>
      </w:docPartBody>
    </w:docPart>
    <w:docPart>
      <w:docPartPr>
        <w:name w:val="91131C0DD0534226B378EC0C7969E546"/>
        <w:category>
          <w:name w:val="General"/>
          <w:gallery w:val="placeholder"/>
        </w:category>
        <w:types>
          <w:type w:val="bbPlcHdr"/>
        </w:types>
        <w:behaviors>
          <w:behavior w:val="content"/>
        </w:behaviors>
        <w:guid w:val="{3BFA0E7A-D0F8-4226-835A-A7CB01D0EE49}"/>
      </w:docPartPr>
      <w:docPartBody>
        <w:p w:rsidR="00A236C6" w:rsidRDefault="00C737E6" w:rsidP="00C737E6">
          <w:pPr>
            <w:pStyle w:val="91131C0DD0534226B378EC0C7969E546"/>
          </w:pPr>
          <w:r>
            <w:rPr>
              <w:color w:val="0070C0"/>
            </w:rPr>
            <w:t>S</w:t>
          </w:r>
          <w:r w:rsidRPr="00532339">
            <w:rPr>
              <w:color w:val="0070C0"/>
            </w:rPr>
            <w:t>hort descriptive text of the problem</w:t>
          </w:r>
        </w:p>
      </w:docPartBody>
    </w:docPart>
    <w:docPart>
      <w:docPartPr>
        <w:name w:val="14C5C429AE344486A56023D32229CAC6"/>
        <w:category>
          <w:name w:val="General"/>
          <w:gallery w:val="placeholder"/>
        </w:category>
        <w:types>
          <w:type w:val="bbPlcHdr"/>
        </w:types>
        <w:behaviors>
          <w:behavior w:val="content"/>
        </w:behaviors>
        <w:guid w:val="{28E31109-5065-4670-AD72-BC9CC17D64F1}"/>
      </w:docPartPr>
      <w:docPartBody>
        <w:p w:rsidR="00A236C6" w:rsidRDefault="00C737E6" w:rsidP="00C737E6">
          <w:pPr>
            <w:pStyle w:val="14C5C429AE344486A56023D32229CAC6"/>
          </w:pPr>
          <w:r w:rsidRPr="003D796C">
            <w:rPr>
              <w:rStyle w:val="PlaceholderText"/>
            </w:rPr>
            <w:t>Choose an item.</w:t>
          </w:r>
        </w:p>
      </w:docPartBody>
    </w:docPart>
    <w:docPart>
      <w:docPartPr>
        <w:name w:val="70791692289F4138BE5905B35D3DA3C2"/>
        <w:category>
          <w:name w:val="General"/>
          <w:gallery w:val="placeholder"/>
        </w:category>
        <w:types>
          <w:type w:val="bbPlcHdr"/>
        </w:types>
        <w:behaviors>
          <w:behavior w:val="content"/>
        </w:behaviors>
        <w:guid w:val="{14ED3285-14C5-441F-BFB5-F60947E3F53D}"/>
      </w:docPartPr>
      <w:docPartBody>
        <w:p w:rsidR="00A236C6" w:rsidRDefault="00C737E6" w:rsidP="00C737E6">
          <w:pPr>
            <w:pStyle w:val="70791692289F4138BE5905B35D3DA3C2"/>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B371E0842AF946D5AF7E61273736A9F5"/>
        <w:category>
          <w:name w:val="General"/>
          <w:gallery w:val="placeholder"/>
        </w:category>
        <w:types>
          <w:type w:val="bbPlcHdr"/>
        </w:types>
        <w:behaviors>
          <w:behavior w:val="content"/>
        </w:behaviors>
        <w:guid w:val="{2E13D901-433D-40EB-B406-7A4743841DFA}"/>
      </w:docPartPr>
      <w:docPartBody>
        <w:p w:rsidR="00A236C6" w:rsidRDefault="00C737E6" w:rsidP="00C737E6">
          <w:pPr>
            <w:pStyle w:val="B371E0842AF946D5AF7E61273736A9F5"/>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7A6F1C68AF11401A8E5BC794895FB797"/>
        <w:category>
          <w:name w:val="General"/>
          <w:gallery w:val="placeholder"/>
        </w:category>
        <w:types>
          <w:type w:val="bbPlcHdr"/>
        </w:types>
        <w:behaviors>
          <w:behavior w:val="content"/>
        </w:behaviors>
        <w:guid w:val="{3FB8E3C7-E6EB-4C39-A751-C6B4B08BF63D}"/>
      </w:docPartPr>
      <w:docPartBody>
        <w:p w:rsidR="00A236C6" w:rsidRDefault="00C737E6" w:rsidP="00C737E6">
          <w:pPr>
            <w:pStyle w:val="7A6F1C68AF11401A8E5BC794895FB797"/>
          </w:pPr>
          <w:r>
            <w:rPr>
              <w:color w:val="0070C0"/>
            </w:rPr>
            <w:t>S</w:t>
          </w:r>
          <w:r w:rsidRPr="00532339">
            <w:rPr>
              <w:color w:val="0070C0"/>
            </w:rPr>
            <w:t>hort descriptive text of the problem</w:t>
          </w:r>
        </w:p>
      </w:docPartBody>
    </w:docPart>
    <w:docPart>
      <w:docPartPr>
        <w:name w:val="15C4B5371E2C4A7C941618DF9207DD70"/>
        <w:category>
          <w:name w:val="General"/>
          <w:gallery w:val="placeholder"/>
        </w:category>
        <w:types>
          <w:type w:val="bbPlcHdr"/>
        </w:types>
        <w:behaviors>
          <w:behavior w:val="content"/>
        </w:behaviors>
        <w:guid w:val="{83944A7B-8DE8-41E4-A3BC-91CC192AE5D2}"/>
      </w:docPartPr>
      <w:docPartBody>
        <w:p w:rsidR="00A236C6" w:rsidRDefault="00C737E6" w:rsidP="00C737E6">
          <w:pPr>
            <w:pStyle w:val="15C4B5371E2C4A7C941618DF9207DD70"/>
          </w:pPr>
          <w:r w:rsidRPr="003D796C">
            <w:rPr>
              <w:rStyle w:val="PlaceholderText"/>
            </w:rPr>
            <w:t>Choose an item.</w:t>
          </w:r>
        </w:p>
      </w:docPartBody>
    </w:docPart>
    <w:docPart>
      <w:docPartPr>
        <w:name w:val="DCC82DA0522A46C1AF7A47B3F950F6DF"/>
        <w:category>
          <w:name w:val="General"/>
          <w:gallery w:val="placeholder"/>
        </w:category>
        <w:types>
          <w:type w:val="bbPlcHdr"/>
        </w:types>
        <w:behaviors>
          <w:behavior w:val="content"/>
        </w:behaviors>
        <w:guid w:val="{DE1FC664-5764-4B63-B503-F4FA3686A2EB}"/>
      </w:docPartPr>
      <w:docPartBody>
        <w:p w:rsidR="00A236C6" w:rsidRDefault="00C737E6" w:rsidP="00C737E6">
          <w:pPr>
            <w:pStyle w:val="DCC82DA0522A46C1AF7A47B3F950F6DF"/>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682241F0162B4870A348789FE7C422E2"/>
        <w:category>
          <w:name w:val="General"/>
          <w:gallery w:val="placeholder"/>
        </w:category>
        <w:types>
          <w:type w:val="bbPlcHdr"/>
        </w:types>
        <w:behaviors>
          <w:behavior w:val="content"/>
        </w:behaviors>
        <w:guid w:val="{0DAF31B5-52DA-4BDE-BB3B-4E06952EC1A4}"/>
      </w:docPartPr>
      <w:docPartBody>
        <w:p w:rsidR="00A236C6" w:rsidRDefault="00C737E6" w:rsidP="00C737E6">
          <w:pPr>
            <w:pStyle w:val="682241F0162B4870A348789FE7C422E2"/>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9084FC0D381E4A00B96E7F0F59AF0F2B"/>
        <w:category>
          <w:name w:val="General"/>
          <w:gallery w:val="placeholder"/>
        </w:category>
        <w:types>
          <w:type w:val="bbPlcHdr"/>
        </w:types>
        <w:behaviors>
          <w:behavior w:val="content"/>
        </w:behaviors>
        <w:guid w:val="{139A43A3-B199-40F8-B078-05389381FA5C}"/>
      </w:docPartPr>
      <w:docPartBody>
        <w:p w:rsidR="00A236C6" w:rsidRDefault="00C737E6" w:rsidP="00C737E6">
          <w:pPr>
            <w:pStyle w:val="9084FC0D381E4A00B96E7F0F59AF0F2B"/>
          </w:pPr>
          <w:r>
            <w:rPr>
              <w:color w:val="0070C0"/>
            </w:rPr>
            <w:t>S</w:t>
          </w:r>
          <w:r w:rsidRPr="00532339">
            <w:rPr>
              <w:color w:val="0070C0"/>
            </w:rPr>
            <w:t>hort descriptive text of the problem</w:t>
          </w:r>
        </w:p>
      </w:docPartBody>
    </w:docPart>
    <w:docPart>
      <w:docPartPr>
        <w:name w:val="38BB4100D1A14E01BA37B0A5359D4ABB"/>
        <w:category>
          <w:name w:val="General"/>
          <w:gallery w:val="placeholder"/>
        </w:category>
        <w:types>
          <w:type w:val="bbPlcHdr"/>
        </w:types>
        <w:behaviors>
          <w:behavior w:val="content"/>
        </w:behaviors>
        <w:guid w:val="{2B75191B-6958-4456-9D8D-95B2D1471C36}"/>
      </w:docPartPr>
      <w:docPartBody>
        <w:p w:rsidR="00A236C6" w:rsidRDefault="00C737E6" w:rsidP="00C737E6">
          <w:pPr>
            <w:pStyle w:val="38BB4100D1A14E01BA37B0A5359D4ABB"/>
          </w:pPr>
          <w:r w:rsidRPr="003D796C">
            <w:rPr>
              <w:rStyle w:val="PlaceholderText"/>
            </w:rPr>
            <w:t>Choose an item.</w:t>
          </w:r>
        </w:p>
      </w:docPartBody>
    </w:docPart>
    <w:docPart>
      <w:docPartPr>
        <w:name w:val="DA13C5A634764EBA9752C8458FDE69AF"/>
        <w:category>
          <w:name w:val="General"/>
          <w:gallery w:val="placeholder"/>
        </w:category>
        <w:types>
          <w:type w:val="bbPlcHdr"/>
        </w:types>
        <w:behaviors>
          <w:behavior w:val="content"/>
        </w:behaviors>
        <w:guid w:val="{D4069275-425D-4645-9D19-A6D37AAF5AAC}"/>
      </w:docPartPr>
      <w:docPartBody>
        <w:p w:rsidR="00A236C6" w:rsidRDefault="00C737E6" w:rsidP="00C737E6">
          <w:pPr>
            <w:pStyle w:val="DA13C5A634764EBA9752C8458FDE69AF"/>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44B8DEDD62B54D83B3E805E06605B57D"/>
        <w:category>
          <w:name w:val="General"/>
          <w:gallery w:val="placeholder"/>
        </w:category>
        <w:types>
          <w:type w:val="bbPlcHdr"/>
        </w:types>
        <w:behaviors>
          <w:behavior w:val="content"/>
        </w:behaviors>
        <w:guid w:val="{71496728-DCD4-4E4E-B7AA-7BD93D828BDF}"/>
      </w:docPartPr>
      <w:docPartBody>
        <w:p w:rsidR="00A236C6" w:rsidRDefault="00C737E6" w:rsidP="00C737E6">
          <w:pPr>
            <w:pStyle w:val="44B8DEDD62B54D83B3E805E06605B57D"/>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39D32C4FD9144641A309977E209AE202"/>
        <w:category>
          <w:name w:val="General"/>
          <w:gallery w:val="placeholder"/>
        </w:category>
        <w:types>
          <w:type w:val="bbPlcHdr"/>
        </w:types>
        <w:behaviors>
          <w:behavior w:val="content"/>
        </w:behaviors>
        <w:guid w:val="{A520D52C-65D6-4FA2-BDC3-19DC090B4985}"/>
      </w:docPartPr>
      <w:docPartBody>
        <w:p w:rsidR="00A236C6" w:rsidRDefault="00C737E6" w:rsidP="00C737E6">
          <w:pPr>
            <w:pStyle w:val="39D32C4FD9144641A309977E209AE202"/>
          </w:pPr>
          <w:r>
            <w:rPr>
              <w:color w:val="0070C0"/>
            </w:rPr>
            <w:t>S</w:t>
          </w:r>
          <w:r w:rsidRPr="00532339">
            <w:rPr>
              <w:color w:val="0070C0"/>
            </w:rPr>
            <w:t>hort descriptive text of the problem</w:t>
          </w:r>
        </w:p>
      </w:docPartBody>
    </w:docPart>
    <w:docPart>
      <w:docPartPr>
        <w:name w:val="E59863022653427B8951EF814888C3E7"/>
        <w:category>
          <w:name w:val="General"/>
          <w:gallery w:val="placeholder"/>
        </w:category>
        <w:types>
          <w:type w:val="bbPlcHdr"/>
        </w:types>
        <w:behaviors>
          <w:behavior w:val="content"/>
        </w:behaviors>
        <w:guid w:val="{686B8416-7A25-4F3D-BE87-77D1BAEFE2A9}"/>
      </w:docPartPr>
      <w:docPartBody>
        <w:p w:rsidR="00A236C6" w:rsidRDefault="00C737E6" w:rsidP="00C737E6">
          <w:pPr>
            <w:pStyle w:val="E59863022653427B8951EF814888C3E7"/>
          </w:pPr>
          <w:r w:rsidRPr="003D796C">
            <w:rPr>
              <w:rStyle w:val="PlaceholderText"/>
            </w:rPr>
            <w:t>Choose an item.</w:t>
          </w:r>
        </w:p>
      </w:docPartBody>
    </w:docPart>
    <w:docPart>
      <w:docPartPr>
        <w:name w:val="FCDB4C945AFA4DDD9B7ABB7083FEA088"/>
        <w:category>
          <w:name w:val="General"/>
          <w:gallery w:val="placeholder"/>
        </w:category>
        <w:types>
          <w:type w:val="bbPlcHdr"/>
        </w:types>
        <w:behaviors>
          <w:behavior w:val="content"/>
        </w:behaviors>
        <w:guid w:val="{7AA0860B-B64C-462B-AD3F-8EDE78CAAAF2}"/>
      </w:docPartPr>
      <w:docPartBody>
        <w:p w:rsidR="00A236C6" w:rsidRDefault="00C737E6" w:rsidP="00C737E6">
          <w:pPr>
            <w:pStyle w:val="FCDB4C945AFA4DDD9B7ABB7083FEA088"/>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25B35BB104564B21A3EF1578B195D20F"/>
        <w:category>
          <w:name w:val="General"/>
          <w:gallery w:val="placeholder"/>
        </w:category>
        <w:types>
          <w:type w:val="bbPlcHdr"/>
        </w:types>
        <w:behaviors>
          <w:behavior w:val="content"/>
        </w:behaviors>
        <w:guid w:val="{B0981185-AB1B-4820-9B97-72EED02ED980}"/>
      </w:docPartPr>
      <w:docPartBody>
        <w:p w:rsidR="00A236C6" w:rsidRDefault="00C737E6" w:rsidP="00C737E6">
          <w:pPr>
            <w:pStyle w:val="25B35BB104564B21A3EF1578B195D20F"/>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EFC74313C35D47A685B93E7F71E3D4D6"/>
        <w:category>
          <w:name w:val="General"/>
          <w:gallery w:val="placeholder"/>
        </w:category>
        <w:types>
          <w:type w:val="bbPlcHdr"/>
        </w:types>
        <w:behaviors>
          <w:behavior w:val="content"/>
        </w:behaviors>
        <w:guid w:val="{95E7ACFA-4615-4902-A322-D103478498F3}"/>
      </w:docPartPr>
      <w:docPartBody>
        <w:p w:rsidR="00A236C6" w:rsidRDefault="00C737E6" w:rsidP="00C737E6">
          <w:pPr>
            <w:pStyle w:val="EFC74313C35D47A685B93E7F71E3D4D6"/>
          </w:pPr>
          <w:r w:rsidRPr="003D796C">
            <w:rPr>
              <w:rStyle w:val="PlaceholderText"/>
            </w:rPr>
            <w:t>Choose an item.</w:t>
          </w:r>
        </w:p>
      </w:docPartBody>
    </w:docPart>
    <w:docPart>
      <w:docPartPr>
        <w:name w:val="B00A61BAD96F47FFB73222FF4FD3E020"/>
        <w:category>
          <w:name w:val="General"/>
          <w:gallery w:val="placeholder"/>
        </w:category>
        <w:types>
          <w:type w:val="bbPlcHdr"/>
        </w:types>
        <w:behaviors>
          <w:behavior w:val="content"/>
        </w:behaviors>
        <w:guid w:val="{FA444466-9FE5-4342-87C5-64620E02449D}"/>
      </w:docPartPr>
      <w:docPartBody>
        <w:p w:rsidR="00A236C6" w:rsidRDefault="00C737E6" w:rsidP="00C737E6">
          <w:pPr>
            <w:pStyle w:val="B00A61BAD96F47FFB73222FF4FD3E020"/>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C16243FB34204628824434A7A41C45BD"/>
        <w:category>
          <w:name w:val="General"/>
          <w:gallery w:val="placeholder"/>
        </w:category>
        <w:types>
          <w:type w:val="bbPlcHdr"/>
        </w:types>
        <w:behaviors>
          <w:behavior w:val="content"/>
        </w:behaviors>
        <w:guid w:val="{A6AB9222-DFE3-4AF8-999D-2AC8DE419E79}"/>
      </w:docPartPr>
      <w:docPartBody>
        <w:p w:rsidR="00A236C6" w:rsidRDefault="00C737E6" w:rsidP="00C737E6">
          <w:pPr>
            <w:pStyle w:val="C16243FB34204628824434A7A41C45BD"/>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69C32C36F40A4055A7A1AB7258F666ED"/>
        <w:category>
          <w:name w:val="General"/>
          <w:gallery w:val="placeholder"/>
        </w:category>
        <w:types>
          <w:type w:val="bbPlcHdr"/>
        </w:types>
        <w:behaviors>
          <w:behavior w:val="content"/>
        </w:behaviors>
        <w:guid w:val="{C3CC532B-CFB7-4B42-8617-05D3D327292E}"/>
      </w:docPartPr>
      <w:docPartBody>
        <w:p w:rsidR="00A236C6" w:rsidRDefault="00C737E6" w:rsidP="00C737E6">
          <w:pPr>
            <w:pStyle w:val="69C32C36F40A4055A7A1AB7258F666ED"/>
          </w:pPr>
          <w:r>
            <w:rPr>
              <w:color w:val="0070C0"/>
            </w:rPr>
            <w:t>S</w:t>
          </w:r>
          <w:r w:rsidRPr="00532339">
            <w:rPr>
              <w:color w:val="0070C0"/>
            </w:rPr>
            <w:t>hort descriptive text of the problem</w:t>
          </w:r>
        </w:p>
      </w:docPartBody>
    </w:docPart>
    <w:docPart>
      <w:docPartPr>
        <w:name w:val="FD31D91F978648DBB12B1FFFE4E891DD"/>
        <w:category>
          <w:name w:val="General"/>
          <w:gallery w:val="placeholder"/>
        </w:category>
        <w:types>
          <w:type w:val="bbPlcHdr"/>
        </w:types>
        <w:behaviors>
          <w:behavior w:val="content"/>
        </w:behaviors>
        <w:guid w:val="{CB1741AF-9325-40EB-AC44-FD4B95F5AC98}"/>
      </w:docPartPr>
      <w:docPartBody>
        <w:p w:rsidR="00A236C6" w:rsidRDefault="00C737E6" w:rsidP="00C737E6">
          <w:pPr>
            <w:pStyle w:val="FD31D91F978648DBB12B1FFFE4E891DD"/>
          </w:pPr>
          <w:r w:rsidRPr="003D796C">
            <w:rPr>
              <w:rStyle w:val="PlaceholderText"/>
            </w:rPr>
            <w:t>Choose an item.</w:t>
          </w:r>
        </w:p>
      </w:docPartBody>
    </w:docPart>
    <w:docPart>
      <w:docPartPr>
        <w:name w:val="D4F9F836CC6546719CB22EE9C9E897DA"/>
        <w:category>
          <w:name w:val="General"/>
          <w:gallery w:val="placeholder"/>
        </w:category>
        <w:types>
          <w:type w:val="bbPlcHdr"/>
        </w:types>
        <w:behaviors>
          <w:behavior w:val="content"/>
        </w:behaviors>
        <w:guid w:val="{A3052CD6-E61B-4299-83C6-45E94BF9ED1A}"/>
      </w:docPartPr>
      <w:docPartBody>
        <w:p w:rsidR="00A236C6" w:rsidRDefault="00C737E6" w:rsidP="00C737E6">
          <w:pPr>
            <w:pStyle w:val="D4F9F836CC6546719CB22EE9C9E897DA"/>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27F8105DCF854D11A99412A1ED63305A"/>
        <w:category>
          <w:name w:val="General"/>
          <w:gallery w:val="placeholder"/>
        </w:category>
        <w:types>
          <w:type w:val="bbPlcHdr"/>
        </w:types>
        <w:behaviors>
          <w:behavior w:val="content"/>
        </w:behaviors>
        <w:guid w:val="{C468C36B-EC21-44C3-831E-20DB3EC46A52}"/>
      </w:docPartPr>
      <w:docPartBody>
        <w:p w:rsidR="00A236C6" w:rsidRDefault="00C737E6" w:rsidP="00C737E6">
          <w:pPr>
            <w:pStyle w:val="27F8105DCF854D11A99412A1ED63305A"/>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DD05BC785DC34598811FCD443755B578"/>
        <w:category>
          <w:name w:val="General"/>
          <w:gallery w:val="placeholder"/>
        </w:category>
        <w:types>
          <w:type w:val="bbPlcHdr"/>
        </w:types>
        <w:behaviors>
          <w:behavior w:val="content"/>
        </w:behaviors>
        <w:guid w:val="{9A38A1CF-E89F-4643-9D6F-E01A159F77A7}"/>
      </w:docPartPr>
      <w:docPartBody>
        <w:p w:rsidR="00A236C6" w:rsidRDefault="00C737E6" w:rsidP="00C737E6">
          <w:pPr>
            <w:pStyle w:val="DD05BC785DC34598811FCD443755B578"/>
          </w:pPr>
          <w:r w:rsidRPr="003D796C">
            <w:rPr>
              <w:rStyle w:val="PlaceholderText"/>
            </w:rPr>
            <w:t>Choose an item.</w:t>
          </w:r>
        </w:p>
      </w:docPartBody>
    </w:docPart>
    <w:docPart>
      <w:docPartPr>
        <w:name w:val="54CD32BBFCFA4FADB68EBEC314B36D5B"/>
        <w:category>
          <w:name w:val="General"/>
          <w:gallery w:val="placeholder"/>
        </w:category>
        <w:types>
          <w:type w:val="bbPlcHdr"/>
        </w:types>
        <w:behaviors>
          <w:behavior w:val="content"/>
        </w:behaviors>
        <w:guid w:val="{0419AEFF-6BD2-4876-846E-EE2D768FA5C9}"/>
      </w:docPartPr>
      <w:docPartBody>
        <w:p w:rsidR="00A236C6" w:rsidRDefault="00C737E6" w:rsidP="00C737E6">
          <w:pPr>
            <w:pStyle w:val="54CD32BBFCFA4FADB68EBEC314B36D5B"/>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2392193BFA2440328F82978F0912F02F"/>
        <w:category>
          <w:name w:val="General"/>
          <w:gallery w:val="placeholder"/>
        </w:category>
        <w:types>
          <w:type w:val="bbPlcHdr"/>
        </w:types>
        <w:behaviors>
          <w:behavior w:val="content"/>
        </w:behaviors>
        <w:guid w:val="{802286D7-6D1B-4256-B22E-B3A359329D81}"/>
      </w:docPartPr>
      <w:docPartBody>
        <w:p w:rsidR="00A236C6" w:rsidRDefault="00C737E6" w:rsidP="00C737E6">
          <w:pPr>
            <w:pStyle w:val="2392193BFA2440328F82978F0912F02F"/>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0D5C299A5C5A4501958F6C5C2BC89268"/>
        <w:category>
          <w:name w:val="General"/>
          <w:gallery w:val="placeholder"/>
        </w:category>
        <w:types>
          <w:type w:val="bbPlcHdr"/>
        </w:types>
        <w:behaviors>
          <w:behavior w:val="content"/>
        </w:behaviors>
        <w:guid w:val="{3C3EE70C-F8ED-4AB4-8A04-0FCACDD3E690}"/>
      </w:docPartPr>
      <w:docPartBody>
        <w:p w:rsidR="00A236C6" w:rsidRDefault="00C737E6" w:rsidP="00C737E6">
          <w:pPr>
            <w:pStyle w:val="0D5C299A5C5A4501958F6C5C2BC89268"/>
          </w:pPr>
          <w:r w:rsidRPr="003D796C">
            <w:rPr>
              <w:rStyle w:val="PlaceholderText"/>
            </w:rPr>
            <w:t>Choose an item.</w:t>
          </w:r>
        </w:p>
      </w:docPartBody>
    </w:docPart>
    <w:docPart>
      <w:docPartPr>
        <w:name w:val="27B6DC94203349DB9D8A90C5F655F23C"/>
        <w:category>
          <w:name w:val="General"/>
          <w:gallery w:val="placeholder"/>
        </w:category>
        <w:types>
          <w:type w:val="bbPlcHdr"/>
        </w:types>
        <w:behaviors>
          <w:behavior w:val="content"/>
        </w:behaviors>
        <w:guid w:val="{40D4F4B1-0294-4DC7-8BC7-3A60A7B9F23E}"/>
      </w:docPartPr>
      <w:docPartBody>
        <w:p w:rsidR="00A236C6" w:rsidRDefault="00C737E6" w:rsidP="00C737E6">
          <w:pPr>
            <w:pStyle w:val="27B6DC94203349DB9D8A90C5F655F23C"/>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F7CB0C461DFE4A0BB1DA14AA9C2CE782"/>
        <w:category>
          <w:name w:val="General"/>
          <w:gallery w:val="placeholder"/>
        </w:category>
        <w:types>
          <w:type w:val="bbPlcHdr"/>
        </w:types>
        <w:behaviors>
          <w:behavior w:val="content"/>
        </w:behaviors>
        <w:guid w:val="{0172749C-1219-4522-84B6-4CEC36800347}"/>
      </w:docPartPr>
      <w:docPartBody>
        <w:p w:rsidR="00A236C6" w:rsidRDefault="00C737E6" w:rsidP="00C737E6">
          <w:pPr>
            <w:pStyle w:val="F7CB0C461DFE4A0BB1DA14AA9C2CE782"/>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C6F0FA62105441F2863A92B00ADBEEE7"/>
        <w:category>
          <w:name w:val="General"/>
          <w:gallery w:val="placeholder"/>
        </w:category>
        <w:types>
          <w:type w:val="bbPlcHdr"/>
        </w:types>
        <w:behaviors>
          <w:behavior w:val="content"/>
        </w:behaviors>
        <w:guid w:val="{AB3894C5-1139-4769-A414-4FCFFE4F9905}"/>
      </w:docPartPr>
      <w:docPartBody>
        <w:p w:rsidR="001815B6" w:rsidRDefault="001815B6" w:rsidP="001815B6">
          <w:pPr>
            <w:pStyle w:val="C6F0FA62105441F2863A92B00ADBEEE7"/>
          </w:pPr>
          <w:r w:rsidRPr="006C73C5">
            <w:rPr>
              <w:color w:val="0070C0"/>
            </w:rPr>
            <w:t>X.</w:t>
          </w:r>
          <w:r>
            <w:rPr>
              <w:color w:val="0070C0"/>
            </w:rPr>
            <w:t>XX</w:t>
          </w:r>
        </w:p>
      </w:docPartBody>
    </w:docPart>
    <w:docPart>
      <w:docPartPr>
        <w:name w:val="54092F473A8C44DAB18DFB364DA8AADA"/>
        <w:category>
          <w:name w:val="General"/>
          <w:gallery w:val="placeholder"/>
        </w:category>
        <w:types>
          <w:type w:val="bbPlcHdr"/>
        </w:types>
        <w:behaviors>
          <w:behavior w:val="content"/>
        </w:behaviors>
        <w:guid w:val="{66A5118C-E476-408E-9D4F-B0BE423E8F0B}"/>
      </w:docPartPr>
      <w:docPartBody>
        <w:p w:rsidR="001815B6" w:rsidRDefault="001815B6" w:rsidP="001815B6">
          <w:pPr>
            <w:pStyle w:val="54092F473A8C44DAB18DFB364DA8AADA"/>
          </w:pPr>
          <w:r>
            <w:rPr>
              <w:color w:val="0070C0"/>
            </w:rPr>
            <w:t>S</w:t>
          </w:r>
          <w:r w:rsidRPr="00532339">
            <w:rPr>
              <w:color w:val="0070C0"/>
            </w:rPr>
            <w:t>hort descriptive text of the problem</w:t>
          </w:r>
        </w:p>
      </w:docPartBody>
    </w:docPart>
    <w:docPart>
      <w:docPartPr>
        <w:name w:val="29C57472083F49E182018C3DE1D71D9B"/>
        <w:category>
          <w:name w:val="General"/>
          <w:gallery w:val="placeholder"/>
        </w:category>
        <w:types>
          <w:type w:val="bbPlcHdr"/>
        </w:types>
        <w:behaviors>
          <w:behavior w:val="content"/>
        </w:behaviors>
        <w:guid w:val="{353C713B-EC53-422B-A16C-10BD7960A3C1}"/>
      </w:docPartPr>
      <w:docPartBody>
        <w:p w:rsidR="001815B6" w:rsidRDefault="001815B6" w:rsidP="001815B6">
          <w:pPr>
            <w:pStyle w:val="29C57472083F49E182018C3DE1D71D9B"/>
          </w:pPr>
          <w:r w:rsidRPr="003D796C">
            <w:rPr>
              <w:rStyle w:val="PlaceholderText"/>
            </w:rPr>
            <w:t>Choose an item.</w:t>
          </w:r>
        </w:p>
      </w:docPartBody>
    </w:docPart>
    <w:docPart>
      <w:docPartPr>
        <w:name w:val="20D2EAEA5B28455490C5BA8EEE620BA7"/>
        <w:category>
          <w:name w:val="General"/>
          <w:gallery w:val="placeholder"/>
        </w:category>
        <w:types>
          <w:type w:val="bbPlcHdr"/>
        </w:types>
        <w:behaviors>
          <w:behavior w:val="content"/>
        </w:behaviors>
        <w:guid w:val="{B172798B-8E0B-4166-8C0D-0C3CD0C4E39A}"/>
      </w:docPartPr>
      <w:docPartBody>
        <w:p w:rsidR="001815B6" w:rsidRDefault="001815B6" w:rsidP="001815B6">
          <w:pPr>
            <w:pStyle w:val="20D2EAEA5B28455490C5BA8EEE620BA7"/>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DFAC9089059642348F255B6544DD38F0"/>
        <w:category>
          <w:name w:val="General"/>
          <w:gallery w:val="placeholder"/>
        </w:category>
        <w:types>
          <w:type w:val="bbPlcHdr"/>
        </w:types>
        <w:behaviors>
          <w:behavior w:val="content"/>
        </w:behaviors>
        <w:guid w:val="{C9CE0D61-1FCE-4311-820F-520B0BFDC1C6}"/>
      </w:docPartPr>
      <w:docPartBody>
        <w:p w:rsidR="001815B6" w:rsidRDefault="001815B6" w:rsidP="001815B6">
          <w:pPr>
            <w:pStyle w:val="DFAC9089059642348F255B6544DD38F0"/>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9236F833DA004F7A996F2297044DBE5E"/>
        <w:category>
          <w:name w:val="General"/>
          <w:gallery w:val="placeholder"/>
        </w:category>
        <w:types>
          <w:type w:val="bbPlcHdr"/>
        </w:types>
        <w:behaviors>
          <w:behavior w:val="content"/>
        </w:behaviors>
        <w:guid w:val="{777D5192-5135-4248-946C-12799B024D18}"/>
      </w:docPartPr>
      <w:docPartBody>
        <w:p w:rsidR="001815B6" w:rsidRDefault="001815B6" w:rsidP="001815B6">
          <w:pPr>
            <w:pStyle w:val="9236F833DA004F7A996F2297044DBE5E"/>
          </w:pPr>
          <w:r>
            <w:rPr>
              <w:color w:val="0070C0"/>
            </w:rPr>
            <w:t>S</w:t>
          </w:r>
          <w:r w:rsidRPr="00532339">
            <w:rPr>
              <w:color w:val="0070C0"/>
            </w:rPr>
            <w:t>hort descriptive text of the problem</w:t>
          </w:r>
        </w:p>
      </w:docPartBody>
    </w:docPart>
    <w:docPart>
      <w:docPartPr>
        <w:name w:val="A8EA495E790645E0A5B3BB73673D0237"/>
        <w:category>
          <w:name w:val="General"/>
          <w:gallery w:val="placeholder"/>
        </w:category>
        <w:types>
          <w:type w:val="bbPlcHdr"/>
        </w:types>
        <w:behaviors>
          <w:behavior w:val="content"/>
        </w:behaviors>
        <w:guid w:val="{3BC6240C-296D-45C8-B059-0B5AF53E4892}"/>
      </w:docPartPr>
      <w:docPartBody>
        <w:p w:rsidR="001815B6" w:rsidRDefault="001815B6" w:rsidP="001815B6">
          <w:pPr>
            <w:pStyle w:val="A8EA495E790645E0A5B3BB73673D0237"/>
          </w:pPr>
          <w:r w:rsidRPr="003D796C">
            <w:rPr>
              <w:rStyle w:val="PlaceholderText"/>
            </w:rPr>
            <w:t>Choose an item.</w:t>
          </w:r>
        </w:p>
      </w:docPartBody>
    </w:docPart>
    <w:docPart>
      <w:docPartPr>
        <w:name w:val="E74110FBE0B84B91AB987A2F7E825C56"/>
        <w:category>
          <w:name w:val="General"/>
          <w:gallery w:val="placeholder"/>
        </w:category>
        <w:types>
          <w:type w:val="bbPlcHdr"/>
        </w:types>
        <w:behaviors>
          <w:behavior w:val="content"/>
        </w:behaviors>
        <w:guid w:val="{9ABB5388-DB89-498E-8B36-951071885BC4}"/>
      </w:docPartPr>
      <w:docPartBody>
        <w:p w:rsidR="001815B6" w:rsidRDefault="001815B6" w:rsidP="001815B6">
          <w:pPr>
            <w:pStyle w:val="E74110FBE0B84B91AB987A2F7E825C56"/>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A08B2C2471384793934FB00470DCDC0E"/>
        <w:category>
          <w:name w:val="General"/>
          <w:gallery w:val="placeholder"/>
        </w:category>
        <w:types>
          <w:type w:val="bbPlcHdr"/>
        </w:types>
        <w:behaviors>
          <w:behavior w:val="content"/>
        </w:behaviors>
        <w:guid w:val="{5E44CE73-1A89-43C0-AB3A-8EB5C62494C3}"/>
      </w:docPartPr>
      <w:docPartBody>
        <w:p w:rsidR="001815B6" w:rsidRDefault="001815B6" w:rsidP="001815B6">
          <w:pPr>
            <w:pStyle w:val="A08B2C2471384793934FB00470DCDC0E"/>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C6413E1E144B4E2BB839FA9E9FA83020"/>
        <w:category>
          <w:name w:val="General"/>
          <w:gallery w:val="placeholder"/>
        </w:category>
        <w:types>
          <w:type w:val="bbPlcHdr"/>
        </w:types>
        <w:behaviors>
          <w:behavior w:val="content"/>
        </w:behaviors>
        <w:guid w:val="{029C7921-08A9-4AA8-94FC-6593A40480E4}"/>
      </w:docPartPr>
      <w:docPartBody>
        <w:p w:rsidR="001815B6" w:rsidRDefault="001815B6" w:rsidP="001815B6">
          <w:pPr>
            <w:pStyle w:val="C6413E1E144B4E2BB839FA9E9FA83020"/>
          </w:pPr>
          <w:r>
            <w:rPr>
              <w:color w:val="0070C0"/>
            </w:rPr>
            <w:t>S</w:t>
          </w:r>
          <w:r w:rsidRPr="00532339">
            <w:rPr>
              <w:color w:val="0070C0"/>
            </w:rPr>
            <w:t>hort descriptive text of the problem</w:t>
          </w:r>
        </w:p>
      </w:docPartBody>
    </w:docPart>
    <w:docPart>
      <w:docPartPr>
        <w:name w:val="3E7FAF1D6FED42A78A2F9F23073E3119"/>
        <w:category>
          <w:name w:val="General"/>
          <w:gallery w:val="placeholder"/>
        </w:category>
        <w:types>
          <w:type w:val="bbPlcHdr"/>
        </w:types>
        <w:behaviors>
          <w:behavior w:val="content"/>
        </w:behaviors>
        <w:guid w:val="{6135E9F9-AEDE-4F51-AC79-B3BA9C261922}"/>
      </w:docPartPr>
      <w:docPartBody>
        <w:p w:rsidR="001815B6" w:rsidRDefault="001815B6" w:rsidP="001815B6">
          <w:pPr>
            <w:pStyle w:val="3E7FAF1D6FED42A78A2F9F23073E3119"/>
          </w:pPr>
          <w:r w:rsidRPr="003D796C">
            <w:rPr>
              <w:rStyle w:val="PlaceholderText"/>
            </w:rPr>
            <w:t>Choose an item.</w:t>
          </w:r>
        </w:p>
      </w:docPartBody>
    </w:docPart>
    <w:docPart>
      <w:docPartPr>
        <w:name w:val="6DF0B5E29D224E478365182940AC5582"/>
        <w:category>
          <w:name w:val="General"/>
          <w:gallery w:val="placeholder"/>
        </w:category>
        <w:types>
          <w:type w:val="bbPlcHdr"/>
        </w:types>
        <w:behaviors>
          <w:behavior w:val="content"/>
        </w:behaviors>
        <w:guid w:val="{79D6EDE1-772B-4E18-960A-4653B0B622CD}"/>
      </w:docPartPr>
      <w:docPartBody>
        <w:p w:rsidR="001815B6" w:rsidRDefault="001815B6" w:rsidP="001815B6">
          <w:pPr>
            <w:pStyle w:val="6DF0B5E29D224E478365182940AC5582"/>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46995C1C2F93438FB47CD4EE403EBB83"/>
        <w:category>
          <w:name w:val="General"/>
          <w:gallery w:val="placeholder"/>
        </w:category>
        <w:types>
          <w:type w:val="bbPlcHdr"/>
        </w:types>
        <w:behaviors>
          <w:behavior w:val="content"/>
        </w:behaviors>
        <w:guid w:val="{856EFA94-FEA2-4E1F-AAAC-013CB79FB8CD}"/>
      </w:docPartPr>
      <w:docPartBody>
        <w:p w:rsidR="001815B6" w:rsidRDefault="001815B6" w:rsidP="001815B6">
          <w:pPr>
            <w:pStyle w:val="46995C1C2F93438FB47CD4EE403EBB83"/>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6BCDAF81B77D47899F3760A249BF42CC"/>
        <w:category>
          <w:name w:val="General"/>
          <w:gallery w:val="placeholder"/>
        </w:category>
        <w:types>
          <w:type w:val="bbPlcHdr"/>
        </w:types>
        <w:behaviors>
          <w:behavior w:val="content"/>
        </w:behaviors>
        <w:guid w:val="{D4BAC3BE-7D2F-4A15-AAD0-26E4B606F6B7}"/>
      </w:docPartPr>
      <w:docPartBody>
        <w:p w:rsidR="001815B6" w:rsidRDefault="001815B6" w:rsidP="001815B6">
          <w:pPr>
            <w:pStyle w:val="6BCDAF81B77D47899F3760A249BF42CC"/>
          </w:pPr>
          <w:r>
            <w:rPr>
              <w:color w:val="0070C0"/>
            </w:rPr>
            <w:t>S</w:t>
          </w:r>
          <w:r w:rsidRPr="00532339">
            <w:rPr>
              <w:color w:val="0070C0"/>
            </w:rPr>
            <w:t>hort descriptive text of the problem</w:t>
          </w:r>
        </w:p>
      </w:docPartBody>
    </w:docPart>
    <w:docPart>
      <w:docPartPr>
        <w:name w:val="06C8EA21DC55406687888F6799FA0E5D"/>
        <w:category>
          <w:name w:val="General"/>
          <w:gallery w:val="placeholder"/>
        </w:category>
        <w:types>
          <w:type w:val="bbPlcHdr"/>
        </w:types>
        <w:behaviors>
          <w:behavior w:val="content"/>
        </w:behaviors>
        <w:guid w:val="{93AF94AD-35E0-4556-82FB-EB7B2C40F308}"/>
      </w:docPartPr>
      <w:docPartBody>
        <w:p w:rsidR="001815B6" w:rsidRDefault="001815B6" w:rsidP="001815B6">
          <w:pPr>
            <w:pStyle w:val="06C8EA21DC55406687888F6799FA0E5D"/>
          </w:pPr>
          <w:r w:rsidRPr="003D796C">
            <w:rPr>
              <w:rStyle w:val="PlaceholderText"/>
            </w:rPr>
            <w:t>Choose an item.</w:t>
          </w:r>
        </w:p>
      </w:docPartBody>
    </w:docPart>
    <w:docPart>
      <w:docPartPr>
        <w:name w:val="31D9C9C4DDF440449A95C56C849E4CAF"/>
        <w:category>
          <w:name w:val="General"/>
          <w:gallery w:val="placeholder"/>
        </w:category>
        <w:types>
          <w:type w:val="bbPlcHdr"/>
        </w:types>
        <w:behaviors>
          <w:behavior w:val="content"/>
        </w:behaviors>
        <w:guid w:val="{E0BD492C-4F01-484D-B928-640B71647798}"/>
      </w:docPartPr>
      <w:docPartBody>
        <w:p w:rsidR="001815B6" w:rsidRDefault="001815B6" w:rsidP="001815B6">
          <w:pPr>
            <w:pStyle w:val="31D9C9C4DDF440449A95C56C849E4CAF"/>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8D9694B4663E4E319DC164C2579048B1"/>
        <w:category>
          <w:name w:val="General"/>
          <w:gallery w:val="placeholder"/>
        </w:category>
        <w:types>
          <w:type w:val="bbPlcHdr"/>
        </w:types>
        <w:behaviors>
          <w:behavior w:val="content"/>
        </w:behaviors>
        <w:guid w:val="{1E02D652-D9E7-4D5D-B97C-CB3C5FFF560D}"/>
      </w:docPartPr>
      <w:docPartBody>
        <w:p w:rsidR="001815B6" w:rsidRDefault="001815B6" w:rsidP="001815B6">
          <w:pPr>
            <w:pStyle w:val="8D9694B4663E4E319DC164C2579048B1"/>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3A2F7FDBEEB343EF8EC2F81F6F0DF6AB"/>
        <w:category>
          <w:name w:val="General"/>
          <w:gallery w:val="placeholder"/>
        </w:category>
        <w:types>
          <w:type w:val="bbPlcHdr"/>
        </w:types>
        <w:behaviors>
          <w:behavior w:val="content"/>
        </w:behaviors>
        <w:guid w:val="{6E4B4C21-F8EC-4F6B-A07D-418E2F279F5D}"/>
      </w:docPartPr>
      <w:docPartBody>
        <w:p w:rsidR="001815B6" w:rsidRDefault="001815B6" w:rsidP="001815B6">
          <w:pPr>
            <w:pStyle w:val="3A2F7FDBEEB343EF8EC2F81F6F0DF6AB"/>
          </w:pPr>
          <w:r w:rsidRPr="003D796C">
            <w:rPr>
              <w:rStyle w:val="PlaceholderText"/>
            </w:rPr>
            <w:t>Choose an item.</w:t>
          </w:r>
        </w:p>
      </w:docPartBody>
    </w:docPart>
    <w:docPart>
      <w:docPartPr>
        <w:name w:val="0416975A6F7A437EBC3EAE29D59FCD76"/>
        <w:category>
          <w:name w:val="General"/>
          <w:gallery w:val="placeholder"/>
        </w:category>
        <w:types>
          <w:type w:val="bbPlcHdr"/>
        </w:types>
        <w:behaviors>
          <w:behavior w:val="content"/>
        </w:behaviors>
        <w:guid w:val="{79543F5B-FAF2-4D6A-92B5-CA7204ECA0F3}"/>
      </w:docPartPr>
      <w:docPartBody>
        <w:p w:rsidR="001815B6" w:rsidRDefault="001815B6" w:rsidP="001815B6">
          <w:pPr>
            <w:pStyle w:val="0416975A6F7A437EBC3EAE29D59FCD76"/>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570B7573848A470084CE63CD8AB7D09F"/>
        <w:category>
          <w:name w:val="General"/>
          <w:gallery w:val="placeholder"/>
        </w:category>
        <w:types>
          <w:type w:val="bbPlcHdr"/>
        </w:types>
        <w:behaviors>
          <w:behavior w:val="content"/>
        </w:behaviors>
        <w:guid w:val="{0B9BD677-27DC-4475-A94C-274E8F43A3F7}"/>
      </w:docPartPr>
      <w:docPartBody>
        <w:p w:rsidR="001815B6" w:rsidRDefault="001815B6" w:rsidP="001815B6">
          <w:pPr>
            <w:pStyle w:val="570B7573848A470084CE63CD8AB7D09F"/>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6BE8680AE94E4F87ADC5DD6A56B81AE9"/>
        <w:category>
          <w:name w:val="General"/>
          <w:gallery w:val="placeholder"/>
        </w:category>
        <w:types>
          <w:type w:val="bbPlcHdr"/>
        </w:types>
        <w:behaviors>
          <w:behavior w:val="content"/>
        </w:behaviors>
        <w:guid w:val="{E1CF8348-69CD-488B-893E-BC86E3A61659}"/>
      </w:docPartPr>
      <w:docPartBody>
        <w:p w:rsidR="001815B6" w:rsidRDefault="001815B6" w:rsidP="001815B6">
          <w:pPr>
            <w:pStyle w:val="6BE8680AE94E4F87ADC5DD6A56B81AE9"/>
          </w:pPr>
          <w:r>
            <w:rPr>
              <w:color w:val="0070C0"/>
            </w:rPr>
            <w:t>S</w:t>
          </w:r>
          <w:r w:rsidRPr="00532339">
            <w:rPr>
              <w:color w:val="0070C0"/>
            </w:rPr>
            <w:t>hort descriptive text of the problem</w:t>
          </w:r>
        </w:p>
      </w:docPartBody>
    </w:docPart>
    <w:docPart>
      <w:docPartPr>
        <w:name w:val="C83D2300A21346DEBD17FE4F3BC40F95"/>
        <w:category>
          <w:name w:val="General"/>
          <w:gallery w:val="placeholder"/>
        </w:category>
        <w:types>
          <w:type w:val="bbPlcHdr"/>
        </w:types>
        <w:behaviors>
          <w:behavior w:val="content"/>
        </w:behaviors>
        <w:guid w:val="{FC79F0AC-AC1D-4A29-B507-FDBE54B8471B}"/>
      </w:docPartPr>
      <w:docPartBody>
        <w:p w:rsidR="001815B6" w:rsidRDefault="001815B6" w:rsidP="001815B6">
          <w:pPr>
            <w:pStyle w:val="C83D2300A21346DEBD17FE4F3BC40F95"/>
          </w:pPr>
          <w:r w:rsidRPr="003D796C">
            <w:rPr>
              <w:rStyle w:val="PlaceholderText"/>
            </w:rPr>
            <w:t>Choose an item.</w:t>
          </w:r>
        </w:p>
      </w:docPartBody>
    </w:docPart>
    <w:docPart>
      <w:docPartPr>
        <w:name w:val="CC59E45E7C034DCCA3AF480066F91AA1"/>
        <w:category>
          <w:name w:val="General"/>
          <w:gallery w:val="placeholder"/>
        </w:category>
        <w:types>
          <w:type w:val="bbPlcHdr"/>
        </w:types>
        <w:behaviors>
          <w:behavior w:val="content"/>
        </w:behaviors>
        <w:guid w:val="{5D590537-DF94-498F-8B3F-BE1D0F09D35F}"/>
      </w:docPartPr>
      <w:docPartBody>
        <w:p w:rsidR="001815B6" w:rsidRDefault="001815B6" w:rsidP="001815B6">
          <w:pPr>
            <w:pStyle w:val="CC59E45E7C034DCCA3AF480066F91AA1"/>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8E31073AEEDF43A080259D6678598A21"/>
        <w:category>
          <w:name w:val="General"/>
          <w:gallery w:val="placeholder"/>
        </w:category>
        <w:types>
          <w:type w:val="bbPlcHdr"/>
        </w:types>
        <w:behaviors>
          <w:behavior w:val="content"/>
        </w:behaviors>
        <w:guid w:val="{18D25FA3-3B01-42C6-9D47-96D260AFC19C}"/>
      </w:docPartPr>
      <w:docPartBody>
        <w:p w:rsidR="001815B6" w:rsidRDefault="001815B6" w:rsidP="001815B6">
          <w:pPr>
            <w:pStyle w:val="8E31073AEEDF43A080259D6678598A21"/>
          </w:pPr>
          <w:r w:rsidRPr="003D796C">
            <w:rPr>
              <w:rStyle w:val="PlaceholderText"/>
            </w:rPr>
            <w:t>Choose an item.</w:t>
          </w:r>
        </w:p>
      </w:docPartBody>
    </w:docPart>
    <w:docPart>
      <w:docPartPr>
        <w:name w:val="BC55C41EE7E14EF3A628B8EEFB737E7F"/>
        <w:category>
          <w:name w:val="General"/>
          <w:gallery w:val="placeholder"/>
        </w:category>
        <w:types>
          <w:type w:val="bbPlcHdr"/>
        </w:types>
        <w:behaviors>
          <w:behavior w:val="content"/>
        </w:behaviors>
        <w:guid w:val="{0BD122A8-5518-4534-BA71-A009CBFA8DFF}"/>
      </w:docPartPr>
      <w:docPartBody>
        <w:p w:rsidR="001815B6" w:rsidRDefault="001815B6" w:rsidP="001815B6">
          <w:pPr>
            <w:pStyle w:val="BC55C41EE7E14EF3A628B8EEFB737E7F"/>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9CD42A56E02E48B584DBAC8577E182DB"/>
        <w:category>
          <w:name w:val="General"/>
          <w:gallery w:val="placeholder"/>
        </w:category>
        <w:types>
          <w:type w:val="bbPlcHdr"/>
        </w:types>
        <w:behaviors>
          <w:behavior w:val="content"/>
        </w:behaviors>
        <w:guid w:val="{1D691A51-C40F-45B0-A455-95460370CDE3}"/>
      </w:docPartPr>
      <w:docPartBody>
        <w:p w:rsidR="001815B6" w:rsidRDefault="001815B6" w:rsidP="001815B6">
          <w:pPr>
            <w:pStyle w:val="9CD42A56E02E48B584DBAC8577E182DB"/>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64E10FB595454004A79E47FB08BA328F"/>
        <w:category>
          <w:name w:val="General"/>
          <w:gallery w:val="placeholder"/>
        </w:category>
        <w:types>
          <w:type w:val="bbPlcHdr"/>
        </w:types>
        <w:behaviors>
          <w:behavior w:val="content"/>
        </w:behaviors>
        <w:guid w:val="{AD024EE4-64E5-4DD4-9E42-1E1180600F32}"/>
      </w:docPartPr>
      <w:docPartBody>
        <w:p w:rsidR="001815B6" w:rsidRDefault="001815B6" w:rsidP="001815B6">
          <w:pPr>
            <w:pStyle w:val="64E10FB595454004A79E47FB08BA328F"/>
          </w:pPr>
          <w:r w:rsidRPr="003D796C">
            <w:rPr>
              <w:rStyle w:val="PlaceholderText"/>
            </w:rPr>
            <w:t>Choose an item.</w:t>
          </w:r>
        </w:p>
      </w:docPartBody>
    </w:docPart>
    <w:docPart>
      <w:docPartPr>
        <w:name w:val="6B358DECE3B6452AA98D7FD7980D2DE3"/>
        <w:category>
          <w:name w:val="General"/>
          <w:gallery w:val="placeholder"/>
        </w:category>
        <w:types>
          <w:type w:val="bbPlcHdr"/>
        </w:types>
        <w:behaviors>
          <w:behavior w:val="content"/>
        </w:behaviors>
        <w:guid w:val="{BA784DE9-DAE6-430B-93F4-ADD5CA0CB149}"/>
      </w:docPartPr>
      <w:docPartBody>
        <w:p w:rsidR="001815B6" w:rsidRDefault="001815B6" w:rsidP="001815B6">
          <w:pPr>
            <w:pStyle w:val="6B358DECE3B6452AA98D7FD7980D2DE3"/>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850CCA542A7A4932A81BBCDD132965E2"/>
        <w:category>
          <w:name w:val="General"/>
          <w:gallery w:val="placeholder"/>
        </w:category>
        <w:types>
          <w:type w:val="bbPlcHdr"/>
        </w:types>
        <w:behaviors>
          <w:behavior w:val="content"/>
        </w:behaviors>
        <w:guid w:val="{67E00C2F-04CC-4AD7-9439-43797D9D4D0F}"/>
      </w:docPartPr>
      <w:docPartBody>
        <w:p w:rsidR="001815B6" w:rsidRDefault="001815B6" w:rsidP="001815B6">
          <w:pPr>
            <w:pStyle w:val="850CCA542A7A4932A81BBCDD132965E2"/>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3C179B9E303B454E8BCBFB15DB5A1F12"/>
        <w:category>
          <w:name w:val="General"/>
          <w:gallery w:val="placeholder"/>
        </w:category>
        <w:types>
          <w:type w:val="bbPlcHdr"/>
        </w:types>
        <w:behaviors>
          <w:behavior w:val="content"/>
        </w:behaviors>
        <w:guid w:val="{DE20A3B6-43F9-4A27-A5D5-AA4BE9783F8D}"/>
      </w:docPartPr>
      <w:docPartBody>
        <w:p w:rsidR="001815B6" w:rsidRDefault="001815B6" w:rsidP="001815B6">
          <w:pPr>
            <w:pStyle w:val="3C179B9E303B454E8BCBFB15DB5A1F12"/>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2350EF5C9C5548A0A889E82CAF6D41B8"/>
        <w:category>
          <w:name w:val="General"/>
          <w:gallery w:val="placeholder"/>
        </w:category>
        <w:types>
          <w:type w:val="bbPlcHdr"/>
        </w:types>
        <w:behaviors>
          <w:behavior w:val="content"/>
        </w:behaviors>
        <w:guid w:val="{09E7E5D1-ED54-4EE4-A0CA-B2C014706691}"/>
      </w:docPartPr>
      <w:docPartBody>
        <w:p w:rsidR="001815B6" w:rsidRDefault="001815B6" w:rsidP="001815B6">
          <w:pPr>
            <w:pStyle w:val="2350EF5C9C5548A0A889E82CAF6D41B8"/>
          </w:pPr>
          <w:r>
            <w:rPr>
              <w:color w:val="0070C0"/>
            </w:rPr>
            <w:t>S</w:t>
          </w:r>
          <w:r w:rsidRPr="00532339">
            <w:rPr>
              <w:color w:val="0070C0"/>
            </w:rPr>
            <w:t>hort descriptive text of the problem</w:t>
          </w:r>
        </w:p>
      </w:docPartBody>
    </w:docPart>
    <w:docPart>
      <w:docPartPr>
        <w:name w:val="05F8F845DEA24659A02B7D1569E21C0C"/>
        <w:category>
          <w:name w:val="General"/>
          <w:gallery w:val="placeholder"/>
        </w:category>
        <w:types>
          <w:type w:val="bbPlcHdr"/>
        </w:types>
        <w:behaviors>
          <w:behavior w:val="content"/>
        </w:behaviors>
        <w:guid w:val="{7147FC42-DCD0-4C8A-B0EF-30018E22547F}"/>
      </w:docPartPr>
      <w:docPartBody>
        <w:p w:rsidR="001815B6" w:rsidRDefault="001815B6" w:rsidP="001815B6">
          <w:pPr>
            <w:pStyle w:val="05F8F845DEA24659A02B7D1569E21C0C"/>
          </w:pPr>
          <w:r w:rsidRPr="003D796C">
            <w:rPr>
              <w:rStyle w:val="PlaceholderText"/>
            </w:rPr>
            <w:t>Choose an item.</w:t>
          </w:r>
        </w:p>
      </w:docPartBody>
    </w:docPart>
    <w:docPart>
      <w:docPartPr>
        <w:name w:val="E12EC20A4DE24139B9A028C30924F4C1"/>
        <w:category>
          <w:name w:val="General"/>
          <w:gallery w:val="placeholder"/>
        </w:category>
        <w:types>
          <w:type w:val="bbPlcHdr"/>
        </w:types>
        <w:behaviors>
          <w:behavior w:val="content"/>
        </w:behaviors>
        <w:guid w:val="{D2A721FC-6045-4450-BDDA-88D965DB75EE}"/>
      </w:docPartPr>
      <w:docPartBody>
        <w:p w:rsidR="001815B6" w:rsidRDefault="001815B6" w:rsidP="001815B6">
          <w:pPr>
            <w:pStyle w:val="E12EC20A4DE24139B9A028C30924F4C1"/>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374E377542244B60A03F9533EBFC7027"/>
        <w:category>
          <w:name w:val="General"/>
          <w:gallery w:val="placeholder"/>
        </w:category>
        <w:types>
          <w:type w:val="bbPlcHdr"/>
        </w:types>
        <w:behaviors>
          <w:behavior w:val="content"/>
        </w:behaviors>
        <w:guid w:val="{ECBF6B69-F631-4FC0-B13A-468626D149E5}"/>
      </w:docPartPr>
      <w:docPartBody>
        <w:p w:rsidR="001815B6" w:rsidRDefault="001815B6" w:rsidP="001815B6">
          <w:pPr>
            <w:pStyle w:val="374E377542244B60A03F9533EBFC7027"/>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6980A6C712A6434C8BBDC0306ACA5A26"/>
        <w:category>
          <w:name w:val="General"/>
          <w:gallery w:val="placeholder"/>
        </w:category>
        <w:types>
          <w:type w:val="bbPlcHdr"/>
        </w:types>
        <w:behaviors>
          <w:behavior w:val="content"/>
        </w:behaviors>
        <w:guid w:val="{196F7E98-24CF-473F-B374-5CE5FAC14B9A}"/>
      </w:docPartPr>
      <w:docPartBody>
        <w:p w:rsidR="001815B6" w:rsidRDefault="001815B6" w:rsidP="001815B6">
          <w:pPr>
            <w:pStyle w:val="6980A6C712A6434C8BBDC0306ACA5A26"/>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13F6B78572A44483856FE4001A33723D"/>
        <w:category>
          <w:name w:val="General"/>
          <w:gallery w:val="placeholder"/>
        </w:category>
        <w:types>
          <w:type w:val="bbPlcHdr"/>
        </w:types>
        <w:behaviors>
          <w:behavior w:val="content"/>
        </w:behaviors>
        <w:guid w:val="{1A1323C8-B8A7-4142-B336-977BAFA03BC4}"/>
      </w:docPartPr>
      <w:docPartBody>
        <w:p w:rsidR="001815B6" w:rsidRDefault="001815B6" w:rsidP="001815B6">
          <w:pPr>
            <w:pStyle w:val="13F6B78572A44483856FE4001A33723D"/>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D26C23330169426396C7023C9D058CE7"/>
        <w:category>
          <w:name w:val="General"/>
          <w:gallery w:val="placeholder"/>
        </w:category>
        <w:types>
          <w:type w:val="bbPlcHdr"/>
        </w:types>
        <w:behaviors>
          <w:behavior w:val="content"/>
        </w:behaviors>
        <w:guid w:val="{B4AF8406-30DC-4ACE-9946-809AAF176C40}"/>
      </w:docPartPr>
      <w:docPartBody>
        <w:p w:rsidR="001815B6" w:rsidRDefault="001815B6" w:rsidP="001815B6">
          <w:pPr>
            <w:pStyle w:val="D26C23330169426396C7023C9D058CE7"/>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FC87856EB2A342438480017AD614B00C"/>
        <w:category>
          <w:name w:val="General"/>
          <w:gallery w:val="placeholder"/>
        </w:category>
        <w:types>
          <w:type w:val="bbPlcHdr"/>
        </w:types>
        <w:behaviors>
          <w:behavior w:val="content"/>
        </w:behaviors>
        <w:guid w:val="{6232776C-3E15-41A8-8301-A6E7A4A9084C}"/>
      </w:docPartPr>
      <w:docPartBody>
        <w:p w:rsidR="001815B6" w:rsidRDefault="001815B6" w:rsidP="001815B6">
          <w:pPr>
            <w:pStyle w:val="FC87856EB2A342438480017AD614B00C"/>
          </w:pPr>
          <w:r w:rsidRPr="003D796C">
            <w:rPr>
              <w:rStyle w:val="PlaceholderText"/>
            </w:rPr>
            <w:t>Choose an item.</w:t>
          </w:r>
        </w:p>
      </w:docPartBody>
    </w:docPart>
    <w:docPart>
      <w:docPartPr>
        <w:name w:val="18F41C43CA2A44B48996766E49DEDE1C"/>
        <w:category>
          <w:name w:val="General"/>
          <w:gallery w:val="placeholder"/>
        </w:category>
        <w:types>
          <w:type w:val="bbPlcHdr"/>
        </w:types>
        <w:behaviors>
          <w:behavior w:val="content"/>
        </w:behaviors>
        <w:guid w:val="{A305FF41-59D1-4DE2-BE94-00FAB9BEAB1C}"/>
      </w:docPartPr>
      <w:docPartBody>
        <w:p w:rsidR="001815B6" w:rsidRDefault="001815B6" w:rsidP="001815B6">
          <w:pPr>
            <w:pStyle w:val="18F41C43CA2A44B48996766E49DEDE1C"/>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DB6C8120F9B3471DA982E8A6CDB1241D"/>
        <w:category>
          <w:name w:val="General"/>
          <w:gallery w:val="placeholder"/>
        </w:category>
        <w:types>
          <w:type w:val="bbPlcHdr"/>
        </w:types>
        <w:behaviors>
          <w:behavior w:val="content"/>
        </w:behaviors>
        <w:guid w:val="{A3E30019-6A5F-4D5B-BE07-6965A4F5E646}"/>
      </w:docPartPr>
      <w:docPartBody>
        <w:p w:rsidR="001815B6" w:rsidRDefault="001815B6" w:rsidP="001815B6">
          <w:pPr>
            <w:pStyle w:val="DB6C8120F9B3471DA982E8A6CDB1241D"/>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1C127C4156624831BD8B185AC5014367"/>
        <w:category>
          <w:name w:val="General"/>
          <w:gallery w:val="placeholder"/>
        </w:category>
        <w:types>
          <w:type w:val="bbPlcHdr"/>
        </w:types>
        <w:behaviors>
          <w:behavior w:val="content"/>
        </w:behaviors>
        <w:guid w:val="{C510027F-2197-42FA-8750-8B91EB3B85C2}"/>
      </w:docPartPr>
      <w:docPartBody>
        <w:p w:rsidR="00025E3F" w:rsidRDefault="001815B6" w:rsidP="001815B6">
          <w:pPr>
            <w:pStyle w:val="1C127C4156624831BD8B185AC5014367"/>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D903A8D22CE24964955D7728B3C0D001"/>
        <w:category>
          <w:name w:val="General"/>
          <w:gallery w:val="placeholder"/>
        </w:category>
        <w:types>
          <w:type w:val="bbPlcHdr"/>
        </w:types>
        <w:behaviors>
          <w:behavior w:val="content"/>
        </w:behaviors>
        <w:guid w:val="{E1F33B75-E0E3-4A6B-932C-C737B1A2090D}"/>
      </w:docPartPr>
      <w:docPartBody>
        <w:p w:rsidR="00025E3F" w:rsidRDefault="001815B6" w:rsidP="001815B6">
          <w:pPr>
            <w:pStyle w:val="D903A8D22CE24964955D7728B3C0D001"/>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4E85212CCA82453EABA9964F5F32EEEE"/>
        <w:category>
          <w:name w:val="General"/>
          <w:gallery w:val="placeholder"/>
        </w:category>
        <w:types>
          <w:type w:val="bbPlcHdr"/>
        </w:types>
        <w:behaviors>
          <w:behavior w:val="content"/>
        </w:behaviors>
        <w:guid w:val="{6FB7818F-1182-44E7-B817-B30687A8A402}"/>
      </w:docPartPr>
      <w:docPartBody>
        <w:p w:rsidR="00025E3F" w:rsidRDefault="001815B6" w:rsidP="001815B6">
          <w:pPr>
            <w:pStyle w:val="4E85212CCA82453EABA9964F5F32EEEE"/>
          </w:pPr>
          <w:r w:rsidRPr="003D796C">
            <w:rPr>
              <w:rStyle w:val="PlaceholderText"/>
            </w:rPr>
            <w:t>Choose an item.</w:t>
          </w:r>
        </w:p>
      </w:docPartBody>
    </w:docPart>
    <w:docPart>
      <w:docPartPr>
        <w:name w:val="B0113CA8769F4D7DA1458F9AC000BCF6"/>
        <w:category>
          <w:name w:val="General"/>
          <w:gallery w:val="placeholder"/>
        </w:category>
        <w:types>
          <w:type w:val="bbPlcHdr"/>
        </w:types>
        <w:behaviors>
          <w:behavior w:val="content"/>
        </w:behaviors>
        <w:guid w:val="{55D8AD06-1B36-43B3-8C18-11C175A4BB40}"/>
      </w:docPartPr>
      <w:docPartBody>
        <w:p w:rsidR="00025E3F" w:rsidRDefault="001815B6" w:rsidP="001815B6">
          <w:pPr>
            <w:pStyle w:val="B0113CA8769F4D7DA1458F9AC000BCF6"/>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E95BB9F97F8D4F1F8E018BE0BAA0911D"/>
        <w:category>
          <w:name w:val="General"/>
          <w:gallery w:val="placeholder"/>
        </w:category>
        <w:types>
          <w:type w:val="bbPlcHdr"/>
        </w:types>
        <w:behaviors>
          <w:behavior w:val="content"/>
        </w:behaviors>
        <w:guid w:val="{813C6B98-C777-4006-998A-FDDD8793C731}"/>
      </w:docPartPr>
      <w:docPartBody>
        <w:p w:rsidR="00025E3F" w:rsidRDefault="001815B6" w:rsidP="001815B6">
          <w:pPr>
            <w:pStyle w:val="E95BB9F97F8D4F1F8E018BE0BAA0911D"/>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2C0E93810EC24A97AA01180E8F1ACDD7"/>
        <w:category>
          <w:name w:val="General"/>
          <w:gallery w:val="placeholder"/>
        </w:category>
        <w:types>
          <w:type w:val="bbPlcHdr"/>
        </w:types>
        <w:behaviors>
          <w:behavior w:val="content"/>
        </w:behaviors>
        <w:guid w:val="{530CD99E-88A8-4C05-89EF-805BA52789C4}"/>
      </w:docPartPr>
      <w:docPartBody>
        <w:p w:rsidR="00025E3F" w:rsidRDefault="001815B6" w:rsidP="001815B6">
          <w:pPr>
            <w:pStyle w:val="2C0E93810EC24A97AA01180E8F1ACDD7"/>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578BB55752C74AA9AC79DDB4E27F161B"/>
        <w:category>
          <w:name w:val="General"/>
          <w:gallery w:val="placeholder"/>
        </w:category>
        <w:types>
          <w:type w:val="bbPlcHdr"/>
        </w:types>
        <w:behaviors>
          <w:behavior w:val="content"/>
        </w:behaviors>
        <w:guid w:val="{2CD32350-A2EA-49EC-9774-3B4BCAA34AD4}"/>
      </w:docPartPr>
      <w:docPartBody>
        <w:p w:rsidR="00025E3F" w:rsidRDefault="001815B6" w:rsidP="001815B6">
          <w:pPr>
            <w:pStyle w:val="578BB55752C74AA9AC79DDB4E27F161B"/>
          </w:pPr>
          <w:r w:rsidRPr="003D796C">
            <w:rPr>
              <w:rStyle w:val="PlaceholderText"/>
            </w:rPr>
            <w:t>Choose an item.</w:t>
          </w:r>
        </w:p>
      </w:docPartBody>
    </w:docPart>
    <w:docPart>
      <w:docPartPr>
        <w:name w:val="45E2CEF1923B4CBCB94EB53C11E19A12"/>
        <w:category>
          <w:name w:val="General"/>
          <w:gallery w:val="placeholder"/>
        </w:category>
        <w:types>
          <w:type w:val="bbPlcHdr"/>
        </w:types>
        <w:behaviors>
          <w:behavior w:val="content"/>
        </w:behaviors>
        <w:guid w:val="{2C0C2643-C180-4BA9-8727-1AD093A6B834}"/>
      </w:docPartPr>
      <w:docPartBody>
        <w:p w:rsidR="00025E3F" w:rsidRDefault="001815B6" w:rsidP="001815B6">
          <w:pPr>
            <w:pStyle w:val="45E2CEF1923B4CBCB94EB53C11E19A12"/>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0AA8AB81126341899CC739BA2042F170"/>
        <w:category>
          <w:name w:val="General"/>
          <w:gallery w:val="placeholder"/>
        </w:category>
        <w:types>
          <w:type w:val="bbPlcHdr"/>
        </w:types>
        <w:behaviors>
          <w:behavior w:val="content"/>
        </w:behaviors>
        <w:guid w:val="{D60B5387-EDE0-4B63-92E8-287F784DF56B}"/>
      </w:docPartPr>
      <w:docPartBody>
        <w:p w:rsidR="00025E3F" w:rsidRDefault="001815B6" w:rsidP="001815B6">
          <w:pPr>
            <w:pStyle w:val="0AA8AB81126341899CC739BA2042F170"/>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7CB331986ADD46E8A49F740ABB85470F"/>
        <w:category>
          <w:name w:val="General"/>
          <w:gallery w:val="placeholder"/>
        </w:category>
        <w:types>
          <w:type w:val="bbPlcHdr"/>
        </w:types>
        <w:behaviors>
          <w:behavior w:val="content"/>
        </w:behaviors>
        <w:guid w:val="{76649791-F9AC-4031-BB7B-0C7A83DDF282}"/>
      </w:docPartPr>
      <w:docPartBody>
        <w:p w:rsidR="00CE13AB" w:rsidRDefault="00451F8D" w:rsidP="00451F8D">
          <w:pPr>
            <w:pStyle w:val="7CB331986ADD46E8A49F740ABB85470F"/>
          </w:pPr>
          <w:r w:rsidRPr="006C73C5">
            <w:rPr>
              <w:color w:val="0070C0"/>
            </w:rPr>
            <w:t>X.</w:t>
          </w:r>
          <w:r>
            <w:rPr>
              <w:color w:val="0070C0"/>
            </w:rPr>
            <w:t>XX</w:t>
          </w:r>
        </w:p>
      </w:docPartBody>
    </w:docPart>
    <w:docPart>
      <w:docPartPr>
        <w:name w:val="03AC9F516E20416B83088B02C8FB0F65"/>
        <w:category>
          <w:name w:val="General"/>
          <w:gallery w:val="placeholder"/>
        </w:category>
        <w:types>
          <w:type w:val="bbPlcHdr"/>
        </w:types>
        <w:behaviors>
          <w:behavior w:val="content"/>
        </w:behaviors>
        <w:guid w:val="{5DA6DD36-0C0B-41C8-B149-BC1671A3EE08}"/>
      </w:docPartPr>
      <w:docPartBody>
        <w:p w:rsidR="00CE13AB" w:rsidRDefault="00451F8D" w:rsidP="00451F8D">
          <w:pPr>
            <w:pStyle w:val="03AC9F516E20416B83088B02C8FB0F65"/>
          </w:pPr>
          <w:r>
            <w:rPr>
              <w:color w:val="0070C0"/>
            </w:rPr>
            <w:t>S</w:t>
          </w:r>
          <w:r w:rsidRPr="00532339">
            <w:rPr>
              <w:color w:val="0070C0"/>
            </w:rPr>
            <w:t>hort descriptive text of the problem</w:t>
          </w:r>
        </w:p>
      </w:docPartBody>
    </w:docPart>
    <w:docPart>
      <w:docPartPr>
        <w:name w:val="CDE1E064EE6D41AFBC86A07BF343C2BE"/>
        <w:category>
          <w:name w:val="General"/>
          <w:gallery w:val="placeholder"/>
        </w:category>
        <w:types>
          <w:type w:val="bbPlcHdr"/>
        </w:types>
        <w:behaviors>
          <w:behavior w:val="content"/>
        </w:behaviors>
        <w:guid w:val="{F01D1EE9-7CA1-476C-BD54-FCC89833893F}"/>
      </w:docPartPr>
      <w:docPartBody>
        <w:p w:rsidR="00CE13AB" w:rsidRDefault="00451F8D" w:rsidP="00451F8D">
          <w:pPr>
            <w:pStyle w:val="CDE1E064EE6D41AFBC86A07BF343C2BE"/>
          </w:pPr>
          <w:r w:rsidRPr="003D796C">
            <w:rPr>
              <w:rStyle w:val="PlaceholderText"/>
            </w:rPr>
            <w:t>Choose an item.</w:t>
          </w:r>
        </w:p>
      </w:docPartBody>
    </w:docPart>
    <w:docPart>
      <w:docPartPr>
        <w:name w:val="CF8C949BE3E74F119C36B172E6E6397C"/>
        <w:category>
          <w:name w:val="General"/>
          <w:gallery w:val="placeholder"/>
        </w:category>
        <w:types>
          <w:type w:val="bbPlcHdr"/>
        </w:types>
        <w:behaviors>
          <w:behavior w:val="content"/>
        </w:behaviors>
        <w:guid w:val="{38F117E1-9016-42A0-B478-3CB8B9526365}"/>
      </w:docPartPr>
      <w:docPartBody>
        <w:p w:rsidR="00CE13AB" w:rsidRDefault="00451F8D" w:rsidP="00451F8D">
          <w:pPr>
            <w:pStyle w:val="CF8C949BE3E74F119C36B172E6E6397C"/>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38FBBDECB81141F5A987F91E55A45021"/>
        <w:category>
          <w:name w:val="General"/>
          <w:gallery w:val="placeholder"/>
        </w:category>
        <w:types>
          <w:type w:val="bbPlcHdr"/>
        </w:types>
        <w:behaviors>
          <w:behavior w:val="content"/>
        </w:behaviors>
        <w:guid w:val="{514CE275-B8F3-47BB-93BC-272D8EC9BAD2}"/>
      </w:docPartPr>
      <w:docPartBody>
        <w:p w:rsidR="00CE13AB" w:rsidRDefault="00451F8D" w:rsidP="00451F8D">
          <w:pPr>
            <w:pStyle w:val="38FBBDECB81141F5A987F91E55A45021"/>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B64F441FB37E496B8E240F2F89637567"/>
        <w:category>
          <w:name w:val="General"/>
          <w:gallery w:val="placeholder"/>
        </w:category>
        <w:types>
          <w:type w:val="bbPlcHdr"/>
        </w:types>
        <w:behaviors>
          <w:behavior w:val="content"/>
        </w:behaviors>
        <w:guid w:val="{A4F002ED-23AF-4A9F-8909-B3B92BC1FC01}"/>
      </w:docPartPr>
      <w:docPartBody>
        <w:p w:rsidR="00CE13AB" w:rsidRDefault="00451F8D" w:rsidP="00451F8D">
          <w:pPr>
            <w:pStyle w:val="B64F441FB37E496B8E240F2F89637567"/>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150DFF14D71E4606B7093392504D593A"/>
        <w:category>
          <w:name w:val="General"/>
          <w:gallery w:val="placeholder"/>
        </w:category>
        <w:types>
          <w:type w:val="bbPlcHdr"/>
        </w:types>
        <w:behaviors>
          <w:behavior w:val="content"/>
        </w:behaviors>
        <w:guid w:val="{DC756BFF-C65F-4969-9A21-17270C329AFB}"/>
      </w:docPartPr>
      <w:docPartBody>
        <w:p w:rsidR="00CE13AB" w:rsidRDefault="00451F8D" w:rsidP="00451F8D">
          <w:pPr>
            <w:pStyle w:val="150DFF14D71E4606B7093392504D593A"/>
          </w:pPr>
          <w:r>
            <w:rPr>
              <w:color w:val="0070C0"/>
            </w:rPr>
            <w:t>S</w:t>
          </w:r>
          <w:r w:rsidRPr="00532339">
            <w:rPr>
              <w:color w:val="0070C0"/>
            </w:rPr>
            <w:t>hort descriptive text of the problem</w:t>
          </w:r>
        </w:p>
      </w:docPartBody>
    </w:docPart>
    <w:docPart>
      <w:docPartPr>
        <w:name w:val="AB10BC4C511944828F7D601299C600AA"/>
        <w:category>
          <w:name w:val="General"/>
          <w:gallery w:val="placeholder"/>
        </w:category>
        <w:types>
          <w:type w:val="bbPlcHdr"/>
        </w:types>
        <w:behaviors>
          <w:behavior w:val="content"/>
        </w:behaviors>
        <w:guid w:val="{05473512-4B64-4EBB-B89D-79A954064107}"/>
      </w:docPartPr>
      <w:docPartBody>
        <w:p w:rsidR="00CE13AB" w:rsidRDefault="00451F8D" w:rsidP="00451F8D">
          <w:pPr>
            <w:pStyle w:val="AB10BC4C511944828F7D601299C600AA"/>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990DB3CCF2724802B1722FB481649F5D"/>
        <w:category>
          <w:name w:val="General"/>
          <w:gallery w:val="placeholder"/>
        </w:category>
        <w:types>
          <w:type w:val="bbPlcHdr"/>
        </w:types>
        <w:behaviors>
          <w:behavior w:val="content"/>
        </w:behaviors>
        <w:guid w:val="{793FE833-4B69-469F-8604-DA453D375469}"/>
      </w:docPartPr>
      <w:docPartBody>
        <w:p w:rsidR="00000000" w:rsidRDefault="00CE13AB" w:rsidP="00CE13AB">
          <w:pPr>
            <w:pStyle w:val="990DB3CCF2724802B1722FB481649F5D"/>
          </w:pPr>
          <w:r w:rsidRPr="006C73C5">
            <w:rPr>
              <w:color w:val="0070C0"/>
            </w:rPr>
            <w:t>X.</w:t>
          </w:r>
          <w:r>
            <w:rPr>
              <w:color w:val="0070C0"/>
            </w:rPr>
            <w:t>XX</w:t>
          </w:r>
        </w:p>
      </w:docPartBody>
    </w:docPart>
    <w:docPart>
      <w:docPartPr>
        <w:name w:val="690FAEC34236437E9D26D33B6135C2AF"/>
        <w:category>
          <w:name w:val="General"/>
          <w:gallery w:val="placeholder"/>
        </w:category>
        <w:types>
          <w:type w:val="bbPlcHdr"/>
        </w:types>
        <w:behaviors>
          <w:behavior w:val="content"/>
        </w:behaviors>
        <w:guid w:val="{B9742E11-5B9C-47F4-9108-F63686BCDE49}"/>
      </w:docPartPr>
      <w:docPartBody>
        <w:p w:rsidR="00000000" w:rsidRDefault="00CE13AB" w:rsidP="00CE13AB">
          <w:pPr>
            <w:pStyle w:val="690FAEC34236437E9D26D33B6135C2AF"/>
          </w:pPr>
          <w:r>
            <w:rPr>
              <w:color w:val="0070C0"/>
            </w:rPr>
            <w:t>S</w:t>
          </w:r>
          <w:r w:rsidRPr="00532339">
            <w:rPr>
              <w:color w:val="0070C0"/>
            </w:rPr>
            <w:t>hort descriptive text of the problem</w:t>
          </w:r>
        </w:p>
      </w:docPartBody>
    </w:docPart>
    <w:docPart>
      <w:docPartPr>
        <w:name w:val="2875EB53457841168F4E74BA998778E8"/>
        <w:category>
          <w:name w:val="General"/>
          <w:gallery w:val="placeholder"/>
        </w:category>
        <w:types>
          <w:type w:val="bbPlcHdr"/>
        </w:types>
        <w:behaviors>
          <w:behavior w:val="content"/>
        </w:behaviors>
        <w:guid w:val="{44229299-7856-497B-A654-B4413F50B451}"/>
      </w:docPartPr>
      <w:docPartBody>
        <w:p w:rsidR="00000000" w:rsidRDefault="00CE13AB" w:rsidP="00CE13AB">
          <w:pPr>
            <w:pStyle w:val="2875EB53457841168F4E74BA998778E8"/>
          </w:pPr>
          <w:r w:rsidRPr="003D796C">
            <w:rPr>
              <w:rStyle w:val="PlaceholderText"/>
            </w:rPr>
            <w:t>Choose an item.</w:t>
          </w:r>
        </w:p>
      </w:docPartBody>
    </w:docPart>
    <w:docPart>
      <w:docPartPr>
        <w:name w:val="171683D1316948CAAF36DE42245F1115"/>
        <w:category>
          <w:name w:val="General"/>
          <w:gallery w:val="placeholder"/>
        </w:category>
        <w:types>
          <w:type w:val="bbPlcHdr"/>
        </w:types>
        <w:behaviors>
          <w:behavior w:val="content"/>
        </w:behaviors>
        <w:guid w:val="{72BB85FC-2A19-4F5B-AA94-5CF0ED4C3483}"/>
      </w:docPartPr>
      <w:docPartBody>
        <w:p w:rsidR="00000000" w:rsidRDefault="00CE13AB" w:rsidP="00CE13AB">
          <w:pPr>
            <w:pStyle w:val="171683D1316948CAAF36DE42245F1115"/>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00A8B239D0674CDD8F4DB5F4BFADC589"/>
        <w:category>
          <w:name w:val="General"/>
          <w:gallery w:val="placeholder"/>
        </w:category>
        <w:types>
          <w:type w:val="bbPlcHdr"/>
        </w:types>
        <w:behaviors>
          <w:behavior w:val="content"/>
        </w:behaviors>
        <w:guid w:val="{9FFCBF70-C5E4-4324-B541-A0FD4F1756C8}"/>
      </w:docPartPr>
      <w:docPartBody>
        <w:p w:rsidR="00000000" w:rsidRDefault="00CE13AB" w:rsidP="00CE13AB">
          <w:pPr>
            <w:pStyle w:val="00A8B239D0674CDD8F4DB5F4BFADC589"/>
          </w:pPr>
          <w:r>
            <w:rPr>
              <w:color w:val="0070C0"/>
            </w:rPr>
            <w:t>D</w:t>
          </w:r>
          <w:r w:rsidRPr="00532339">
            <w:rPr>
              <w:color w:val="0070C0"/>
            </w:rPr>
            <w:t>escribe what is the actual problem for the end-customer and how does that affect him. Also, how is this seen? And, is there a work-around available?</w:t>
          </w:r>
          <w:r>
            <w:rPr>
              <w:color w:val="0070C0"/>
            </w:rPr>
            <w:t xml:space="preserve"> Also, what has been done to correct the situation?</w:t>
          </w:r>
        </w:p>
      </w:docPartBody>
    </w:docPart>
    <w:docPart>
      <w:docPartPr>
        <w:name w:val="1EC6E30B407A46D2B425FAE0C191F061"/>
        <w:category>
          <w:name w:val="General"/>
          <w:gallery w:val="placeholder"/>
        </w:category>
        <w:types>
          <w:type w:val="bbPlcHdr"/>
        </w:types>
        <w:behaviors>
          <w:behavior w:val="content"/>
        </w:behaviors>
        <w:guid w:val="{E01A04F0-4864-4478-81A0-5415970832AE}"/>
      </w:docPartPr>
      <w:docPartBody>
        <w:p w:rsidR="00000000" w:rsidRDefault="00CE13AB" w:rsidP="00CE13AB">
          <w:pPr>
            <w:pStyle w:val="1EC6E30B407A46D2B425FAE0C191F061"/>
          </w:pPr>
          <w:r>
            <w:rPr>
              <w:color w:val="0070C0"/>
            </w:rPr>
            <w:t>L</w:t>
          </w:r>
          <w:r w:rsidRPr="00532339">
            <w:rPr>
              <w:color w:val="0070C0"/>
            </w:rPr>
            <w:t>ist the issue</w:t>
          </w:r>
          <w:r>
            <w:rPr>
              <w:color w:val="0070C0"/>
            </w:rPr>
            <w:t>(</w:t>
          </w:r>
          <w:r w:rsidRPr="00532339">
            <w:rPr>
              <w:color w:val="0070C0"/>
            </w:rPr>
            <w:t>s</w:t>
          </w:r>
          <w:r>
            <w:rPr>
              <w:color w:val="0070C0"/>
            </w:rPr>
            <w:t>)</w:t>
          </w:r>
          <w:r w:rsidRPr="00532339">
            <w:rPr>
              <w:color w:val="0070C0"/>
            </w:rPr>
            <w:t xml:space="preserve"> that referes to this entry</w:t>
          </w:r>
        </w:p>
      </w:docPartBody>
    </w:docPart>
    <w:docPart>
      <w:docPartPr>
        <w:name w:val="34F9E2E273484224B1CEB764B8A751AA"/>
        <w:category>
          <w:name w:val="General"/>
          <w:gallery w:val="placeholder"/>
        </w:category>
        <w:types>
          <w:type w:val="bbPlcHdr"/>
        </w:types>
        <w:behaviors>
          <w:behavior w:val="content"/>
        </w:behaviors>
        <w:guid w:val="{33FF3857-492B-4FE2-B590-E334BF81251A}"/>
      </w:docPartPr>
      <w:docPartBody>
        <w:p w:rsidR="00000000" w:rsidRDefault="00CE13AB" w:rsidP="00CE13AB">
          <w:pPr>
            <w:pStyle w:val="34F9E2E273484224B1CEB764B8A751AA"/>
          </w:pPr>
          <w:r>
            <w:rPr>
              <w:color w:val="0070C0"/>
            </w:rPr>
            <w:t>S</w:t>
          </w:r>
          <w:r w:rsidRPr="00532339">
            <w:rPr>
              <w:color w:val="0070C0"/>
            </w:rPr>
            <w:t>hort descriptive text of the problem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04FF9"/>
    <w:multiLevelType w:val="hybridMultilevel"/>
    <w:tmpl w:val="4C1666A8"/>
    <w:lvl w:ilvl="0" w:tplc="623873A6">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6C0C6997"/>
    <w:multiLevelType w:val="hybridMultilevel"/>
    <w:tmpl w:val="25B63048"/>
    <w:lvl w:ilvl="0" w:tplc="C090D62A">
      <w:start w:val="1"/>
      <w:numFmt w:val="decimal"/>
      <w:lvlText w:val="%1."/>
      <w:lvlJc w:val="left"/>
      <w:pPr>
        <w:ind w:left="720" w:hanging="360"/>
      </w:pPr>
      <w:rPr>
        <w:color w:val="0070C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7E6"/>
    <w:rsid w:val="00025E3F"/>
    <w:rsid w:val="001815B6"/>
    <w:rsid w:val="00451F8D"/>
    <w:rsid w:val="00A236C6"/>
    <w:rsid w:val="00C737E6"/>
    <w:rsid w:val="00CE13A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before="120" w:after="120" w:line="240" w:lineRule="auto"/>
    </w:pPr>
    <w:rPr>
      <w:rFonts w:ascii="Calibri" w:eastAsiaTheme="minorHAnsi" w:hAnsi="Calibri"/>
      <w:lang w:val="en-US" w:eastAsia="en-US"/>
    </w:rPr>
  </w:style>
  <w:style w:type="character" w:customStyle="1" w:styleId="BodyTextChar">
    <w:name w:val="Body Text Char"/>
    <w:basedOn w:val="DefaultParagraphFont"/>
    <w:link w:val="BodyText"/>
    <w:rPr>
      <w:rFonts w:ascii="Calibri" w:eastAsiaTheme="minorHAnsi" w:hAnsi="Calibri"/>
      <w:lang w:val="en-US" w:eastAsia="en-US"/>
    </w:rPr>
  </w:style>
  <w:style w:type="paragraph" w:customStyle="1" w:styleId="10E3068CE7334B33BF229F4C57A7C9CD">
    <w:name w:val="10E3068CE7334B33BF229F4C57A7C9CD"/>
  </w:style>
  <w:style w:type="character" w:styleId="PlaceholderText">
    <w:name w:val="Placeholder Text"/>
    <w:basedOn w:val="DefaultParagraphFont"/>
    <w:uiPriority w:val="99"/>
    <w:semiHidden/>
    <w:rsid w:val="00CE13AB"/>
    <w:rPr>
      <w:color w:val="808080"/>
    </w:rPr>
  </w:style>
  <w:style w:type="paragraph" w:customStyle="1" w:styleId="A2D1A5BEB8034E23BA48F90303301DF3">
    <w:name w:val="A2D1A5BEB8034E23BA48F90303301DF3"/>
  </w:style>
  <w:style w:type="paragraph" w:customStyle="1" w:styleId="B156F49360D84D298B6FCE367EADDE22">
    <w:name w:val="B156F49360D84D298B6FCE367EADDE22"/>
  </w:style>
  <w:style w:type="paragraph" w:customStyle="1" w:styleId="7E864EB63AEB4F08BE41368218D1C759">
    <w:name w:val="7E864EB63AEB4F08BE41368218D1C759"/>
  </w:style>
  <w:style w:type="paragraph" w:customStyle="1" w:styleId="AE445E92E1BF412693F3BCB2ACD2C172">
    <w:name w:val="AE445E92E1BF412693F3BCB2ACD2C172"/>
  </w:style>
  <w:style w:type="paragraph" w:customStyle="1" w:styleId="BA3133994B4F441A8E943D82917F97CE">
    <w:name w:val="BA3133994B4F441A8E943D82917F97CE"/>
  </w:style>
  <w:style w:type="paragraph" w:customStyle="1" w:styleId="E2B6E77266224D9E89DF7A3CB60F5764">
    <w:name w:val="E2B6E77266224D9E89DF7A3CB60F5764"/>
  </w:style>
  <w:style w:type="paragraph" w:customStyle="1" w:styleId="3E457841B9E2468187040290C3456D5F">
    <w:name w:val="3E457841B9E2468187040290C3456D5F"/>
  </w:style>
  <w:style w:type="paragraph" w:customStyle="1" w:styleId="E70526679A9B45F0B1A4CD914E82157E">
    <w:name w:val="E70526679A9B45F0B1A4CD914E82157E"/>
  </w:style>
  <w:style w:type="paragraph" w:customStyle="1" w:styleId="2B18F6AB2A574D93BA3D9FB0AFD6654B">
    <w:name w:val="2B18F6AB2A574D93BA3D9FB0AFD6654B"/>
  </w:style>
  <w:style w:type="paragraph" w:customStyle="1" w:styleId="EA8C781D2CA24D2682BA1E03CC5D420E">
    <w:name w:val="EA8C781D2CA24D2682BA1E03CC5D420E"/>
  </w:style>
  <w:style w:type="paragraph" w:customStyle="1" w:styleId="288BBE69330C4C0CB97530ACDC157FD6">
    <w:name w:val="288BBE69330C4C0CB97530ACDC157FD6"/>
  </w:style>
  <w:style w:type="paragraph" w:customStyle="1" w:styleId="5DE8097A266C47E3822CA1F72D6847DE">
    <w:name w:val="5DE8097A266C47E3822CA1F72D6847DE"/>
  </w:style>
  <w:style w:type="paragraph" w:customStyle="1" w:styleId="A50559747707477FAC9E14944D602206">
    <w:name w:val="A50559747707477FAC9E14944D602206"/>
  </w:style>
  <w:style w:type="paragraph" w:customStyle="1" w:styleId="1FF83AEF672F4713B354EBEC4062E2F3">
    <w:name w:val="1FF83AEF672F4713B354EBEC4062E2F3"/>
  </w:style>
  <w:style w:type="paragraph" w:customStyle="1" w:styleId="D7D2555F11E049A7AE3BAAC9DE8C9450">
    <w:name w:val="D7D2555F11E049A7AE3BAAC9DE8C9450"/>
  </w:style>
  <w:style w:type="paragraph" w:customStyle="1" w:styleId="5E6F37054DA94F4B9A3C0AADBF85E038">
    <w:name w:val="5E6F37054DA94F4B9A3C0AADBF85E038"/>
  </w:style>
  <w:style w:type="paragraph" w:customStyle="1" w:styleId="4BF75643E6DA4896BC3B9DB42DB40C62">
    <w:name w:val="4BF75643E6DA4896BC3B9DB42DB40C62"/>
  </w:style>
  <w:style w:type="paragraph" w:customStyle="1" w:styleId="504935AEC83B4F26B06788E7DE828D2A">
    <w:name w:val="504935AEC83B4F26B06788E7DE828D2A"/>
  </w:style>
  <w:style w:type="paragraph" w:customStyle="1" w:styleId="9A649568ACDD44FBB6820EF4225FECB3">
    <w:name w:val="9A649568ACDD44FBB6820EF4225FECB3"/>
  </w:style>
  <w:style w:type="paragraph" w:customStyle="1" w:styleId="8BE17A0649BC427F801409DA222EDCBD">
    <w:name w:val="8BE17A0649BC427F801409DA222EDCBD"/>
  </w:style>
  <w:style w:type="paragraph" w:customStyle="1" w:styleId="97AFDDEE361F410999AEC91BEAB13B31">
    <w:name w:val="97AFDDEE361F410999AEC91BEAB13B31"/>
  </w:style>
  <w:style w:type="paragraph" w:customStyle="1" w:styleId="972C7BBC7A8844F58FF852DD4DC7A9A4">
    <w:name w:val="972C7BBC7A8844F58FF852DD4DC7A9A4"/>
  </w:style>
  <w:style w:type="paragraph" w:customStyle="1" w:styleId="1A34BAEA86F741E0AD9181092FE6714D">
    <w:name w:val="1A34BAEA86F741E0AD9181092FE6714D"/>
  </w:style>
  <w:style w:type="paragraph" w:customStyle="1" w:styleId="D46BD9F0BDEA421F8450B2C377B90A50">
    <w:name w:val="D46BD9F0BDEA421F8450B2C377B90A50"/>
  </w:style>
  <w:style w:type="paragraph" w:customStyle="1" w:styleId="8A4DDC3BA7EE4328A662C1388417BE0D">
    <w:name w:val="8A4DDC3BA7EE4328A662C1388417BE0D"/>
  </w:style>
  <w:style w:type="paragraph" w:customStyle="1" w:styleId="EB1B210FD5F34269B0DCA530B4C0F7CC">
    <w:name w:val="EB1B210FD5F34269B0DCA530B4C0F7CC"/>
  </w:style>
  <w:style w:type="paragraph" w:customStyle="1" w:styleId="4DCE404B11F1400CAD2581B90760526B">
    <w:name w:val="4DCE404B11F1400CAD2581B90760526B"/>
  </w:style>
  <w:style w:type="paragraph" w:customStyle="1" w:styleId="BAE9A6B0E54046979FFED121271871A4">
    <w:name w:val="BAE9A6B0E54046979FFED121271871A4"/>
  </w:style>
  <w:style w:type="paragraph" w:customStyle="1" w:styleId="B718F45B903B4E8A9E0F7F64FB2E029C">
    <w:name w:val="B718F45B903B4E8A9E0F7F64FB2E029C"/>
  </w:style>
  <w:style w:type="paragraph" w:customStyle="1" w:styleId="504B119581734454A5054785BCD59B4B">
    <w:name w:val="504B119581734454A5054785BCD59B4B"/>
  </w:style>
  <w:style w:type="paragraph" w:customStyle="1" w:styleId="Tabletext">
    <w:name w:val="Table text"/>
    <w:link w:val="TabletextChar"/>
    <w:uiPriority w:val="3"/>
    <w:qFormat/>
    <w:pPr>
      <w:keepLines/>
      <w:spacing w:before="40" w:after="40" w:line="240" w:lineRule="auto"/>
    </w:pPr>
    <w:rPr>
      <w:rFonts w:ascii="Arial Narrow" w:eastAsiaTheme="minorHAnsi" w:hAnsi="Arial Narrow"/>
      <w:sz w:val="20"/>
      <w:lang w:val="en-US" w:eastAsia="en-US"/>
    </w:rPr>
  </w:style>
  <w:style w:type="character" w:customStyle="1" w:styleId="TabletextChar">
    <w:name w:val="Table text Char"/>
    <w:basedOn w:val="DefaultParagraphFont"/>
    <w:link w:val="Tabletext"/>
    <w:uiPriority w:val="3"/>
    <w:rPr>
      <w:rFonts w:ascii="Arial Narrow" w:eastAsiaTheme="minorHAnsi" w:hAnsi="Arial Narrow"/>
      <w:sz w:val="20"/>
      <w:lang w:val="en-US" w:eastAsia="en-US"/>
    </w:rPr>
  </w:style>
  <w:style w:type="paragraph" w:customStyle="1" w:styleId="8F232DCCC1264C6AA7AB63FE856B40BF">
    <w:name w:val="8F232DCCC1264C6AA7AB63FE856B40BF"/>
  </w:style>
  <w:style w:type="paragraph" w:customStyle="1" w:styleId="9986E11BBD074C848947B2CCFA207456">
    <w:name w:val="9986E11BBD074C848947B2CCFA207456"/>
  </w:style>
  <w:style w:type="paragraph" w:customStyle="1" w:styleId="B8ABD6D2889D42FEB0DBBD976FB5A252">
    <w:name w:val="B8ABD6D2889D42FEB0DBBD976FB5A252"/>
  </w:style>
  <w:style w:type="paragraph" w:customStyle="1" w:styleId="4793CAE97AE3429C9DC32660E6A529DA">
    <w:name w:val="4793CAE97AE3429C9DC32660E6A529DA"/>
  </w:style>
  <w:style w:type="paragraph" w:customStyle="1" w:styleId="834BF23969EE4DAABA36A9E47A34B31F">
    <w:name w:val="834BF23969EE4DAABA36A9E47A34B31F"/>
  </w:style>
  <w:style w:type="paragraph" w:customStyle="1" w:styleId="0EF488D5A1FB4EDCBA7D810428811DC0">
    <w:name w:val="0EF488D5A1FB4EDCBA7D810428811DC0"/>
  </w:style>
  <w:style w:type="paragraph" w:customStyle="1" w:styleId="9C7B60AC953147E5AE11F5FFCEE1DC46">
    <w:name w:val="9C7B60AC953147E5AE11F5FFCEE1DC46"/>
  </w:style>
  <w:style w:type="paragraph" w:customStyle="1" w:styleId="7172352AE45B4118858939DB5E650AD3">
    <w:name w:val="7172352AE45B4118858939DB5E650AD3"/>
  </w:style>
  <w:style w:type="paragraph" w:customStyle="1" w:styleId="6F1ACD2AC18845D0A4E943A57CC33408">
    <w:name w:val="6F1ACD2AC18845D0A4E943A57CC33408"/>
  </w:style>
  <w:style w:type="paragraph" w:customStyle="1" w:styleId="EE23A5F58D7042E6B36F4DAA3EA9CAB4">
    <w:name w:val="EE23A5F58D7042E6B36F4DAA3EA9CAB4"/>
  </w:style>
  <w:style w:type="paragraph" w:customStyle="1" w:styleId="9022CF51705E4F2294988E8210E6368D">
    <w:name w:val="9022CF51705E4F2294988E8210E6368D"/>
  </w:style>
  <w:style w:type="paragraph" w:customStyle="1" w:styleId="35EFD662F210432DBCE55C717FCCD0DD">
    <w:name w:val="35EFD662F210432DBCE55C717FCCD0DD"/>
  </w:style>
  <w:style w:type="paragraph" w:customStyle="1" w:styleId="3382E6A999044224AE7A8B3B8EDA7AE4">
    <w:name w:val="3382E6A999044224AE7A8B3B8EDA7AE4"/>
  </w:style>
  <w:style w:type="paragraph" w:customStyle="1" w:styleId="8495EB5290324A4494D2CF7293398D3C">
    <w:name w:val="8495EB5290324A4494D2CF7293398D3C"/>
  </w:style>
  <w:style w:type="paragraph" w:customStyle="1" w:styleId="B6D8EDB749B44E688C01CCFB225067D2">
    <w:name w:val="B6D8EDB749B44E688C01CCFB225067D2"/>
  </w:style>
  <w:style w:type="paragraph" w:customStyle="1" w:styleId="9C5AE7BB8E2448A29B5DD86637AF1E4C">
    <w:name w:val="9C5AE7BB8E2448A29B5DD86637AF1E4C"/>
  </w:style>
  <w:style w:type="paragraph" w:customStyle="1" w:styleId="6C62A81FF6DA492F9367547D70485926">
    <w:name w:val="6C62A81FF6DA492F9367547D70485926"/>
  </w:style>
  <w:style w:type="paragraph" w:customStyle="1" w:styleId="5A7A71AD27124EECA49277B33B692AEB">
    <w:name w:val="5A7A71AD27124EECA49277B33B692AEB"/>
  </w:style>
  <w:style w:type="paragraph" w:customStyle="1" w:styleId="DACECF9F7B664C7CAE34D123DE9B723A">
    <w:name w:val="DACECF9F7B664C7CAE34D123DE9B723A"/>
  </w:style>
  <w:style w:type="paragraph" w:customStyle="1" w:styleId="1870E6DF95FE457FA06474C64E6C0232">
    <w:name w:val="1870E6DF95FE457FA06474C64E6C0232"/>
  </w:style>
  <w:style w:type="paragraph" w:customStyle="1" w:styleId="3456F598709A4848B82CD6B80BB682F8">
    <w:name w:val="3456F598709A4848B82CD6B80BB682F8"/>
  </w:style>
  <w:style w:type="paragraph" w:customStyle="1" w:styleId="68354B15718E45679AC49774040BC1D6">
    <w:name w:val="68354B15718E45679AC49774040BC1D6"/>
  </w:style>
  <w:style w:type="paragraph" w:customStyle="1" w:styleId="D4305AB8DC244EB3BC3794A8E18025B0">
    <w:name w:val="D4305AB8DC244EB3BC3794A8E18025B0"/>
  </w:style>
  <w:style w:type="paragraph" w:customStyle="1" w:styleId="5DE13AC8F47B46E5B158B9DA9572FDF8">
    <w:name w:val="5DE13AC8F47B46E5B158B9DA9572FDF8"/>
  </w:style>
  <w:style w:type="paragraph" w:customStyle="1" w:styleId="1364C890FE574BBCAC61C0D246C11EF6">
    <w:name w:val="1364C890FE574BBCAC61C0D246C11EF6"/>
  </w:style>
  <w:style w:type="paragraph" w:customStyle="1" w:styleId="80CF00B4ABA241C4BED866BD25AFB47B">
    <w:name w:val="80CF00B4ABA241C4BED866BD25AFB47B"/>
  </w:style>
  <w:style w:type="paragraph" w:customStyle="1" w:styleId="663B45D915F341859CD7BA3F3BDA9881">
    <w:name w:val="663B45D915F341859CD7BA3F3BDA9881"/>
  </w:style>
  <w:style w:type="paragraph" w:customStyle="1" w:styleId="9200700E31424CCDA2EA91A20E97EBCD">
    <w:name w:val="9200700E31424CCDA2EA91A20E97EBCD"/>
  </w:style>
  <w:style w:type="paragraph" w:customStyle="1" w:styleId="E1DF8CF260894357AFAD197650C3EAC3">
    <w:name w:val="E1DF8CF260894357AFAD197650C3EAC3"/>
  </w:style>
  <w:style w:type="paragraph" w:customStyle="1" w:styleId="DED82AF4E93243BEBC231DF7E963EB12">
    <w:name w:val="DED82AF4E93243BEBC231DF7E963EB12"/>
  </w:style>
  <w:style w:type="paragraph" w:customStyle="1" w:styleId="1EE597891E5C438D93A31B8809E6C5F1">
    <w:name w:val="1EE597891E5C438D93A31B8809E6C5F1"/>
  </w:style>
  <w:style w:type="paragraph" w:customStyle="1" w:styleId="2C25D6D1FB3C41A0845A3686BD93ED00">
    <w:name w:val="2C25D6D1FB3C41A0845A3686BD93ED00"/>
  </w:style>
  <w:style w:type="paragraph" w:customStyle="1" w:styleId="BF45D96C63B343258BC5C75B16368C0B">
    <w:name w:val="BF45D96C63B343258BC5C75B16368C0B"/>
  </w:style>
  <w:style w:type="paragraph" w:customStyle="1" w:styleId="7A314549E3584F5BB74C64A7BCF6D8EB">
    <w:name w:val="7A314549E3584F5BB74C64A7BCF6D8EB"/>
  </w:style>
  <w:style w:type="paragraph" w:customStyle="1" w:styleId="DF93DF5008334154AD6750A536F26528">
    <w:name w:val="DF93DF5008334154AD6750A536F26528"/>
  </w:style>
  <w:style w:type="paragraph" w:customStyle="1" w:styleId="0E16AD814B184C60B144D2B4E79F6C86">
    <w:name w:val="0E16AD814B184C60B144D2B4E79F6C86"/>
  </w:style>
  <w:style w:type="paragraph" w:customStyle="1" w:styleId="8B4C66E80DFA440B94CA2BB92F81E48A">
    <w:name w:val="8B4C66E80DFA440B94CA2BB92F81E48A"/>
  </w:style>
  <w:style w:type="paragraph" w:customStyle="1" w:styleId="15C24783FE794EFDA8D43E16B30FCA8F">
    <w:name w:val="15C24783FE794EFDA8D43E16B30FCA8F"/>
  </w:style>
  <w:style w:type="paragraph" w:customStyle="1" w:styleId="6B54E69B36D14347BD48FCA95DCBD265">
    <w:name w:val="6B54E69B36D14347BD48FCA95DCBD265"/>
  </w:style>
  <w:style w:type="paragraph" w:customStyle="1" w:styleId="B37CB40E36894E18BC4F8627A1BE13EF">
    <w:name w:val="B37CB40E36894E18BC4F8627A1BE13EF"/>
  </w:style>
  <w:style w:type="paragraph" w:customStyle="1" w:styleId="FAD6E450841041B4AE37AE7EB9A483D9">
    <w:name w:val="FAD6E450841041B4AE37AE7EB9A483D9"/>
  </w:style>
  <w:style w:type="paragraph" w:customStyle="1" w:styleId="A5353F3EB84C44868CF5B4DC276D95C1">
    <w:name w:val="A5353F3EB84C44868CF5B4DC276D95C1"/>
  </w:style>
  <w:style w:type="paragraph" w:customStyle="1" w:styleId="8C457491F63F44B1A118F96546606C27">
    <w:name w:val="8C457491F63F44B1A118F96546606C27"/>
  </w:style>
  <w:style w:type="paragraph" w:customStyle="1" w:styleId="50AECAB60EA74888BDA021EC90BADA42">
    <w:name w:val="50AECAB60EA74888BDA021EC90BADA42"/>
  </w:style>
  <w:style w:type="paragraph" w:customStyle="1" w:styleId="151C788320FA4661953FF8501DA2763F">
    <w:name w:val="151C788320FA4661953FF8501DA2763F"/>
  </w:style>
  <w:style w:type="paragraph" w:customStyle="1" w:styleId="3A5E415D4DE64766960449249C257568">
    <w:name w:val="3A5E415D4DE64766960449249C257568"/>
  </w:style>
  <w:style w:type="paragraph" w:customStyle="1" w:styleId="0B5B2E4CA7664C4EBBEBEA515B0536D0">
    <w:name w:val="0B5B2E4CA7664C4EBBEBEA515B0536D0"/>
  </w:style>
  <w:style w:type="paragraph" w:customStyle="1" w:styleId="6CA517526C094685A0B9D9466CD9D595">
    <w:name w:val="6CA517526C094685A0B9D9466CD9D595"/>
  </w:style>
  <w:style w:type="paragraph" w:customStyle="1" w:styleId="EDA31AC162574EED8906E0EAD4BCE3AF">
    <w:name w:val="EDA31AC162574EED8906E0EAD4BCE3AF"/>
  </w:style>
  <w:style w:type="paragraph" w:customStyle="1" w:styleId="B2169F72C95E47FE98D7DD74587A96A2">
    <w:name w:val="B2169F72C95E47FE98D7DD74587A96A2"/>
  </w:style>
  <w:style w:type="paragraph" w:customStyle="1" w:styleId="62AC47C5F7D7407997FD7F67468B95DA">
    <w:name w:val="62AC47C5F7D7407997FD7F67468B95DA"/>
  </w:style>
  <w:style w:type="paragraph" w:customStyle="1" w:styleId="2CD8DF1C39FF4C6AB48771A287F53F84">
    <w:name w:val="2CD8DF1C39FF4C6AB48771A287F53F84"/>
  </w:style>
  <w:style w:type="paragraph" w:customStyle="1" w:styleId="87F8DE49B9D4414B96C7842448DD0BBA">
    <w:name w:val="87F8DE49B9D4414B96C7842448DD0BBA"/>
  </w:style>
  <w:style w:type="paragraph" w:customStyle="1" w:styleId="276C4484B7E741C0A702420FC5BEB96B">
    <w:name w:val="276C4484B7E741C0A702420FC5BEB96B"/>
  </w:style>
  <w:style w:type="paragraph" w:customStyle="1" w:styleId="DF9353DAB9254CA8ABF825F9FA1EE5F0">
    <w:name w:val="DF9353DAB9254CA8ABF825F9FA1EE5F0"/>
  </w:style>
  <w:style w:type="paragraph" w:customStyle="1" w:styleId="2BD2D5EB0838406DA8DC3E6086A0CA09">
    <w:name w:val="2BD2D5EB0838406DA8DC3E6086A0CA09"/>
  </w:style>
  <w:style w:type="paragraph" w:customStyle="1" w:styleId="C3C50978D6DA4870AF8DADC270DC1F28">
    <w:name w:val="C3C50978D6DA4870AF8DADC270DC1F28"/>
  </w:style>
  <w:style w:type="paragraph" w:customStyle="1" w:styleId="EA3476C428DF465391907DB8CA3DEB80">
    <w:name w:val="EA3476C428DF465391907DB8CA3DEB80"/>
  </w:style>
  <w:style w:type="paragraph" w:customStyle="1" w:styleId="A27C341ECA684DD2810CCEA474D33CB4">
    <w:name w:val="A27C341ECA684DD2810CCEA474D33CB4"/>
  </w:style>
  <w:style w:type="paragraph" w:customStyle="1" w:styleId="797228B9C9304B5783033A2164E6C99A">
    <w:name w:val="797228B9C9304B5783033A2164E6C99A"/>
  </w:style>
  <w:style w:type="paragraph" w:customStyle="1" w:styleId="6D4B58258ED2413EA11DFA2BD28E58D4">
    <w:name w:val="6D4B58258ED2413EA11DFA2BD28E58D4"/>
  </w:style>
  <w:style w:type="paragraph" w:customStyle="1" w:styleId="6F7130D203FD4005B7E9E5A2D0021584">
    <w:name w:val="6F7130D203FD4005B7E9E5A2D0021584"/>
  </w:style>
  <w:style w:type="paragraph" w:customStyle="1" w:styleId="2A5E70E62CDE4B7E9FE92BFAC46CFBEE">
    <w:name w:val="2A5E70E62CDE4B7E9FE92BFAC46CFBEE"/>
  </w:style>
  <w:style w:type="paragraph" w:customStyle="1" w:styleId="91131C0DD0534226B378EC0C7969E546">
    <w:name w:val="91131C0DD0534226B378EC0C7969E546"/>
    <w:rsid w:val="00C737E6"/>
  </w:style>
  <w:style w:type="paragraph" w:customStyle="1" w:styleId="14C5C429AE344486A56023D32229CAC6">
    <w:name w:val="14C5C429AE344486A56023D32229CAC6"/>
    <w:rsid w:val="00C737E6"/>
  </w:style>
  <w:style w:type="paragraph" w:customStyle="1" w:styleId="70791692289F4138BE5905B35D3DA3C2">
    <w:name w:val="70791692289F4138BE5905B35D3DA3C2"/>
    <w:rsid w:val="00C737E6"/>
  </w:style>
  <w:style w:type="paragraph" w:customStyle="1" w:styleId="B371E0842AF946D5AF7E61273736A9F5">
    <w:name w:val="B371E0842AF946D5AF7E61273736A9F5"/>
    <w:rsid w:val="00C737E6"/>
  </w:style>
  <w:style w:type="paragraph" w:customStyle="1" w:styleId="A5F85DFECD034EB9A504BDE93EAF7422">
    <w:name w:val="A5F85DFECD034EB9A504BDE93EAF7422"/>
    <w:rsid w:val="00C737E6"/>
  </w:style>
  <w:style w:type="paragraph" w:customStyle="1" w:styleId="9156C08D03554C76A5747778402226FF">
    <w:name w:val="9156C08D03554C76A5747778402226FF"/>
    <w:rsid w:val="00C737E6"/>
  </w:style>
  <w:style w:type="paragraph" w:customStyle="1" w:styleId="2F5B5FE5DE634B078DA8D34263647466">
    <w:name w:val="2F5B5FE5DE634B078DA8D34263647466"/>
    <w:rsid w:val="00C737E6"/>
  </w:style>
  <w:style w:type="paragraph" w:customStyle="1" w:styleId="9845F5AC72AB4D8DABA11705B51F2FB5">
    <w:name w:val="9845F5AC72AB4D8DABA11705B51F2FB5"/>
    <w:rsid w:val="00C737E6"/>
  </w:style>
  <w:style w:type="paragraph" w:customStyle="1" w:styleId="7A6F1C68AF11401A8E5BC794895FB797">
    <w:name w:val="7A6F1C68AF11401A8E5BC794895FB797"/>
    <w:rsid w:val="00C737E6"/>
  </w:style>
  <w:style w:type="paragraph" w:customStyle="1" w:styleId="15C4B5371E2C4A7C941618DF9207DD70">
    <w:name w:val="15C4B5371E2C4A7C941618DF9207DD70"/>
    <w:rsid w:val="00C737E6"/>
  </w:style>
  <w:style w:type="paragraph" w:customStyle="1" w:styleId="DCC82DA0522A46C1AF7A47B3F950F6DF">
    <w:name w:val="DCC82DA0522A46C1AF7A47B3F950F6DF"/>
    <w:rsid w:val="00C737E6"/>
  </w:style>
  <w:style w:type="paragraph" w:customStyle="1" w:styleId="682241F0162B4870A348789FE7C422E2">
    <w:name w:val="682241F0162B4870A348789FE7C422E2"/>
    <w:rsid w:val="00C737E6"/>
  </w:style>
  <w:style w:type="paragraph" w:customStyle="1" w:styleId="9084FC0D381E4A00B96E7F0F59AF0F2B">
    <w:name w:val="9084FC0D381E4A00B96E7F0F59AF0F2B"/>
    <w:rsid w:val="00C737E6"/>
  </w:style>
  <w:style w:type="paragraph" w:customStyle="1" w:styleId="38BB4100D1A14E01BA37B0A5359D4ABB">
    <w:name w:val="38BB4100D1A14E01BA37B0A5359D4ABB"/>
    <w:rsid w:val="00C737E6"/>
  </w:style>
  <w:style w:type="paragraph" w:customStyle="1" w:styleId="DA13C5A634764EBA9752C8458FDE69AF">
    <w:name w:val="DA13C5A634764EBA9752C8458FDE69AF"/>
    <w:rsid w:val="00C737E6"/>
  </w:style>
  <w:style w:type="paragraph" w:customStyle="1" w:styleId="44B8DEDD62B54D83B3E805E06605B57D">
    <w:name w:val="44B8DEDD62B54D83B3E805E06605B57D"/>
    <w:rsid w:val="00C737E6"/>
  </w:style>
  <w:style w:type="paragraph" w:customStyle="1" w:styleId="39D32C4FD9144641A309977E209AE202">
    <w:name w:val="39D32C4FD9144641A309977E209AE202"/>
    <w:rsid w:val="00C737E6"/>
  </w:style>
  <w:style w:type="paragraph" w:customStyle="1" w:styleId="E59863022653427B8951EF814888C3E7">
    <w:name w:val="E59863022653427B8951EF814888C3E7"/>
    <w:rsid w:val="00C737E6"/>
  </w:style>
  <w:style w:type="paragraph" w:customStyle="1" w:styleId="FCDB4C945AFA4DDD9B7ABB7083FEA088">
    <w:name w:val="FCDB4C945AFA4DDD9B7ABB7083FEA088"/>
    <w:rsid w:val="00C737E6"/>
  </w:style>
  <w:style w:type="paragraph" w:customStyle="1" w:styleId="25B35BB104564B21A3EF1578B195D20F">
    <w:name w:val="25B35BB104564B21A3EF1578B195D20F"/>
    <w:rsid w:val="00C737E6"/>
  </w:style>
  <w:style w:type="paragraph" w:customStyle="1" w:styleId="74C340C50FF3490A8587DE1DDE9DF13F">
    <w:name w:val="74C340C50FF3490A8587DE1DDE9DF13F"/>
    <w:rsid w:val="00C737E6"/>
  </w:style>
  <w:style w:type="paragraph" w:customStyle="1" w:styleId="EFC74313C35D47A685B93E7F71E3D4D6">
    <w:name w:val="EFC74313C35D47A685B93E7F71E3D4D6"/>
    <w:rsid w:val="00C737E6"/>
  </w:style>
  <w:style w:type="paragraph" w:customStyle="1" w:styleId="B00A61BAD96F47FFB73222FF4FD3E020">
    <w:name w:val="B00A61BAD96F47FFB73222FF4FD3E020"/>
    <w:rsid w:val="00C737E6"/>
  </w:style>
  <w:style w:type="paragraph" w:customStyle="1" w:styleId="C16243FB34204628824434A7A41C45BD">
    <w:name w:val="C16243FB34204628824434A7A41C45BD"/>
    <w:rsid w:val="00C737E6"/>
  </w:style>
  <w:style w:type="paragraph" w:customStyle="1" w:styleId="69C32C36F40A4055A7A1AB7258F666ED">
    <w:name w:val="69C32C36F40A4055A7A1AB7258F666ED"/>
    <w:rsid w:val="00C737E6"/>
  </w:style>
  <w:style w:type="paragraph" w:customStyle="1" w:styleId="FD31D91F978648DBB12B1FFFE4E891DD">
    <w:name w:val="FD31D91F978648DBB12B1FFFE4E891DD"/>
    <w:rsid w:val="00C737E6"/>
  </w:style>
  <w:style w:type="paragraph" w:customStyle="1" w:styleId="D4F9F836CC6546719CB22EE9C9E897DA">
    <w:name w:val="D4F9F836CC6546719CB22EE9C9E897DA"/>
    <w:rsid w:val="00C737E6"/>
  </w:style>
  <w:style w:type="paragraph" w:customStyle="1" w:styleId="27F8105DCF854D11A99412A1ED63305A">
    <w:name w:val="27F8105DCF854D11A99412A1ED63305A"/>
    <w:rsid w:val="00C737E6"/>
  </w:style>
  <w:style w:type="paragraph" w:customStyle="1" w:styleId="D4DFA5C00B054AD2B7EEF80EE1E5F2C4">
    <w:name w:val="D4DFA5C00B054AD2B7EEF80EE1E5F2C4"/>
    <w:rsid w:val="00C737E6"/>
  </w:style>
  <w:style w:type="paragraph" w:customStyle="1" w:styleId="510C0B3D814A42AEA0C9361384F11D0C">
    <w:name w:val="510C0B3D814A42AEA0C9361384F11D0C"/>
    <w:rsid w:val="00C737E6"/>
  </w:style>
  <w:style w:type="paragraph" w:customStyle="1" w:styleId="641D2E6999984C7F8D9902D0CAF33256">
    <w:name w:val="641D2E6999984C7F8D9902D0CAF33256"/>
    <w:rsid w:val="00C737E6"/>
  </w:style>
  <w:style w:type="paragraph" w:customStyle="1" w:styleId="1EA529B112F24812B6613708173F0589">
    <w:name w:val="1EA529B112F24812B6613708173F0589"/>
    <w:rsid w:val="00C737E6"/>
  </w:style>
  <w:style w:type="paragraph" w:customStyle="1" w:styleId="43040EB37159427DAAA6039A4CB51B40">
    <w:name w:val="43040EB37159427DAAA6039A4CB51B40"/>
    <w:rsid w:val="00C737E6"/>
  </w:style>
  <w:style w:type="paragraph" w:customStyle="1" w:styleId="DD05BC785DC34598811FCD443755B578">
    <w:name w:val="DD05BC785DC34598811FCD443755B578"/>
    <w:rsid w:val="00C737E6"/>
  </w:style>
  <w:style w:type="paragraph" w:customStyle="1" w:styleId="54CD32BBFCFA4FADB68EBEC314B36D5B">
    <w:name w:val="54CD32BBFCFA4FADB68EBEC314B36D5B"/>
    <w:rsid w:val="00C737E6"/>
  </w:style>
  <w:style w:type="paragraph" w:customStyle="1" w:styleId="2392193BFA2440328F82978F0912F02F">
    <w:name w:val="2392193BFA2440328F82978F0912F02F"/>
    <w:rsid w:val="00C737E6"/>
  </w:style>
  <w:style w:type="paragraph" w:customStyle="1" w:styleId="3698B14D1EFE4F7FB050D88250C34C46">
    <w:name w:val="3698B14D1EFE4F7FB050D88250C34C46"/>
    <w:rsid w:val="00C737E6"/>
  </w:style>
  <w:style w:type="paragraph" w:customStyle="1" w:styleId="0D5C299A5C5A4501958F6C5C2BC89268">
    <w:name w:val="0D5C299A5C5A4501958F6C5C2BC89268"/>
    <w:rsid w:val="00C737E6"/>
  </w:style>
  <w:style w:type="paragraph" w:customStyle="1" w:styleId="27B6DC94203349DB9D8A90C5F655F23C">
    <w:name w:val="27B6DC94203349DB9D8A90C5F655F23C"/>
    <w:rsid w:val="00C737E6"/>
  </w:style>
  <w:style w:type="paragraph" w:customStyle="1" w:styleId="F7CB0C461DFE4A0BB1DA14AA9C2CE782">
    <w:name w:val="F7CB0C461DFE4A0BB1DA14AA9C2CE782"/>
    <w:rsid w:val="00C737E6"/>
  </w:style>
  <w:style w:type="paragraph" w:customStyle="1" w:styleId="C6F0FA62105441F2863A92B00ADBEEE7">
    <w:name w:val="C6F0FA62105441F2863A92B00ADBEEE7"/>
    <w:rsid w:val="001815B6"/>
  </w:style>
  <w:style w:type="paragraph" w:customStyle="1" w:styleId="54092F473A8C44DAB18DFB364DA8AADA">
    <w:name w:val="54092F473A8C44DAB18DFB364DA8AADA"/>
    <w:rsid w:val="001815B6"/>
  </w:style>
  <w:style w:type="paragraph" w:customStyle="1" w:styleId="29C57472083F49E182018C3DE1D71D9B">
    <w:name w:val="29C57472083F49E182018C3DE1D71D9B"/>
    <w:rsid w:val="001815B6"/>
  </w:style>
  <w:style w:type="paragraph" w:customStyle="1" w:styleId="20D2EAEA5B28455490C5BA8EEE620BA7">
    <w:name w:val="20D2EAEA5B28455490C5BA8EEE620BA7"/>
    <w:rsid w:val="001815B6"/>
  </w:style>
  <w:style w:type="paragraph" w:customStyle="1" w:styleId="DFAC9089059642348F255B6544DD38F0">
    <w:name w:val="DFAC9089059642348F255B6544DD38F0"/>
    <w:rsid w:val="001815B6"/>
  </w:style>
  <w:style w:type="paragraph" w:customStyle="1" w:styleId="9236F833DA004F7A996F2297044DBE5E">
    <w:name w:val="9236F833DA004F7A996F2297044DBE5E"/>
    <w:rsid w:val="001815B6"/>
  </w:style>
  <w:style w:type="paragraph" w:customStyle="1" w:styleId="A8EA495E790645E0A5B3BB73673D0237">
    <w:name w:val="A8EA495E790645E0A5B3BB73673D0237"/>
    <w:rsid w:val="001815B6"/>
  </w:style>
  <w:style w:type="paragraph" w:customStyle="1" w:styleId="E74110FBE0B84B91AB987A2F7E825C56">
    <w:name w:val="E74110FBE0B84B91AB987A2F7E825C56"/>
    <w:rsid w:val="001815B6"/>
  </w:style>
  <w:style w:type="paragraph" w:customStyle="1" w:styleId="A08B2C2471384793934FB00470DCDC0E">
    <w:name w:val="A08B2C2471384793934FB00470DCDC0E"/>
    <w:rsid w:val="001815B6"/>
  </w:style>
  <w:style w:type="paragraph" w:customStyle="1" w:styleId="C6413E1E144B4E2BB839FA9E9FA83020">
    <w:name w:val="C6413E1E144B4E2BB839FA9E9FA83020"/>
    <w:rsid w:val="001815B6"/>
  </w:style>
  <w:style w:type="paragraph" w:customStyle="1" w:styleId="3E7FAF1D6FED42A78A2F9F23073E3119">
    <w:name w:val="3E7FAF1D6FED42A78A2F9F23073E3119"/>
    <w:rsid w:val="001815B6"/>
  </w:style>
  <w:style w:type="paragraph" w:customStyle="1" w:styleId="6DF0B5E29D224E478365182940AC5582">
    <w:name w:val="6DF0B5E29D224E478365182940AC5582"/>
    <w:rsid w:val="001815B6"/>
  </w:style>
  <w:style w:type="paragraph" w:customStyle="1" w:styleId="46995C1C2F93438FB47CD4EE403EBB83">
    <w:name w:val="46995C1C2F93438FB47CD4EE403EBB83"/>
    <w:rsid w:val="001815B6"/>
  </w:style>
  <w:style w:type="paragraph" w:customStyle="1" w:styleId="6BCDAF81B77D47899F3760A249BF42CC">
    <w:name w:val="6BCDAF81B77D47899F3760A249BF42CC"/>
    <w:rsid w:val="001815B6"/>
  </w:style>
  <w:style w:type="paragraph" w:customStyle="1" w:styleId="06C8EA21DC55406687888F6799FA0E5D">
    <w:name w:val="06C8EA21DC55406687888F6799FA0E5D"/>
    <w:rsid w:val="001815B6"/>
  </w:style>
  <w:style w:type="paragraph" w:customStyle="1" w:styleId="31D9C9C4DDF440449A95C56C849E4CAF">
    <w:name w:val="31D9C9C4DDF440449A95C56C849E4CAF"/>
    <w:rsid w:val="001815B6"/>
  </w:style>
  <w:style w:type="paragraph" w:customStyle="1" w:styleId="8D9694B4663E4E319DC164C2579048B1">
    <w:name w:val="8D9694B4663E4E319DC164C2579048B1"/>
    <w:rsid w:val="001815B6"/>
  </w:style>
  <w:style w:type="paragraph" w:customStyle="1" w:styleId="3A2F7FDBEEB343EF8EC2F81F6F0DF6AB">
    <w:name w:val="3A2F7FDBEEB343EF8EC2F81F6F0DF6AB"/>
    <w:rsid w:val="001815B6"/>
  </w:style>
  <w:style w:type="paragraph" w:customStyle="1" w:styleId="0416975A6F7A437EBC3EAE29D59FCD76">
    <w:name w:val="0416975A6F7A437EBC3EAE29D59FCD76"/>
    <w:rsid w:val="001815B6"/>
  </w:style>
  <w:style w:type="paragraph" w:customStyle="1" w:styleId="570B7573848A470084CE63CD8AB7D09F">
    <w:name w:val="570B7573848A470084CE63CD8AB7D09F"/>
    <w:rsid w:val="001815B6"/>
  </w:style>
  <w:style w:type="paragraph" w:customStyle="1" w:styleId="6BE8680AE94E4F87ADC5DD6A56B81AE9">
    <w:name w:val="6BE8680AE94E4F87ADC5DD6A56B81AE9"/>
    <w:rsid w:val="001815B6"/>
  </w:style>
  <w:style w:type="paragraph" w:customStyle="1" w:styleId="C83D2300A21346DEBD17FE4F3BC40F95">
    <w:name w:val="C83D2300A21346DEBD17FE4F3BC40F95"/>
    <w:rsid w:val="001815B6"/>
  </w:style>
  <w:style w:type="paragraph" w:customStyle="1" w:styleId="71664BD6EF804D2D8C26F1992F3DF9CC">
    <w:name w:val="71664BD6EF804D2D8C26F1992F3DF9CC"/>
    <w:rsid w:val="001815B6"/>
  </w:style>
  <w:style w:type="paragraph" w:customStyle="1" w:styleId="CC59E45E7C034DCCA3AF480066F91AA1">
    <w:name w:val="CC59E45E7C034DCCA3AF480066F91AA1"/>
    <w:rsid w:val="001815B6"/>
  </w:style>
  <w:style w:type="paragraph" w:customStyle="1" w:styleId="8E31073AEEDF43A080259D6678598A21">
    <w:name w:val="8E31073AEEDF43A080259D6678598A21"/>
    <w:rsid w:val="001815B6"/>
  </w:style>
  <w:style w:type="paragraph" w:customStyle="1" w:styleId="BC55C41EE7E14EF3A628B8EEFB737E7F">
    <w:name w:val="BC55C41EE7E14EF3A628B8EEFB737E7F"/>
    <w:rsid w:val="001815B6"/>
  </w:style>
  <w:style w:type="paragraph" w:customStyle="1" w:styleId="9CD42A56E02E48B584DBAC8577E182DB">
    <w:name w:val="9CD42A56E02E48B584DBAC8577E182DB"/>
    <w:rsid w:val="001815B6"/>
  </w:style>
  <w:style w:type="paragraph" w:customStyle="1" w:styleId="64E10FB595454004A79E47FB08BA328F">
    <w:name w:val="64E10FB595454004A79E47FB08BA328F"/>
    <w:rsid w:val="001815B6"/>
  </w:style>
  <w:style w:type="paragraph" w:customStyle="1" w:styleId="6B358DECE3B6452AA98D7FD7980D2DE3">
    <w:name w:val="6B358DECE3B6452AA98D7FD7980D2DE3"/>
    <w:rsid w:val="001815B6"/>
  </w:style>
  <w:style w:type="paragraph" w:customStyle="1" w:styleId="850CCA542A7A4932A81BBCDD132965E2">
    <w:name w:val="850CCA542A7A4932A81BBCDD132965E2"/>
    <w:rsid w:val="001815B6"/>
  </w:style>
  <w:style w:type="paragraph" w:customStyle="1" w:styleId="3C179B9E303B454E8BCBFB15DB5A1F12">
    <w:name w:val="3C179B9E303B454E8BCBFB15DB5A1F12"/>
    <w:rsid w:val="001815B6"/>
  </w:style>
  <w:style w:type="paragraph" w:customStyle="1" w:styleId="2350EF5C9C5548A0A889E82CAF6D41B8">
    <w:name w:val="2350EF5C9C5548A0A889E82CAF6D41B8"/>
    <w:rsid w:val="001815B6"/>
  </w:style>
  <w:style w:type="paragraph" w:customStyle="1" w:styleId="05F8F845DEA24659A02B7D1569E21C0C">
    <w:name w:val="05F8F845DEA24659A02B7D1569E21C0C"/>
    <w:rsid w:val="001815B6"/>
  </w:style>
  <w:style w:type="paragraph" w:customStyle="1" w:styleId="E12EC20A4DE24139B9A028C30924F4C1">
    <w:name w:val="E12EC20A4DE24139B9A028C30924F4C1"/>
    <w:rsid w:val="001815B6"/>
  </w:style>
  <w:style w:type="paragraph" w:customStyle="1" w:styleId="374E377542244B60A03F9533EBFC7027">
    <w:name w:val="374E377542244B60A03F9533EBFC7027"/>
    <w:rsid w:val="001815B6"/>
  </w:style>
  <w:style w:type="paragraph" w:customStyle="1" w:styleId="6980A6C712A6434C8BBDC0306ACA5A26">
    <w:name w:val="6980A6C712A6434C8BBDC0306ACA5A26"/>
    <w:rsid w:val="001815B6"/>
  </w:style>
  <w:style w:type="paragraph" w:customStyle="1" w:styleId="13F6B78572A44483856FE4001A33723D">
    <w:name w:val="13F6B78572A44483856FE4001A33723D"/>
    <w:rsid w:val="001815B6"/>
  </w:style>
  <w:style w:type="paragraph" w:customStyle="1" w:styleId="D26C23330169426396C7023C9D058CE7">
    <w:name w:val="D26C23330169426396C7023C9D058CE7"/>
    <w:rsid w:val="001815B6"/>
  </w:style>
  <w:style w:type="paragraph" w:customStyle="1" w:styleId="FC87856EB2A342438480017AD614B00C">
    <w:name w:val="FC87856EB2A342438480017AD614B00C"/>
    <w:rsid w:val="001815B6"/>
  </w:style>
  <w:style w:type="paragraph" w:customStyle="1" w:styleId="18F41C43CA2A44B48996766E49DEDE1C">
    <w:name w:val="18F41C43CA2A44B48996766E49DEDE1C"/>
    <w:rsid w:val="001815B6"/>
  </w:style>
  <w:style w:type="paragraph" w:customStyle="1" w:styleId="DB6C8120F9B3471DA982E8A6CDB1241D">
    <w:name w:val="DB6C8120F9B3471DA982E8A6CDB1241D"/>
    <w:rsid w:val="001815B6"/>
  </w:style>
  <w:style w:type="paragraph" w:customStyle="1" w:styleId="1C127C4156624831BD8B185AC5014367">
    <w:name w:val="1C127C4156624831BD8B185AC5014367"/>
    <w:rsid w:val="001815B6"/>
  </w:style>
  <w:style w:type="paragraph" w:customStyle="1" w:styleId="D903A8D22CE24964955D7728B3C0D001">
    <w:name w:val="D903A8D22CE24964955D7728B3C0D001"/>
    <w:rsid w:val="001815B6"/>
  </w:style>
  <w:style w:type="paragraph" w:customStyle="1" w:styleId="4E85212CCA82453EABA9964F5F32EEEE">
    <w:name w:val="4E85212CCA82453EABA9964F5F32EEEE"/>
    <w:rsid w:val="001815B6"/>
  </w:style>
  <w:style w:type="paragraph" w:customStyle="1" w:styleId="B0113CA8769F4D7DA1458F9AC000BCF6">
    <w:name w:val="B0113CA8769F4D7DA1458F9AC000BCF6"/>
    <w:rsid w:val="001815B6"/>
  </w:style>
  <w:style w:type="paragraph" w:customStyle="1" w:styleId="E95BB9F97F8D4F1F8E018BE0BAA0911D">
    <w:name w:val="E95BB9F97F8D4F1F8E018BE0BAA0911D"/>
    <w:rsid w:val="001815B6"/>
  </w:style>
  <w:style w:type="paragraph" w:customStyle="1" w:styleId="2C0E93810EC24A97AA01180E8F1ACDD7">
    <w:name w:val="2C0E93810EC24A97AA01180E8F1ACDD7"/>
    <w:rsid w:val="001815B6"/>
  </w:style>
  <w:style w:type="paragraph" w:customStyle="1" w:styleId="578BB55752C74AA9AC79DDB4E27F161B">
    <w:name w:val="578BB55752C74AA9AC79DDB4E27F161B"/>
    <w:rsid w:val="001815B6"/>
  </w:style>
  <w:style w:type="paragraph" w:customStyle="1" w:styleId="45E2CEF1923B4CBCB94EB53C11E19A12">
    <w:name w:val="45E2CEF1923B4CBCB94EB53C11E19A12"/>
    <w:rsid w:val="001815B6"/>
  </w:style>
  <w:style w:type="paragraph" w:customStyle="1" w:styleId="0AA8AB81126341899CC739BA2042F170">
    <w:name w:val="0AA8AB81126341899CC739BA2042F170"/>
    <w:rsid w:val="001815B6"/>
  </w:style>
  <w:style w:type="paragraph" w:customStyle="1" w:styleId="7CB331986ADD46E8A49F740ABB85470F">
    <w:name w:val="7CB331986ADD46E8A49F740ABB85470F"/>
    <w:rsid w:val="00451F8D"/>
  </w:style>
  <w:style w:type="paragraph" w:customStyle="1" w:styleId="03AC9F516E20416B83088B02C8FB0F65">
    <w:name w:val="03AC9F516E20416B83088B02C8FB0F65"/>
    <w:rsid w:val="00451F8D"/>
  </w:style>
  <w:style w:type="paragraph" w:customStyle="1" w:styleId="CDE1E064EE6D41AFBC86A07BF343C2BE">
    <w:name w:val="CDE1E064EE6D41AFBC86A07BF343C2BE"/>
    <w:rsid w:val="00451F8D"/>
  </w:style>
  <w:style w:type="paragraph" w:customStyle="1" w:styleId="CF8C949BE3E74F119C36B172E6E6397C">
    <w:name w:val="CF8C949BE3E74F119C36B172E6E6397C"/>
    <w:rsid w:val="00451F8D"/>
  </w:style>
  <w:style w:type="paragraph" w:customStyle="1" w:styleId="38FBBDECB81141F5A987F91E55A45021">
    <w:name w:val="38FBBDECB81141F5A987F91E55A45021"/>
    <w:rsid w:val="00451F8D"/>
  </w:style>
  <w:style w:type="paragraph" w:customStyle="1" w:styleId="B64F441FB37E496B8E240F2F89637567">
    <w:name w:val="B64F441FB37E496B8E240F2F89637567"/>
    <w:rsid w:val="00451F8D"/>
  </w:style>
  <w:style w:type="paragraph" w:customStyle="1" w:styleId="772D972991224209B20ACDA8A180B0DB">
    <w:name w:val="772D972991224209B20ACDA8A180B0DB"/>
    <w:rsid w:val="00451F8D"/>
  </w:style>
  <w:style w:type="paragraph" w:customStyle="1" w:styleId="F99791C1217F43289AD4D190A22BE994">
    <w:name w:val="F99791C1217F43289AD4D190A22BE994"/>
    <w:rsid w:val="00451F8D"/>
  </w:style>
  <w:style w:type="paragraph" w:customStyle="1" w:styleId="F30C6667AF3B40099CFD4200262EB013">
    <w:name w:val="F30C6667AF3B40099CFD4200262EB013"/>
    <w:rsid w:val="00451F8D"/>
  </w:style>
  <w:style w:type="paragraph" w:customStyle="1" w:styleId="324BD783CBAF4BD2B4B7F83DC51662D7">
    <w:name w:val="324BD783CBAF4BD2B4B7F83DC51662D7"/>
    <w:rsid w:val="00451F8D"/>
  </w:style>
  <w:style w:type="paragraph" w:customStyle="1" w:styleId="314A90AF8738419ABE62E1036F4CF01D">
    <w:name w:val="314A90AF8738419ABE62E1036F4CF01D"/>
    <w:rsid w:val="00451F8D"/>
  </w:style>
  <w:style w:type="paragraph" w:customStyle="1" w:styleId="150DFF14D71E4606B7093392504D593A">
    <w:name w:val="150DFF14D71E4606B7093392504D593A"/>
    <w:rsid w:val="00451F8D"/>
  </w:style>
  <w:style w:type="paragraph" w:customStyle="1" w:styleId="82FB2F0F41844B87A38DF1C3A607A2CC">
    <w:name w:val="82FB2F0F41844B87A38DF1C3A607A2CC"/>
    <w:rsid w:val="00451F8D"/>
  </w:style>
  <w:style w:type="paragraph" w:customStyle="1" w:styleId="C8B5D9577AE245C9AEBA5BB20AD2EA1E">
    <w:name w:val="C8B5D9577AE245C9AEBA5BB20AD2EA1E"/>
    <w:rsid w:val="00451F8D"/>
  </w:style>
  <w:style w:type="paragraph" w:customStyle="1" w:styleId="AB10BC4C511944828F7D601299C600AA">
    <w:name w:val="AB10BC4C511944828F7D601299C600AA"/>
    <w:rsid w:val="00451F8D"/>
  </w:style>
  <w:style w:type="paragraph" w:customStyle="1" w:styleId="990DB3CCF2724802B1722FB481649F5D">
    <w:name w:val="990DB3CCF2724802B1722FB481649F5D"/>
    <w:rsid w:val="00CE13AB"/>
  </w:style>
  <w:style w:type="paragraph" w:customStyle="1" w:styleId="690FAEC34236437E9D26D33B6135C2AF">
    <w:name w:val="690FAEC34236437E9D26D33B6135C2AF"/>
    <w:rsid w:val="00CE13AB"/>
  </w:style>
  <w:style w:type="paragraph" w:customStyle="1" w:styleId="2875EB53457841168F4E74BA998778E8">
    <w:name w:val="2875EB53457841168F4E74BA998778E8"/>
    <w:rsid w:val="00CE13AB"/>
  </w:style>
  <w:style w:type="paragraph" w:customStyle="1" w:styleId="171683D1316948CAAF36DE42245F1115">
    <w:name w:val="171683D1316948CAAF36DE42245F1115"/>
    <w:rsid w:val="00CE13AB"/>
  </w:style>
  <w:style w:type="paragraph" w:customStyle="1" w:styleId="00A8B239D0674CDD8F4DB5F4BFADC589">
    <w:name w:val="00A8B239D0674CDD8F4DB5F4BFADC589"/>
    <w:rsid w:val="00CE13AB"/>
  </w:style>
  <w:style w:type="paragraph" w:customStyle="1" w:styleId="1EC6E30B407A46D2B425FAE0C191F061">
    <w:name w:val="1EC6E30B407A46D2B425FAE0C191F061"/>
    <w:rsid w:val="00CE13AB"/>
  </w:style>
  <w:style w:type="paragraph" w:customStyle="1" w:styleId="34F9E2E273484224B1CEB764B8A751AA">
    <w:name w:val="34F9E2E273484224B1CEB764B8A751AA"/>
    <w:rsid w:val="00CE13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HMS">
  <a:themeElements>
    <a:clrScheme name="HMS">
      <a:dk1>
        <a:srgbClr val="000000"/>
      </a:dk1>
      <a:lt1>
        <a:srgbClr val="FFFFFF"/>
      </a:lt1>
      <a:dk2>
        <a:srgbClr val="305F7B"/>
      </a:dk2>
      <a:lt2>
        <a:srgbClr val="C3D4DD"/>
      </a:lt2>
      <a:accent1>
        <a:srgbClr val="305F7B"/>
      </a:accent1>
      <a:accent2>
        <a:srgbClr val="B72331"/>
      </a:accent2>
      <a:accent3>
        <a:srgbClr val="758597"/>
      </a:accent3>
      <a:accent4>
        <a:srgbClr val="F0BC2F"/>
      </a:accent4>
      <a:accent5>
        <a:srgbClr val="6092B6"/>
      </a:accent5>
      <a:accent6>
        <a:srgbClr val="C3D4DD"/>
      </a:accent6>
      <a:hlink>
        <a:srgbClr val="305F7B"/>
      </a:hlink>
      <a:folHlink>
        <a:srgbClr val="6092B6"/>
      </a:folHlink>
    </a:clrScheme>
    <a:fontScheme name="HMS">
      <a:majorFont>
        <a:latin typeface="Arial"/>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HMS General QA Template" ma:contentTypeID="0x0101008083B898BBFFEE4693FD1A8D41B261D900C5F15783E8591249B6BFD08838F2D951" ma:contentTypeVersion="116" ma:contentTypeDescription="" ma:contentTypeScope="" ma:versionID="d06de2f24e57e41f51bed2f9f427cf0d">
  <xsd:schema xmlns:xsd="http://www.w3.org/2001/XMLSchema" xmlns:xs="http://www.w3.org/2001/XMLSchema" xmlns:p="http://schemas.microsoft.com/office/2006/metadata/properties" xmlns:ns2="668fcb07-ec3d-4dd6-8a56-e3f19a50abfb" xmlns:ns3="791c7ffb-bc1f-48b7-825c-106aff729e9c" targetNamespace="http://schemas.microsoft.com/office/2006/metadata/properties" ma:root="true" ma:fieldsID="1fe3835550bf21460dad595a073194d8" ns2:_="" ns3:_="">
    <xsd:import namespace="668fcb07-ec3d-4dd6-8a56-e3f19a50abfb"/>
    <xsd:import namespace="791c7ffb-bc1f-48b7-825c-106aff729e9c"/>
    <xsd:element name="properties">
      <xsd:complexType>
        <xsd:sequence>
          <xsd:element name="documentManagement">
            <xsd:complexType>
              <xsd:all>
                <xsd:element ref="ns2:Edition"/>
                <xsd:element ref="ns2:Current_x0020_Version" minOccurs="0"/>
                <xsd:element ref="ns2:HMS_x0020_Document_x0020_ID" minOccurs="0"/>
                <xsd:element ref="ns2:_dlc_DocId" minOccurs="0"/>
                <xsd:element ref="ns2:_dlc_DocIdUrl" minOccurs="0"/>
                <xsd:element ref="ns2:_dlc_DocIdPersistId" minOccurs="0"/>
                <xsd:element ref="ns2:HMS_x0020_DepartmentTaxHTField0" minOccurs="0"/>
                <xsd:element ref="ns2:TaxCatchAll" minOccurs="0"/>
                <xsd:element ref="ns2:TaxCatchAllLabel" minOccurs="0"/>
                <xsd:element ref="ns2:HMS_x0020_LanguageTaxHTField0" minOccurs="0"/>
                <xsd:element ref="ns2:Document_x0020_categoryTaxHTField0"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fcb07-ec3d-4dd6-8a56-e3f19a50abfb" elementFormDefault="qualified">
    <xsd:import namespace="http://schemas.microsoft.com/office/2006/documentManagement/types"/>
    <xsd:import namespace="http://schemas.microsoft.com/office/infopath/2007/PartnerControls"/>
    <xsd:element name="Edition" ma:index="5" ma:displayName="Edition" ma:decimals="0" ma:default="1" ma:internalName="Edition">
      <xsd:simpleType>
        <xsd:restriction base="dms:Number">
          <xsd:minInclusive value="0"/>
        </xsd:restriction>
      </xsd:simpleType>
    </xsd:element>
    <xsd:element name="Current_x0020_Version" ma:index="6" nillable="true" ma:displayName="Current Version" ma:description="The current version number of the file in SharePoint." ma:internalName="Current_x0020_Version" ma:readOnly="false">
      <xsd:simpleType>
        <xsd:restriction base="dms:Text"/>
      </xsd:simpleType>
    </xsd:element>
    <xsd:element name="HMS_x0020_Document_x0020_ID" ma:index="7" nillable="true" ma:displayName="HMS Prev Doc ID" ma:hidden="true" ma:indexed="true" ma:internalName="HMS_x0020_Document_x0020_ID" ma:readOnly="false">
      <xsd:simpleType>
        <xsd:restriction base="dms:Text">
          <xsd:maxLength value="255"/>
        </xsd:restriction>
      </xsd:simpleType>
    </xsd:element>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MS_x0020_DepartmentTaxHTField0" ma:index="11" ma:taxonomy="true" ma:internalName="HMS_x0020_DepartmentTaxHTField0" ma:taxonomyFieldName="HMS_x0020_Department" ma:displayName="HMS Department" ma:readOnly="false" ma:default="" ma:fieldId="{eca2f0f7-6a3a-409d-b9dd-8916eb116dd6}" ma:sspId="a7a3a697-502c-49b8-a1a6-406bad546f51" ma:termSetId="fd4b1e1d-542b-45ca-b33a-3f0cc9855afa" ma:anchorId="2c2c3a50-3ac1-4d88-b8cd-d6df22199b0a" ma:open="false" ma:isKeyword="false">
      <xsd:complexType>
        <xsd:sequence>
          <xsd:element ref="pc:Terms" minOccurs="0" maxOccurs="1"/>
        </xsd:sequence>
      </xsd:complexType>
    </xsd:element>
    <xsd:element name="TaxCatchAll" ma:index="12" nillable="true" ma:displayName="Taxonomy Catch All Column" ma:description="" ma:hidden="true" ma:list="{fcc72529-00f2-4189-bd3e-eccc1bb9ea5c}" ma:internalName="TaxCatchAll" ma:showField="CatchAllData" ma:web="668fcb07-ec3d-4dd6-8a56-e3f19a50abf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fcc72529-00f2-4189-bd3e-eccc1bb9ea5c}" ma:internalName="TaxCatchAllLabel" ma:readOnly="true" ma:showField="CatchAllDataLabel" ma:web="668fcb07-ec3d-4dd6-8a56-e3f19a50abfb">
      <xsd:complexType>
        <xsd:complexContent>
          <xsd:extension base="dms:MultiChoiceLookup">
            <xsd:sequence>
              <xsd:element name="Value" type="dms:Lookup" maxOccurs="unbounded" minOccurs="0" nillable="true"/>
            </xsd:sequence>
          </xsd:extension>
        </xsd:complexContent>
      </xsd:complexType>
    </xsd:element>
    <xsd:element name="HMS_x0020_LanguageTaxHTField0" ma:index="15" ma:taxonomy="true" ma:internalName="HMS_x0020_LanguageTaxHTField0" ma:taxonomyFieldName="HMS_x0020_Language" ma:displayName="HMS Language" ma:readOnly="false" ma:default="46;#English|cea730d2-b240-4918-b842-e7398a30cda8" ma:fieldId="{5b666468-46bb-4ec8-8b6c-7e020837ee47}" ma:sspId="a7a3a697-502c-49b8-a1a6-406bad546f51" ma:termSetId="fd4b1e1d-542b-45ca-b33a-3f0cc9855afa" ma:anchorId="dbdda4aa-f368-413d-ac2d-2aac9f4fc792" ma:open="false" ma:isKeyword="false">
      <xsd:complexType>
        <xsd:sequence>
          <xsd:element ref="pc:Terms" minOccurs="0" maxOccurs="1"/>
        </xsd:sequence>
      </xsd:complexType>
    </xsd:element>
    <xsd:element name="Document_x0020_categoryTaxHTField0" ma:index="17" ma:taxonomy="true" ma:internalName="Document_x0020_categoryTaxHTField0" ma:taxonomyFieldName="Document_x0020_category" ma:displayName="Document category" ma:readOnly="false" ma:default="117;#Procedure|432ef4cf-65ec-4e6b-93d1-9a3228aa7183" ma:fieldId="{8157f80c-9553-46fa-ad70-45040fb17a1f}" ma:sspId="a7a3a697-502c-49b8-a1a6-406bad546f51" ma:termSetId="20ce431b-bbcb-4da8-90e0-321fb5cbb2dc"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91c7ffb-bc1f-48b7-825c-106aff729e9c" elementFormDefault="qualified">
    <xsd:import namespace="http://schemas.microsoft.com/office/2006/documentManagement/types"/>
    <xsd:import namespace="http://schemas.microsoft.com/office/infopath/2007/PartnerControls"/>
    <xsd:element name="DLCPolicyLabelValue" ma:index="2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2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23"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PolicyDirtyBag xmlns="microsoft.office.server.policy.changes">
  <Microsoft.Office.RecordsManagement.PolicyFeatures.PolicyLabel op="Delete"/>
</PolicyDirtyBag>
</file>

<file path=customXml/item6.xml><?xml version="1.0" encoding="utf-8"?>
<p:properties xmlns:p="http://schemas.microsoft.com/office/2006/metadata/properties" xmlns:xsi="http://www.w3.org/2001/XMLSchema-instance" xmlns:pc="http://schemas.microsoft.com/office/infopath/2007/PartnerControls">
  <documentManagement>
    <HMS_x0020_LanguageTaxHTField0 xmlns="668fcb07-ec3d-4dd6-8a56-e3f19a50abfb">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cea730d2-b240-4918-b842-e7398a30cda8</TermId>
        </TermInfo>
      </Terms>
    </HMS_x0020_LanguageTaxHTField0>
    <HMS_x0020_DepartmentTaxHTField0 xmlns="668fcb07-ec3d-4dd6-8a56-e3f19a50abfb">
      <Terms xmlns="http://schemas.microsoft.com/office/infopath/2007/PartnerControls">
        <TermInfo xmlns="http://schemas.microsoft.com/office/infopath/2007/PartnerControls">
          <TermName>Development System Level</TermName>
          <TermId>2cd0dbd6-4bcd-4aee-adcb-20f450c0adcb</TermId>
        </TermInfo>
      </Terms>
    </HMS_x0020_DepartmentTaxHTField0>
    <TaxCatchAll xmlns="668fcb07-ec3d-4dd6-8a56-e3f19a50abfb">
      <Value>219</Value>
      <Value>46</Value>
      <Value>232</Value>
    </TaxCatchAll>
    <HMS_x0020_Document_x0020_ID xmlns="668fcb07-ec3d-4dd6-8a56-e3f19a50abfb" xsi:nil="true"/>
    <Document_x0020_categoryTaxHTField0 xmlns="668fcb07-ec3d-4dd6-8a56-e3f19a50abfb">
      <Terms xmlns="http://schemas.microsoft.com/office/infopath/2007/PartnerControls">
        <TermInfo xmlns="http://schemas.microsoft.com/office/infopath/2007/PartnerControls">
          <TermName>Templates ＆ Forms</TermName>
          <TermId>f870924c-6322-4850-a639-0dab3859622d</TermId>
        </TermInfo>
      </Terms>
    </Document_x0020_categoryTaxHTField0>
    <_dlc_DocId xmlns="668fcb07-ec3d-4dd6-8a56-e3f19a50abfb">HMSI-202-181</_dlc_DocId>
    <_dlc_DocIdUrl xmlns="668fcb07-ec3d-4dd6-8a56-e3f19a50abfb">
      <Url>http://dagaz.hms.se/resources/qa/_layouts/DocIdRedir.aspx?ID=HMSI-202-181</Url>
      <Description>HMSI-202-181</Description>
    </_dlc_DocIdUrl>
    <Edition xmlns="668fcb07-ec3d-4dd6-8a56-e3f19a50abfb">1</Edition>
    <Current_x0020_Version xmlns="668fcb07-ec3d-4dd6-8a56-e3f19a50abfb">3.0</Current_x0020_Version>
    <DLCPolicyLabelClientValue xmlns="791c7ffb-bc1f-48b7-825c-106aff729e9c">{_UIVersionString}</DLCPolicyLabelClientValue>
    <DLCPolicyLabelLock xmlns="791c7ffb-bc1f-48b7-825c-106aff729e9c" xsi:nil="true"/>
    <DLCPolicyLabelValue xmlns="791c7ffb-bc1f-48b7-825c-106aff729e9c">0.1</DLCPolicyLabelValue>
  </documentManagement>
</p:properties>
</file>

<file path=customXml/item7.xml><?xml version="1.0" encoding="utf-8"?>
<b:Sources xmlns:b="http://schemas.openxmlformats.org/officeDocument/2006/bibliography" xmlns="http://schemas.openxmlformats.org/officeDocument/2006/bibliography" SelectedStyle="\HMS_Reference.xsl" StyleName="HMS document reference"/>
</file>

<file path=customXml/itemProps1.xml><?xml version="1.0" encoding="utf-8"?>
<ds:datastoreItem xmlns:ds="http://schemas.openxmlformats.org/officeDocument/2006/customXml" ds:itemID="{0DED1D55-6171-4E2E-A2BC-EFC1C387B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fcb07-ec3d-4dd6-8a56-e3f19a50abfb"/>
    <ds:schemaRef ds:uri="791c7ffb-bc1f-48b7-825c-106aff729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FBA1E2-9BB3-45D5-9382-8FC87C7DC243}">
  <ds:schemaRefs>
    <ds:schemaRef ds:uri="http://schemas.microsoft.com/office/2006/metadata/customXsn"/>
  </ds:schemaRefs>
</ds:datastoreItem>
</file>

<file path=customXml/itemProps3.xml><?xml version="1.0" encoding="utf-8"?>
<ds:datastoreItem xmlns:ds="http://schemas.openxmlformats.org/officeDocument/2006/customXml" ds:itemID="{E358B6FE-3F2B-47CF-8C5C-8F2D91381F29}">
  <ds:schemaRefs>
    <ds:schemaRef ds:uri="http://schemas.microsoft.com/sharepoint/events"/>
  </ds:schemaRefs>
</ds:datastoreItem>
</file>

<file path=customXml/itemProps4.xml><?xml version="1.0" encoding="utf-8"?>
<ds:datastoreItem xmlns:ds="http://schemas.openxmlformats.org/officeDocument/2006/customXml" ds:itemID="{293F050F-0B73-4E97-B9DF-15C49438072B}">
  <ds:schemaRefs>
    <ds:schemaRef ds:uri="http://schemas.microsoft.com/sharepoint/v3/contenttype/forms"/>
  </ds:schemaRefs>
</ds:datastoreItem>
</file>

<file path=customXml/itemProps5.xml><?xml version="1.0" encoding="utf-8"?>
<ds:datastoreItem xmlns:ds="http://schemas.openxmlformats.org/officeDocument/2006/customXml" ds:itemID="{862BCC08-2A09-4888-B3C6-C9D4DFA82038}">
  <ds:schemaRefs>
    <ds:schemaRef ds:uri="microsoft.office.server.policy.changes"/>
  </ds:schemaRefs>
</ds:datastoreItem>
</file>

<file path=customXml/itemProps6.xml><?xml version="1.0" encoding="utf-8"?>
<ds:datastoreItem xmlns:ds="http://schemas.openxmlformats.org/officeDocument/2006/customXml" ds:itemID="{B52C6CC3-C08A-40D6-8672-64B1F7E6F528}">
  <ds:schemaRefs>
    <ds:schemaRef ds:uri="http://schemas.microsoft.com/office/2006/documentManagement/types"/>
    <ds:schemaRef ds:uri="http://purl.org/dc/terms/"/>
    <ds:schemaRef ds:uri="http://schemas.openxmlformats.org/package/2006/metadata/core-properties"/>
    <ds:schemaRef ds:uri="http://purl.org/dc/dcmitype/"/>
    <ds:schemaRef ds:uri="791c7ffb-bc1f-48b7-825c-106aff729e9c"/>
    <ds:schemaRef ds:uri="http://purl.org/dc/elements/1.1/"/>
    <ds:schemaRef ds:uri="http://schemas.microsoft.com/office/2006/metadata/properties"/>
    <ds:schemaRef ds:uri="http://schemas.microsoft.com/office/infopath/2007/PartnerControls"/>
    <ds:schemaRef ds:uri="668fcb07-ec3d-4dd6-8a56-e3f19a50abfb"/>
    <ds:schemaRef ds:uri="http://www.w3.org/XML/1998/namespace"/>
  </ds:schemaRefs>
</ds:datastoreItem>
</file>

<file path=customXml/itemProps7.xml><?xml version="1.0" encoding="utf-8"?>
<ds:datastoreItem xmlns:ds="http://schemas.openxmlformats.org/officeDocument/2006/customXml" ds:itemID="{EA1864DB-21E5-4710-97F6-A3DB86103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Release information template.dotx</Template>
  <TotalTime>17</TotalTime>
  <Pages>14</Pages>
  <Words>2845</Words>
  <Characters>15084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Anybus Configuration Manager – Communicator RS232-422-485</vt:lpstr>
    </vt:vector>
  </TitlesOfParts>
  <Company>HMS Industrial Networks AB</Company>
  <LinksUpToDate>false</LinksUpToDate>
  <CharactersWithSpaces>17894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Anybus Configuration Manager – Communicator RS232-422-485</dc:title>
  <dc:subject>Application</dc:subject>
  <dc:creator>Anders Jalming</dc:creator>
  <cp:lastModifiedBy>Johan Häggström</cp:lastModifiedBy>
  <cp:revision>8</cp:revision>
  <cp:lastPrinted>2013-11-07T12:59:00Z</cp:lastPrinted>
  <dcterms:created xsi:type="dcterms:W3CDTF">2015-01-21T13:16:00Z</dcterms:created>
  <dcterms:modified xsi:type="dcterms:W3CDTF">2018-11-16T09:55:00Z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1341626410</vt:i4>
  </property>
  <property fmtid="{D5CDD505-2E9C-101B-9397-08002B2CF9AE}" pid="3" name="ContentTypeId">
    <vt:lpwstr>0x0101008083B898BBFFEE4693FD1A8D41B261D900C5F15783E8591249B6BFD08838F2D951</vt:lpwstr>
  </property>
  <property fmtid="{D5CDD505-2E9C-101B-9397-08002B2CF9AE}" pid="4" name="_dlc_DocIdItemGuid">
    <vt:lpwstr>b84c2345-2818-4630-af6a-f2933b68257e</vt:lpwstr>
  </property>
  <property fmtid="{D5CDD505-2E9C-101B-9397-08002B2CF9AE}" pid="5" name="DLCPolicyLabelValue">
    <vt:lpwstr>{_UIVersionString}</vt:lpwstr>
  </property>
  <property fmtid="{D5CDD505-2E9C-101B-9397-08002B2CF9AE}" pid="6" name="DLCPolicyLabelClientValue">
    <vt:lpwstr>{_UIVersionString}</vt:lpwstr>
  </property>
  <property fmtid="{D5CDD505-2E9C-101B-9397-08002B2CF9AE}" pid="7" name="HMS Language">
    <vt:lpwstr>46;#English|cea730d2-b240-4918-b842-e7398a30cda8</vt:lpwstr>
  </property>
  <property fmtid="{D5CDD505-2E9C-101B-9397-08002B2CF9AE}" pid="8" name="HMS Department">
    <vt:lpwstr>232;#Development Device Level|24857afd-4163-41c5-ba3d-08d7a4437ba0</vt:lpwstr>
  </property>
  <property fmtid="{D5CDD505-2E9C-101B-9397-08002B2CF9AE}" pid="9" name="Document category">
    <vt:lpwstr>219;#Templates ＆ Forms|f870924c-6322-4850-a639-0dab3859622d</vt:lpwstr>
  </property>
  <property fmtid="{D5CDD505-2E9C-101B-9397-08002B2CF9AE}" pid="10" name="Document number">
    <vt:lpwstr>000</vt:lpwstr>
  </property>
  <property fmtid="{D5CDD505-2E9C-101B-9397-08002B2CF9AE}" pid="11" name="Version">
    <vt:lpwstr>1.5.1.0</vt:lpwstr>
  </property>
  <property fmtid="{D5CDD505-2E9C-101B-9397-08002B2CF9AE}" pid="12" name="Project number">
    <vt:lpwstr>7412</vt:lpwstr>
  </property>
  <property fmtid="{D5CDD505-2E9C-101B-9397-08002B2CF9AE}" pid="13" name="Approved By">
    <vt:lpwstr>46</vt:lpwstr>
  </property>
  <property fmtid="{D5CDD505-2E9C-101B-9397-08002B2CF9AE}" pid="14" name="Approval Date">
    <vt:lpwstr>2014-01-24 08:26:36</vt:lpwstr>
  </property>
  <property fmtid="{D5CDD505-2E9C-101B-9397-08002B2CF9AE}" pid="15" name="Approved Version">
    <vt:lpwstr>3.0</vt:lpwstr>
  </property>
</Properties>
</file>